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561C" w:rsidRDefault="00DA561C" w:rsidP="006672AD">
      <w:pPr>
        <w:pStyle w:val="Breakpage"/>
      </w:pPr>
    </w:p>
    <w:p w:rsidR="00DA561C" w:rsidRDefault="00DA561C" w:rsidP="006672AD">
      <w:pPr>
        <w:pStyle w:val="Breakpage"/>
      </w:pPr>
    </w:p>
    <w:p w:rsidR="00DA561C" w:rsidRDefault="00DA561C" w:rsidP="006672AD">
      <w:pPr>
        <w:pStyle w:val="Breakpage"/>
      </w:pPr>
    </w:p>
    <w:p w:rsidR="00DA561C" w:rsidRDefault="00DA561C" w:rsidP="006672AD">
      <w:pPr>
        <w:pStyle w:val="Breakpage"/>
      </w:pPr>
    </w:p>
    <w:p w:rsidR="00DA561C" w:rsidRDefault="00DA561C" w:rsidP="006672AD">
      <w:pPr>
        <w:pStyle w:val="Breakpage"/>
      </w:pPr>
    </w:p>
    <w:p w:rsidR="00883EA4" w:rsidRDefault="00883EA4" w:rsidP="006672AD">
      <w:pPr>
        <w:pStyle w:val="Breakpage"/>
      </w:pPr>
      <w:r>
        <w:t>Appendix 3</w:t>
      </w:r>
    </w:p>
    <w:p w:rsidR="004B1A4E" w:rsidRDefault="00DA561C" w:rsidP="004B1A4E">
      <w:pPr>
        <w:pStyle w:val="Breakpage"/>
        <w:spacing w:before="240"/>
        <w:sectPr w:rsidR="004B1A4E" w:rsidSect="00AB0307">
          <w:headerReference w:type="even" r:id="rId10"/>
          <w:footerReference w:type="even" r:id="rId11"/>
          <w:pgSz w:w="12240" w:h="15840" w:code="1"/>
          <w:pgMar w:top="1080" w:right="1080" w:bottom="1080" w:left="1440" w:header="720" w:footer="720" w:gutter="0"/>
          <w:cols w:sep="1" w:space="720"/>
          <w:docGrid w:linePitch="360"/>
        </w:sectPr>
      </w:pPr>
      <w:r>
        <w:t xml:space="preserve">CAHPS Health Plan Survey </w:t>
      </w:r>
      <w:r w:rsidR="00E03A61">
        <w:t>5</w:t>
      </w:r>
      <w:r>
        <w:t>.0H</w:t>
      </w:r>
      <w:r>
        <w:br/>
        <w:t>Child Questionnaire</w:t>
      </w:r>
      <w:r>
        <w:br/>
        <w:t>(With CCC Measure)</w:t>
      </w:r>
    </w:p>
    <w:p w:rsidR="004B1A4E" w:rsidRDefault="004B1A4E" w:rsidP="00AB0307">
      <w:pPr>
        <w:sectPr w:rsidR="004B1A4E" w:rsidSect="00AB0307">
          <w:headerReference w:type="even" r:id="rId12"/>
          <w:footerReference w:type="even" r:id="rId13"/>
          <w:pgSz w:w="12240" w:h="15840" w:code="1"/>
          <w:pgMar w:top="1080" w:right="1080" w:bottom="1080" w:left="1440" w:header="720" w:footer="720" w:gutter="0"/>
          <w:cols w:sep="1" w:space="720"/>
          <w:docGrid w:linePitch="360"/>
        </w:sectPr>
      </w:pPr>
    </w:p>
    <w:p w:rsidR="00561F72" w:rsidRPr="0092436F" w:rsidRDefault="00561F72" w:rsidP="00561F72">
      <w:pPr>
        <w:pStyle w:val="SectionHead"/>
        <w:spacing w:after="0"/>
      </w:pPr>
      <w:r w:rsidRPr="0092436F">
        <w:lastRenderedPageBreak/>
        <w:t>CAHPS</w:t>
      </w:r>
      <w:r w:rsidRPr="002F52FF">
        <w:rPr>
          <w:vertAlign w:val="superscript"/>
        </w:rPr>
        <w:t>®</w:t>
      </w:r>
      <w:r>
        <w:t xml:space="preserve"> </w:t>
      </w:r>
      <w:r w:rsidR="00E03A61">
        <w:t>5</w:t>
      </w:r>
      <w:r>
        <w:t xml:space="preserve">.0H, </w:t>
      </w:r>
      <w:r>
        <w:rPr>
          <w:caps/>
        </w:rPr>
        <w:t>C</w:t>
      </w:r>
      <w:r w:rsidR="00883EA4">
        <w:t>hild Questionnaire (With CCC Measure)</w:t>
      </w:r>
    </w:p>
    <w:p w:rsidR="00561F72" w:rsidRPr="0072664A" w:rsidRDefault="00561F72" w:rsidP="0072664A">
      <w:pPr>
        <w:pStyle w:val="Heading8"/>
        <w:spacing w:before="120"/>
        <w:jc w:val="center"/>
        <w:rPr>
          <w:i/>
          <w:sz w:val="28"/>
          <w:szCs w:val="28"/>
        </w:rPr>
      </w:pPr>
      <w:r w:rsidRPr="0072664A">
        <w:rPr>
          <w:i/>
          <w:sz w:val="28"/>
          <w:szCs w:val="28"/>
        </w:rPr>
        <w:t>SURVEY INSTRUCTIONS</w:t>
      </w:r>
    </w:p>
    <w:p w:rsidR="00561F72" w:rsidRPr="002663FD" w:rsidRDefault="00561F72" w:rsidP="00883EA4">
      <w:pPr>
        <w:spacing w:before="120" w:after="120"/>
        <w:rPr>
          <w:i/>
          <w:sz w:val="22"/>
          <w:szCs w:val="22"/>
        </w:rPr>
      </w:pPr>
      <w:r w:rsidRPr="002663FD">
        <w:rPr>
          <w:b/>
          <w:i/>
          <w:sz w:val="22"/>
          <w:szCs w:val="22"/>
        </w:rPr>
        <w:t xml:space="preserve">Note: </w:t>
      </w:r>
      <w:r w:rsidR="006E3406" w:rsidRPr="002663FD">
        <w:rPr>
          <w:i/>
          <w:sz w:val="22"/>
          <w:szCs w:val="22"/>
        </w:rPr>
        <w:t xml:space="preserve">The questionnaire is worded for the Medicaid product line. </w:t>
      </w:r>
      <w:r w:rsidRPr="002663FD">
        <w:rPr>
          <w:i/>
          <w:sz w:val="22"/>
          <w:szCs w:val="22"/>
        </w:rPr>
        <w:t xml:space="preserve">If administering to a commercial product line, replace “6” with “12” in all references </w:t>
      </w:r>
      <w:r w:rsidR="0064398E">
        <w:rPr>
          <w:i/>
          <w:sz w:val="22"/>
          <w:szCs w:val="22"/>
        </w:rPr>
        <w:t>to</w:t>
      </w:r>
      <w:r w:rsidRPr="002663FD">
        <w:rPr>
          <w:i/>
          <w:sz w:val="22"/>
          <w:szCs w:val="22"/>
        </w:rPr>
        <w:t xml:space="preserve"> “last 6 months.” </w:t>
      </w:r>
    </w:p>
    <w:p w:rsidR="00561F72" w:rsidRDefault="00561F72" w:rsidP="00561F72">
      <w:pPr>
        <w:pStyle w:val="C2-CtrSglS"/>
        <w:keepNext w:val="0"/>
        <w:keepLines w:val="0"/>
        <w:tabs>
          <w:tab w:val="left" w:pos="180"/>
          <w:tab w:val="left" w:pos="1800"/>
        </w:tabs>
        <w:suppressAutoHyphens w:val="0"/>
        <w:spacing w:line="360" w:lineRule="atLeast"/>
      </w:pPr>
    </w:p>
    <w:p w:rsidR="00561F72" w:rsidRDefault="00561F72" w:rsidP="00561F72">
      <w:pPr>
        <w:pStyle w:val="C2-CtrSglS"/>
        <w:keepNext w:val="0"/>
        <w:keepLines w:val="0"/>
        <w:tabs>
          <w:tab w:val="left" w:pos="180"/>
          <w:tab w:val="left" w:pos="1800"/>
        </w:tabs>
        <w:suppressAutoHyphens w:val="0"/>
        <w:spacing w:line="360" w:lineRule="atLeast"/>
      </w:pPr>
    </w:p>
    <w:p w:rsidR="002663FD" w:rsidRPr="00235F0F" w:rsidRDefault="002663FD" w:rsidP="002663FD">
      <w:pPr>
        <w:numPr>
          <w:ilvl w:val="0"/>
          <w:numId w:val="10"/>
        </w:numPr>
        <w:tabs>
          <w:tab w:val="clear" w:pos="360"/>
          <w:tab w:val="num" w:pos="270"/>
          <w:tab w:val="left" w:pos="900"/>
          <w:tab w:val="left" w:pos="1440"/>
        </w:tabs>
        <w:spacing w:after="120" w:line="360" w:lineRule="atLeast"/>
        <w:rPr>
          <w:sz w:val="24"/>
        </w:rPr>
      </w:pPr>
      <w:r w:rsidRPr="00235F0F">
        <w:rPr>
          <w:sz w:val="24"/>
        </w:rPr>
        <w:t xml:space="preserve">Answer </w:t>
      </w:r>
      <w:r w:rsidR="00C472FE">
        <w:rPr>
          <w:sz w:val="24"/>
        </w:rPr>
        <w:t xml:space="preserve">each </w:t>
      </w:r>
      <w:r w:rsidRPr="00235F0F">
        <w:rPr>
          <w:sz w:val="24"/>
        </w:rPr>
        <w:t xml:space="preserve">question by </w:t>
      </w:r>
      <w:r w:rsidR="00C472FE">
        <w:rPr>
          <w:sz w:val="24"/>
        </w:rPr>
        <w:t>marking</w:t>
      </w:r>
      <w:r w:rsidR="00C472FE" w:rsidRPr="00235F0F">
        <w:rPr>
          <w:sz w:val="24"/>
        </w:rPr>
        <w:t xml:space="preserve"> </w:t>
      </w:r>
      <w:r w:rsidRPr="00235F0F">
        <w:rPr>
          <w:sz w:val="24"/>
        </w:rPr>
        <w:t>the box to the left of your answer.</w:t>
      </w:r>
    </w:p>
    <w:p w:rsidR="002663FD" w:rsidRPr="00235F0F" w:rsidRDefault="002663FD" w:rsidP="002663FD">
      <w:pPr>
        <w:numPr>
          <w:ilvl w:val="0"/>
          <w:numId w:val="10"/>
        </w:numPr>
        <w:tabs>
          <w:tab w:val="clear" w:pos="360"/>
          <w:tab w:val="num" w:pos="270"/>
          <w:tab w:val="left" w:pos="900"/>
        </w:tabs>
        <w:spacing w:after="240" w:line="360" w:lineRule="atLeast"/>
        <w:rPr>
          <w:sz w:val="24"/>
        </w:rPr>
      </w:pPr>
      <w:r w:rsidRPr="00235F0F">
        <w:rPr>
          <w:sz w:val="24"/>
        </w:rPr>
        <w:t>You are sometimes told to skip over some questions in this survey. When this happens you will see an arrow with a note that tells you what question to answer next, like this:</w:t>
      </w:r>
    </w:p>
    <w:p w:rsidR="002663FD" w:rsidRPr="009C5FC5" w:rsidRDefault="002663FD" w:rsidP="002663FD">
      <w:pPr>
        <w:numPr>
          <w:ilvl w:val="12"/>
          <w:numId w:val="0"/>
        </w:numPr>
        <w:tabs>
          <w:tab w:val="left" w:pos="900"/>
          <w:tab w:val="left" w:pos="1440"/>
          <w:tab w:val="left" w:pos="2250"/>
        </w:tabs>
        <w:spacing w:after="120" w:line="360" w:lineRule="atLeast"/>
        <w:ind w:left="900"/>
        <w:rPr>
          <w:sz w:val="24"/>
        </w:rPr>
      </w:pPr>
      <w:r w:rsidRPr="0054476D">
        <w:rPr>
          <w:sz w:val="36"/>
        </w:rPr>
        <w:sym w:font="Wingdings" w:char="F0FE"/>
      </w:r>
      <w:r w:rsidRPr="0054476D">
        <w:rPr>
          <w:sz w:val="36"/>
        </w:rPr>
        <w:tab/>
      </w:r>
      <w:r w:rsidRPr="009C5FC5">
        <w:rPr>
          <w:sz w:val="24"/>
        </w:rPr>
        <w:t>Yes</w:t>
      </w:r>
      <w:r w:rsidRPr="009C5FC5">
        <w:rPr>
          <w:sz w:val="24"/>
        </w:rPr>
        <w:tab/>
      </w:r>
      <w:r w:rsidRPr="009C5FC5">
        <w:rPr>
          <w:b/>
          <w:sz w:val="24"/>
        </w:rPr>
        <w:sym w:font="Wingdings" w:char="F0E8"/>
      </w:r>
      <w:r w:rsidRPr="009C5FC5">
        <w:rPr>
          <w:b/>
          <w:sz w:val="24"/>
        </w:rPr>
        <w:t>If Yes, Go to Question 1</w:t>
      </w:r>
    </w:p>
    <w:p w:rsidR="002663FD" w:rsidRPr="009C5FC5" w:rsidRDefault="002663FD" w:rsidP="002663FD">
      <w:pPr>
        <w:numPr>
          <w:ilvl w:val="12"/>
          <w:numId w:val="0"/>
        </w:numPr>
        <w:tabs>
          <w:tab w:val="left" w:pos="900"/>
          <w:tab w:val="left" w:pos="1440"/>
        </w:tabs>
        <w:spacing w:after="120" w:line="360" w:lineRule="atLeast"/>
        <w:ind w:left="900"/>
        <w:rPr>
          <w:sz w:val="24"/>
        </w:rPr>
      </w:pPr>
      <w:r w:rsidRPr="0054476D">
        <w:rPr>
          <w:sz w:val="36"/>
        </w:rPr>
        <w:sym w:font="Wingdings" w:char="F0A8"/>
      </w:r>
      <w:r w:rsidRPr="0054476D">
        <w:rPr>
          <w:sz w:val="36"/>
        </w:rPr>
        <w:tab/>
      </w:r>
      <w:r w:rsidRPr="009C5FC5">
        <w:rPr>
          <w:sz w:val="24"/>
        </w:rPr>
        <w:t>No</w:t>
      </w:r>
    </w:p>
    <w:p w:rsidR="00561F72" w:rsidRDefault="00561F72" w:rsidP="00561F72">
      <w:pPr>
        <w:tabs>
          <w:tab w:val="left" w:pos="900"/>
        </w:tabs>
        <w:spacing w:after="120" w:line="360" w:lineRule="atLeast"/>
      </w:pPr>
    </w:p>
    <w:p w:rsidR="00561F72" w:rsidRDefault="00561F72" w:rsidP="00561F72">
      <w:pPr>
        <w:tabs>
          <w:tab w:val="left" w:pos="900"/>
        </w:tabs>
        <w:spacing w:after="120" w:line="360" w:lineRule="atLeast"/>
        <w:jc w:val="center"/>
        <w:rPr>
          <w:b/>
        </w:rPr>
      </w:pPr>
    </w:p>
    <w:p w:rsidR="00561F72" w:rsidRDefault="00561F72" w:rsidP="00561F72">
      <w:pPr>
        <w:tabs>
          <w:tab w:val="left" w:pos="900"/>
        </w:tabs>
        <w:spacing w:after="120" w:line="360" w:lineRule="atLeast"/>
        <w:jc w:val="center"/>
        <w:rPr>
          <w:b/>
        </w:rPr>
      </w:pPr>
    </w:p>
    <w:p w:rsidR="00054C6E" w:rsidRDefault="00054C6E" w:rsidP="00544B1C">
      <w:pPr>
        <w:pStyle w:val="AnswerText"/>
        <w:tabs>
          <w:tab w:val="clear" w:pos="994"/>
          <w:tab w:val="clear" w:pos="1627"/>
          <w:tab w:val="clear" w:pos="2074"/>
        </w:tabs>
        <w:spacing w:after="240"/>
        <w:ind w:left="0"/>
        <w:jc w:val="center"/>
        <w:rPr>
          <w:sz w:val="24"/>
        </w:rPr>
      </w:pPr>
      <w:r w:rsidRPr="00235F0F">
        <w:rPr>
          <w:sz w:val="24"/>
        </w:rPr>
        <w:t>{This box should be placed on the Cover Page}</w:t>
      </w:r>
    </w:p>
    <w:tbl>
      <w:tblPr>
        <w:tblW w:w="0" w:type="auto"/>
        <w:tblInd w:w="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9805"/>
      </w:tblGrid>
      <w:tr w:rsidR="0072664A" w:rsidTr="0072664A">
        <w:trPr>
          <w:trHeight w:val="419"/>
        </w:trPr>
        <w:tc>
          <w:tcPr>
            <w:tcW w:w="9805" w:type="dxa"/>
          </w:tcPr>
          <w:p w:rsidR="0072664A" w:rsidRPr="0072664A" w:rsidRDefault="0072664A" w:rsidP="0072664A">
            <w:pPr>
              <w:pStyle w:val="Body"/>
              <w:jc w:val="center"/>
              <w:rPr>
                <w:b/>
                <w:i/>
                <w:sz w:val="24"/>
              </w:rPr>
            </w:pPr>
            <w:r w:rsidRPr="0072664A">
              <w:rPr>
                <w:b/>
                <w:i/>
                <w:sz w:val="24"/>
              </w:rPr>
              <w:t>Your privacy is protected. All information that would let someone identify you or your family will be kept private. {SURVEY VENDOR NAME} will not share your personal information with anyone without your OK. You may choose to answer this survey or not. If you choose not to, this will not affect the benefits you get.</w:t>
            </w:r>
          </w:p>
          <w:p w:rsidR="0072664A" w:rsidRDefault="0072664A" w:rsidP="0072664A">
            <w:pPr>
              <w:pStyle w:val="Body"/>
              <w:jc w:val="center"/>
              <w:rPr>
                <w:b/>
                <w:i/>
                <w:sz w:val="24"/>
              </w:rPr>
            </w:pPr>
            <w:r w:rsidRPr="0072664A">
              <w:rPr>
                <w:b/>
                <w:i/>
                <w:sz w:val="24"/>
              </w:rPr>
              <w:t>You may notice a number on the cover of this survey. This number is ONLY used to let us know if you returned your survey so we don’t have to send you reminders.</w:t>
            </w:r>
          </w:p>
          <w:p w:rsidR="0072664A" w:rsidRDefault="0072664A" w:rsidP="0072664A">
            <w:pPr>
              <w:pStyle w:val="AnswerText"/>
              <w:spacing w:before="180" w:after="120"/>
              <w:ind w:left="0"/>
              <w:jc w:val="center"/>
              <w:rPr>
                <w:sz w:val="24"/>
              </w:rPr>
            </w:pPr>
            <w:r w:rsidRPr="0072664A">
              <w:rPr>
                <w:b/>
                <w:i/>
                <w:sz w:val="24"/>
              </w:rPr>
              <w:t xml:space="preserve">If you want to know more about this study, please call </w:t>
            </w:r>
            <w:r>
              <w:rPr>
                <w:b/>
                <w:i/>
                <w:sz w:val="24"/>
              </w:rPr>
              <w:br/>
            </w:r>
            <w:r w:rsidRPr="0072664A">
              <w:rPr>
                <w:b/>
                <w:i/>
                <w:iCs/>
                <w:sz w:val="24"/>
              </w:rPr>
              <w:t>{SURVEY VENDOR TOLL-FREE TELEPHONE NUMBER}.</w:t>
            </w:r>
          </w:p>
        </w:tc>
      </w:tr>
    </w:tbl>
    <w:p w:rsidR="004B1A4E" w:rsidRDefault="004B1A4E" w:rsidP="0072664A">
      <w:pPr>
        <w:pStyle w:val="Body"/>
        <w:rPr>
          <w:u w:val="single"/>
        </w:rPr>
        <w:sectPr w:rsidR="004B1A4E" w:rsidSect="00AB0307">
          <w:headerReference w:type="default" r:id="rId14"/>
          <w:footerReference w:type="default" r:id="rId15"/>
          <w:pgSz w:w="12240" w:h="15840" w:code="1"/>
          <w:pgMar w:top="1080" w:right="1080" w:bottom="1080" w:left="1440" w:header="720" w:footer="720" w:gutter="0"/>
          <w:cols w:sep="1" w:space="720"/>
          <w:docGrid w:linePitch="360"/>
        </w:sectPr>
      </w:pPr>
    </w:p>
    <w:p w:rsidR="00561F72" w:rsidRPr="00235F0F" w:rsidRDefault="00561F72" w:rsidP="004B1A4E">
      <w:pPr>
        <w:pStyle w:val="QuestionText"/>
        <w:spacing w:before="0"/>
      </w:pPr>
      <w:r w:rsidRPr="00235F0F">
        <w:lastRenderedPageBreak/>
        <w:t>Please answer the questions for the child listed on the envelope. Please do not answer for any other children.</w:t>
      </w:r>
    </w:p>
    <w:p w:rsidR="00561F72" w:rsidRPr="00235F0F" w:rsidRDefault="00561F72" w:rsidP="00235F0F">
      <w:pPr>
        <w:pStyle w:val="Question"/>
        <w:tabs>
          <w:tab w:val="left" w:pos="936"/>
        </w:tabs>
        <w:ind w:left="360" w:hanging="360"/>
      </w:pPr>
      <w:r w:rsidRPr="00235F0F">
        <w:t>1.</w:t>
      </w:r>
      <w:r w:rsidRPr="00235F0F">
        <w:tab/>
        <w:t xml:space="preserve">Our records show that your child is </w:t>
      </w:r>
      <w:r w:rsidR="00537767" w:rsidRPr="00235F0F">
        <w:t xml:space="preserve">now </w:t>
      </w:r>
      <w:r w:rsidRPr="00235F0F">
        <w:t>in {</w:t>
      </w:r>
      <w:r w:rsidR="007C3BBD">
        <w:t>INSERT HEALTH PLAN NAME</w:t>
      </w:r>
      <w:r w:rsidRPr="00235F0F">
        <w:t>}. Is that right?</w:t>
      </w:r>
    </w:p>
    <w:p w:rsidR="00561F72" w:rsidRPr="00235F0F" w:rsidRDefault="00392F2F" w:rsidP="00AB0307">
      <w:pPr>
        <w:pStyle w:val="A1-Answer"/>
        <w:tabs>
          <w:tab w:val="clear" w:pos="936"/>
          <w:tab w:val="clear" w:pos="1440"/>
          <w:tab w:val="clear" w:pos="1800"/>
          <w:tab w:val="clear" w:pos="2880"/>
          <w:tab w:val="left" w:pos="810"/>
          <w:tab w:val="left" w:pos="994"/>
        </w:tabs>
        <w:ind w:left="1584"/>
        <w:rPr>
          <w:b/>
        </w:rPr>
      </w:pPr>
      <w:r w:rsidRPr="00392F2F">
        <w:rPr>
          <w:rStyle w:val="StyleA1-Answer10pt1Char"/>
          <w:sz w:val="20"/>
        </w:rPr>
        <w:t>1</w:t>
      </w:r>
      <w:r w:rsidR="00561F72">
        <w:rPr>
          <w:sz w:val="32"/>
        </w:rPr>
        <w:sym w:font="Wingdings" w:char="F06F"/>
      </w:r>
      <w:r w:rsidR="00561F72">
        <w:rPr>
          <w:sz w:val="32"/>
        </w:rPr>
        <w:tab/>
      </w:r>
      <w:r w:rsidR="00561F72" w:rsidRPr="00235F0F">
        <w:t>Yes</w:t>
      </w:r>
      <w:r w:rsidR="005128E0" w:rsidRPr="00235F0F">
        <w:t xml:space="preserve"> </w:t>
      </w:r>
      <w:r w:rsidR="00561F72" w:rsidRPr="00235F0F">
        <w:sym w:font="Wingdings" w:char="F0E8"/>
      </w:r>
      <w:r w:rsidR="00561F72" w:rsidRPr="00235F0F">
        <w:rPr>
          <w:b/>
        </w:rPr>
        <w:t>If Yes, Go to Question 3</w:t>
      </w:r>
    </w:p>
    <w:p w:rsidR="00561F72" w:rsidRDefault="00392F2F" w:rsidP="00AB0307">
      <w:pPr>
        <w:pStyle w:val="A1-Answer"/>
        <w:tabs>
          <w:tab w:val="clear" w:pos="936"/>
          <w:tab w:val="clear" w:pos="1440"/>
          <w:tab w:val="clear" w:pos="1800"/>
          <w:tab w:val="clear" w:pos="2880"/>
          <w:tab w:val="left" w:pos="810"/>
          <w:tab w:val="left" w:pos="994"/>
        </w:tabs>
        <w:ind w:left="1584"/>
      </w:pPr>
      <w:r w:rsidRPr="00392F2F">
        <w:rPr>
          <w:rStyle w:val="StyleA1-Answer10pt1Char"/>
          <w:sz w:val="20"/>
          <w:szCs w:val="20"/>
        </w:rPr>
        <w:t>2</w:t>
      </w:r>
      <w:r w:rsidR="00561F72">
        <w:rPr>
          <w:sz w:val="32"/>
        </w:rPr>
        <w:sym w:font="Wingdings" w:char="F06F"/>
      </w:r>
      <w:r w:rsidR="00561F72">
        <w:rPr>
          <w:sz w:val="32"/>
        </w:rPr>
        <w:tab/>
      </w:r>
      <w:r w:rsidR="00561F72" w:rsidRPr="00235F0F">
        <w:t>No</w:t>
      </w:r>
    </w:p>
    <w:p w:rsidR="00561F72" w:rsidRPr="00235F0F" w:rsidRDefault="00561F72" w:rsidP="00235F0F">
      <w:pPr>
        <w:pStyle w:val="Question"/>
        <w:tabs>
          <w:tab w:val="left" w:pos="936"/>
        </w:tabs>
        <w:ind w:left="360" w:hanging="360"/>
      </w:pPr>
      <w:r w:rsidRPr="00235F0F">
        <w:t>2.</w:t>
      </w:r>
      <w:r w:rsidRPr="00235F0F">
        <w:tab/>
        <w:t>What is the name of your child’s health plan? (please print)</w:t>
      </w:r>
    </w:p>
    <w:p w:rsidR="00561F72" w:rsidRDefault="00561F72" w:rsidP="00364D57">
      <w:pPr>
        <w:pStyle w:val="A2-Underscore"/>
        <w:ind w:left="446"/>
      </w:pPr>
      <w:r>
        <w:t>_____________________________</w:t>
      </w:r>
    </w:p>
    <w:p w:rsidR="00561F72" w:rsidRDefault="006863EC" w:rsidP="006863EC">
      <w:pPr>
        <w:pStyle w:val="ColumnHead"/>
      </w:pPr>
      <w:r>
        <w:br w:type="column"/>
      </w:r>
      <w:r w:rsidR="00561F72">
        <w:lastRenderedPageBreak/>
        <w:t>YOUR CHILD’S HEALTH CARE IN THE LAST 6 MONTHS</w:t>
      </w:r>
    </w:p>
    <w:p w:rsidR="00561F72" w:rsidRPr="00235F0F" w:rsidRDefault="00561F72" w:rsidP="001771DF">
      <w:pPr>
        <w:pStyle w:val="QuestionText"/>
        <w:tabs>
          <w:tab w:val="left" w:pos="936"/>
        </w:tabs>
        <w:spacing w:before="240"/>
      </w:pPr>
      <w:r w:rsidRPr="00235F0F">
        <w:t>These questions ask about your child’s</w:t>
      </w:r>
      <w:r w:rsidRPr="00235F0F">
        <w:rPr>
          <w:u w:val="single"/>
        </w:rPr>
        <w:t xml:space="preserve"> </w:t>
      </w:r>
      <w:r w:rsidRPr="00235F0F">
        <w:t xml:space="preserve">health care. Do </w:t>
      </w:r>
      <w:r w:rsidRPr="00235F0F">
        <w:rPr>
          <w:u w:val="single"/>
        </w:rPr>
        <w:t>not</w:t>
      </w:r>
      <w:r w:rsidRPr="00235F0F">
        <w:t xml:space="preserve"> include care your child got when he or she stayed overnight in a hospital. Do </w:t>
      </w:r>
      <w:r w:rsidRPr="00235F0F">
        <w:rPr>
          <w:u w:val="single"/>
        </w:rPr>
        <w:t>not</w:t>
      </w:r>
      <w:r w:rsidRPr="00235F0F">
        <w:t xml:space="preserve"> include the times your child went for dental care visits.</w:t>
      </w:r>
    </w:p>
    <w:p w:rsidR="00561F72" w:rsidRPr="00235F0F" w:rsidRDefault="00561F72" w:rsidP="00235F0F">
      <w:pPr>
        <w:pStyle w:val="Question"/>
        <w:tabs>
          <w:tab w:val="left" w:pos="936"/>
        </w:tabs>
        <w:ind w:left="360" w:hanging="360"/>
      </w:pPr>
      <w:r w:rsidRPr="00235F0F">
        <w:t>3.</w:t>
      </w:r>
      <w:r w:rsidRPr="00235F0F">
        <w:tab/>
        <w:t xml:space="preserve">In the last 6 months, did your child have an illness, injury, or condition that </w:t>
      </w:r>
      <w:r w:rsidRPr="00235F0F">
        <w:rPr>
          <w:u w:val="single"/>
        </w:rPr>
        <w:t>needed care right away</w:t>
      </w:r>
      <w:r w:rsidRPr="00235F0F">
        <w:t xml:space="preserve"> in a clinic, emergency room, or doctor’s office?</w:t>
      </w:r>
    </w:p>
    <w:p w:rsidR="00561F72" w:rsidRPr="00235F0F" w:rsidRDefault="00392F2F" w:rsidP="00AB0307">
      <w:pPr>
        <w:pStyle w:val="A1-Answer"/>
        <w:tabs>
          <w:tab w:val="clear" w:pos="936"/>
          <w:tab w:val="clear" w:pos="1440"/>
          <w:tab w:val="clear" w:pos="1800"/>
          <w:tab w:val="clear" w:pos="2880"/>
          <w:tab w:val="left" w:pos="810"/>
        </w:tabs>
        <w:ind w:left="1584"/>
      </w:pPr>
      <w:r w:rsidRPr="00392F2F">
        <w:rPr>
          <w:rStyle w:val="StyleA1-Answer10pt1Char"/>
          <w:sz w:val="20"/>
          <w:szCs w:val="20"/>
        </w:rPr>
        <w:t>1</w:t>
      </w:r>
      <w:r w:rsidR="00561F72">
        <w:rPr>
          <w:sz w:val="32"/>
        </w:rPr>
        <w:sym w:font="Wingdings" w:char="F06F"/>
      </w:r>
      <w:r w:rsidR="00561F72" w:rsidRPr="00235F0F">
        <w:tab/>
        <w:t>Yes</w:t>
      </w:r>
    </w:p>
    <w:p w:rsidR="00561F72" w:rsidRPr="00235F0F" w:rsidRDefault="00392F2F" w:rsidP="00AB0307">
      <w:pPr>
        <w:pStyle w:val="A1-Answer"/>
        <w:tabs>
          <w:tab w:val="clear" w:pos="936"/>
          <w:tab w:val="left" w:pos="810"/>
        </w:tabs>
        <w:ind w:left="1584"/>
        <w:rPr>
          <w:b/>
        </w:rPr>
      </w:pPr>
      <w:r w:rsidRPr="00392F2F">
        <w:rPr>
          <w:rStyle w:val="StyleA1-Answer10pt1Char"/>
          <w:sz w:val="20"/>
          <w:szCs w:val="20"/>
        </w:rPr>
        <w:t>2</w:t>
      </w:r>
      <w:r w:rsidR="00561F72">
        <w:rPr>
          <w:sz w:val="32"/>
        </w:rPr>
        <w:sym w:font="Wingdings" w:char="F06F"/>
      </w:r>
      <w:r w:rsidR="00561F72">
        <w:rPr>
          <w:sz w:val="32"/>
        </w:rPr>
        <w:tab/>
      </w:r>
      <w:r w:rsidR="00561F72" w:rsidRPr="00235F0F">
        <w:t>No</w:t>
      </w:r>
      <w:r w:rsidR="00D41555" w:rsidRPr="00235F0F">
        <w:t xml:space="preserve"> </w:t>
      </w:r>
      <w:r w:rsidR="00561F72" w:rsidRPr="00235F0F">
        <w:sym w:font="Wingdings" w:char="F0E8"/>
      </w:r>
      <w:r w:rsidR="00561F72" w:rsidRPr="00235F0F">
        <w:rPr>
          <w:b/>
        </w:rPr>
        <w:t>If No, Go to Question 5</w:t>
      </w:r>
    </w:p>
    <w:p w:rsidR="00561F72" w:rsidRPr="00235F0F" w:rsidRDefault="00561F72" w:rsidP="00235F0F">
      <w:pPr>
        <w:pStyle w:val="Question"/>
        <w:tabs>
          <w:tab w:val="left" w:pos="936"/>
        </w:tabs>
        <w:ind w:left="360" w:hanging="360"/>
      </w:pPr>
      <w:r w:rsidRPr="00235F0F">
        <w:t>4.</w:t>
      </w:r>
      <w:r w:rsidRPr="00235F0F">
        <w:tab/>
        <w:t xml:space="preserve">In the last 6 months, when your child </w:t>
      </w:r>
      <w:r w:rsidRPr="00235F0F">
        <w:rPr>
          <w:u w:val="single"/>
        </w:rPr>
        <w:t>needed care right away</w:t>
      </w:r>
      <w:r w:rsidRPr="00235F0F">
        <w:t>, how often did your child get care as soon as he or she needed?</w:t>
      </w:r>
    </w:p>
    <w:p w:rsidR="00561F72" w:rsidRPr="00235F0F" w:rsidRDefault="00392F2F" w:rsidP="00AB0307">
      <w:pPr>
        <w:pStyle w:val="A1-Answer"/>
        <w:tabs>
          <w:tab w:val="left" w:pos="810"/>
        </w:tabs>
        <w:ind w:left="1584"/>
      </w:pPr>
      <w:r w:rsidRPr="00392F2F">
        <w:rPr>
          <w:rStyle w:val="StyleA1-Answer10pt1Char"/>
          <w:sz w:val="20"/>
        </w:rPr>
        <w:t>1</w:t>
      </w:r>
      <w:r w:rsidR="00561F72">
        <w:rPr>
          <w:sz w:val="32"/>
        </w:rPr>
        <w:sym w:font="Wingdings" w:char="F06F"/>
      </w:r>
      <w:r w:rsidR="00561F72">
        <w:rPr>
          <w:sz w:val="32"/>
        </w:rPr>
        <w:tab/>
      </w:r>
      <w:r w:rsidR="00561F72" w:rsidRPr="00235F0F">
        <w:t>Never</w:t>
      </w:r>
    </w:p>
    <w:p w:rsidR="00561F72" w:rsidRPr="00235F0F" w:rsidRDefault="00392F2F" w:rsidP="00AB0307">
      <w:pPr>
        <w:pStyle w:val="A1-Answer"/>
        <w:tabs>
          <w:tab w:val="left" w:pos="810"/>
        </w:tabs>
        <w:ind w:left="1584"/>
      </w:pPr>
      <w:r w:rsidRPr="00392F2F">
        <w:rPr>
          <w:rStyle w:val="StyleA1-Answer10pt1Char"/>
          <w:sz w:val="20"/>
        </w:rPr>
        <w:t>2</w:t>
      </w:r>
      <w:r w:rsidR="00561F72">
        <w:rPr>
          <w:sz w:val="32"/>
        </w:rPr>
        <w:sym w:font="Wingdings" w:char="F06F"/>
      </w:r>
      <w:r w:rsidR="00561F72">
        <w:rPr>
          <w:sz w:val="32"/>
        </w:rPr>
        <w:tab/>
      </w:r>
      <w:r w:rsidR="00561F72" w:rsidRPr="00235F0F">
        <w:t>Sometimes</w:t>
      </w:r>
    </w:p>
    <w:p w:rsidR="00561F72" w:rsidRPr="00235F0F" w:rsidRDefault="00392F2F" w:rsidP="00AB0307">
      <w:pPr>
        <w:pStyle w:val="A1-Answer"/>
        <w:tabs>
          <w:tab w:val="left" w:pos="810"/>
        </w:tabs>
        <w:ind w:left="1584"/>
      </w:pPr>
      <w:r w:rsidRPr="00392F2F">
        <w:rPr>
          <w:rStyle w:val="StyleA1-Answer10pt1Char"/>
          <w:sz w:val="20"/>
        </w:rPr>
        <w:t>3</w:t>
      </w:r>
      <w:r w:rsidR="00561F72">
        <w:rPr>
          <w:sz w:val="32"/>
        </w:rPr>
        <w:sym w:font="Wingdings" w:char="F06F"/>
      </w:r>
      <w:r w:rsidR="00561F72">
        <w:rPr>
          <w:sz w:val="32"/>
        </w:rPr>
        <w:tab/>
      </w:r>
      <w:r w:rsidR="00561F72" w:rsidRPr="00235F0F">
        <w:t>Usually</w:t>
      </w:r>
    </w:p>
    <w:p w:rsidR="00561F72" w:rsidRPr="00235F0F" w:rsidRDefault="00392F2F" w:rsidP="00AB0307">
      <w:pPr>
        <w:pStyle w:val="A1-Answer"/>
        <w:tabs>
          <w:tab w:val="left" w:pos="810"/>
        </w:tabs>
        <w:ind w:left="1584"/>
      </w:pPr>
      <w:r w:rsidRPr="00392F2F">
        <w:rPr>
          <w:rStyle w:val="StyleA1-Answer10pt1Char"/>
          <w:sz w:val="20"/>
        </w:rPr>
        <w:t>4</w:t>
      </w:r>
      <w:r w:rsidR="00561F72">
        <w:rPr>
          <w:sz w:val="32"/>
        </w:rPr>
        <w:sym w:font="Wingdings" w:char="F06F"/>
      </w:r>
      <w:r w:rsidR="00561F72">
        <w:rPr>
          <w:sz w:val="32"/>
        </w:rPr>
        <w:tab/>
      </w:r>
      <w:r w:rsidR="00561F72" w:rsidRPr="00235F0F">
        <w:t>Always</w:t>
      </w:r>
    </w:p>
    <w:p w:rsidR="00561F72" w:rsidRPr="00235F0F" w:rsidRDefault="00561F72" w:rsidP="00235F0F">
      <w:pPr>
        <w:pStyle w:val="Question"/>
        <w:tabs>
          <w:tab w:val="left" w:pos="936"/>
        </w:tabs>
        <w:ind w:left="360" w:hanging="360"/>
      </w:pPr>
      <w:r w:rsidRPr="00235F0F">
        <w:t>5.</w:t>
      </w:r>
      <w:r w:rsidRPr="00235F0F">
        <w:tab/>
        <w:t xml:space="preserve">In the last 6 months, </w:t>
      </w:r>
      <w:r w:rsidR="008E4CBC" w:rsidRPr="00B646BA">
        <w:rPr>
          <w:szCs w:val="20"/>
        </w:rPr>
        <w:t xml:space="preserve">did you make any appointments for a </w:t>
      </w:r>
      <w:r w:rsidR="008E4CBC" w:rsidRPr="00C472FE">
        <w:rPr>
          <w:szCs w:val="20"/>
          <w:u w:val="single"/>
        </w:rPr>
        <w:t>check-up or routine care</w:t>
      </w:r>
      <w:r w:rsidR="008E4CBC" w:rsidRPr="00B646BA">
        <w:rPr>
          <w:szCs w:val="20"/>
        </w:rPr>
        <w:t xml:space="preserve"> </w:t>
      </w:r>
      <w:r w:rsidR="008E4CBC">
        <w:rPr>
          <w:szCs w:val="20"/>
        </w:rPr>
        <w:t xml:space="preserve">for your child </w:t>
      </w:r>
      <w:r w:rsidR="008E4CBC" w:rsidRPr="00B646BA">
        <w:rPr>
          <w:szCs w:val="20"/>
        </w:rPr>
        <w:t>at a doctor's office or clinic</w:t>
      </w:r>
      <w:r w:rsidR="00C472FE">
        <w:rPr>
          <w:szCs w:val="20"/>
        </w:rPr>
        <w:t>?</w:t>
      </w:r>
    </w:p>
    <w:p w:rsidR="00561F72" w:rsidRPr="00235F0F" w:rsidRDefault="00392F2F" w:rsidP="00AB0307">
      <w:pPr>
        <w:pStyle w:val="A1-Answer"/>
        <w:tabs>
          <w:tab w:val="left" w:pos="810"/>
        </w:tabs>
        <w:ind w:left="1584"/>
      </w:pPr>
      <w:r w:rsidRPr="00392F2F">
        <w:rPr>
          <w:rStyle w:val="StyleStyleA1-Answer10pt11Char"/>
        </w:rPr>
        <w:t>1</w:t>
      </w:r>
      <w:r w:rsidR="00561F72">
        <w:rPr>
          <w:sz w:val="32"/>
        </w:rPr>
        <w:sym w:font="Wingdings" w:char="F06F"/>
      </w:r>
      <w:r w:rsidR="00561F72">
        <w:rPr>
          <w:sz w:val="32"/>
        </w:rPr>
        <w:tab/>
      </w:r>
      <w:r w:rsidR="00561F72" w:rsidRPr="00235F0F">
        <w:t>Yes</w:t>
      </w:r>
    </w:p>
    <w:p w:rsidR="006863EC" w:rsidRDefault="00392F2F" w:rsidP="00AB0307">
      <w:pPr>
        <w:pStyle w:val="A1-Answer"/>
        <w:tabs>
          <w:tab w:val="left" w:pos="810"/>
        </w:tabs>
        <w:ind w:left="1584"/>
        <w:rPr>
          <w:b/>
        </w:rPr>
      </w:pPr>
      <w:r w:rsidRPr="00392F2F">
        <w:rPr>
          <w:rStyle w:val="StyleA1-Answer10pt1Char"/>
          <w:sz w:val="20"/>
        </w:rPr>
        <w:t>2</w:t>
      </w:r>
      <w:r w:rsidR="00561F72">
        <w:rPr>
          <w:sz w:val="32"/>
        </w:rPr>
        <w:sym w:font="Wingdings" w:char="F06F"/>
      </w:r>
      <w:r w:rsidR="00561F72">
        <w:tab/>
      </w:r>
      <w:r w:rsidR="00561F72" w:rsidRPr="00235F0F">
        <w:t>No</w:t>
      </w:r>
      <w:r w:rsidR="00D41555" w:rsidRPr="00235F0F">
        <w:t xml:space="preserve"> </w:t>
      </w:r>
      <w:r w:rsidR="00561F72" w:rsidRPr="00235F0F">
        <w:sym w:font="Wingdings" w:char="F0E8"/>
      </w:r>
      <w:r w:rsidR="00561F72" w:rsidRPr="00235F0F">
        <w:rPr>
          <w:b/>
        </w:rPr>
        <w:t>If No, Go to Question 7</w:t>
      </w:r>
    </w:p>
    <w:p w:rsidR="006863EC" w:rsidRDefault="006863EC" w:rsidP="00561F72">
      <w:pPr>
        <w:pStyle w:val="A1-Answer"/>
        <w:tabs>
          <w:tab w:val="clear" w:pos="936"/>
          <w:tab w:val="left" w:pos="1080"/>
        </w:tabs>
        <w:rPr>
          <w:b/>
        </w:rPr>
      </w:pPr>
    </w:p>
    <w:p w:rsidR="00DF6152" w:rsidRDefault="00DF6152" w:rsidP="00561F72">
      <w:pPr>
        <w:pStyle w:val="A1-Answer"/>
        <w:tabs>
          <w:tab w:val="clear" w:pos="936"/>
          <w:tab w:val="left" w:pos="1080"/>
        </w:tabs>
        <w:rPr>
          <w:b/>
        </w:rPr>
      </w:pPr>
    </w:p>
    <w:p w:rsidR="00DF6152" w:rsidRDefault="00DF6152" w:rsidP="00561F72">
      <w:pPr>
        <w:pStyle w:val="A1-Answer"/>
        <w:tabs>
          <w:tab w:val="clear" w:pos="936"/>
          <w:tab w:val="left" w:pos="1080"/>
        </w:tabs>
        <w:rPr>
          <w:b/>
        </w:rPr>
      </w:pPr>
    </w:p>
    <w:p w:rsidR="00DA1E7B" w:rsidRDefault="00DA1E7B" w:rsidP="00561F72">
      <w:pPr>
        <w:pStyle w:val="A1-Answer"/>
        <w:tabs>
          <w:tab w:val="clear" w:pos="936"/>
          <w:tab w:val="left" w:pos="1080"/>
        </w:tabs>
        <w:rPr>
          <w:b/>
        </w:rPr>
      </w:pPr>
    </w:p>
    <w:p w:rsidR="00DA1E7B" w:rsidRDefault="00DA1E7B" w:rsidP="00561F72">
      <w:pPr>
        <w:pStyle w:val="A1-Answer"/>
        <w:tabs>
          <w:tab w:val="clear" w:pos="936"/>
          <w:tab w:val="left" w:pos="1080"/>
        </w:tabs>
        <w:rPr>
          <w:b/>
        </w:rPr>
      </w:pPr>
    </w:p>
    <w:p w:rsidR="00DA1E7B" w:rsidRDefault="00DA1E7B" w:rsidP="00561F72">
      <w:pPr>
        <w:pStyle w:val="A1-Answer"/>
        <w:tabs>
          <w:tab w:val="clear" w:pos="936"/>
          <w:tab w:val="left" w:pos="1080"/>
        </w:tabs>
        <w:rPr>
          <w:b/>
        </w:rPr>
      </w:pPr>
    </w:p>
    <w:p w:rsidR="00DA1E7B" w:rsidRDefault="00DA1E7B" w:rsidP="00561F72">
      <w:pPr>
        <w:pStyle w:val="A1-Answer"/>
        <w:tabs>
          <w:tab w:val="clear" w:pos="936"/>
          <w:tab w:val="left" w:pos="1080"/>
        </w:tabs>
        <w:rPr>
          <w:b/>
        </w:rPr>
      </w:pPr>
    </w:p>
    <w:p w:rsidR="00DF6152" w:rsidRDefault="00DF6152" w:rsidP="00561F72">
      <w:pPr>
        <w:pStyle w:val="A1-Answer"/>
        <w:tabs>
          <w:tab w:val="clear" w:pos="936"/>
          <w:tab w:val="left" w:pos="1080"/>
        </w:tabs>
        <w:rPr>
          <w:b/>
        </w:rPr>
      </w:pPr>
    </w:p>
    <w:p w:rsidR="006863EC" w:rsidRDefault="006863EC" w:rsidP="00561F72">
      <w:pPr>
        <w:pStyle w:val="A1-Answer"/>
        <w:tabs>
          <w:tab w:val="clear" w:pos="936"/>
          <w:tab w:val="left" w:pos="1080"/>
        </w:tabs>
        <w:rPr>
          <w:b/>
        </w:rPr>
      </w:pPr>
    </w:p>
    <w:p w:rsidR="00AB0307" w:rsidRDefault="00AB0307" w:rsidP="00561F72">
      <w:pPr>
        <w:pStyle w:val="A1-Answer"/>
        <w:tabs>
          <w:tab w:val="clear" w:pos="936"/>
          <w:tab w:val="left" w:pos="1080"/>
        </w:tabs>
        <w:rPr>
          <w:b/>
        </w:rPr>
      </w:pPr>
    </w:p>
    <w:p w:rsidR="006863EC" w:rsidRDefault="006863EC" w:rsidP="00561F72">
      <w:pPr>
        <w:pStyle w:val="A1-Answer"/>
        <w:tabs>
          <w:tab w:val="clear" w:pos="936"/>
          <w:tab w:val="left" w:pos="1080"/>
        </w:tabs>
        <w:rPr>
          <w:b/>
        </w:rPr>
      </w:pPr>
    </w:p>
    <w:p w:rsidR="00DA1E7B" w:rsidRPr="00235F0F" w:rsidRDefault="008E0B30" w:rsidP="00AB0307">
      <w:pPr>
        <w:pStyle w:val="Q1"/>
        <w:tabs>
          <w:tab w:val="clear" w:pos="576"/>
        </w:tabs>
        <w:spacing w:after="0"/>
        <w:ind w:left="360" w:hanging="360"/>
      </w:pPr>
      <w:r>
        <w:br w:type="column"/>
      </w:r>
      <w:r w:rsidR="00DA1E7B" w:rsidRPr="00235F0F">
        <w:lastRenderedPageBreak/>
        <w:t>6.</w:t>
      </w:r>
      <w:r w:rsidR="00DA1E7B" w:rsidRPr="00235F0F">
        <w:tab/>
        <w:t xml:space="preserve">In the last 6 months, </w:t>
      </w:r>
      <w:r w:rsidR="00C877FA">
        <w:t xml:space="preserve">when you made an appointment for a </w:t>
      </w:r>
      <w:r w:rsidR="008E4CBC" w:rsidRPr="00C472FE">
        <w:rPr>
          <w:u w:val="single"/>
        </w:rPr>
        <w:t>check-up or routine care</w:t>
      </w:r>
      <w:r w:rsidR="008E4CBC" w:rsidRPr="00B646BA">
        <w:t xml:space="preserve"> </w:t>
      </w:r>
      <w:r w:rsidR="008E4CBC">
        <w:t xml:space="preserve">for your child </w:t>
      </w:r>
      <w:r w:rsidR="008E4CBC" w:rsidRPr="00B646BA">
        <w:t>at a doctor's office or clinic</w:t>
      </w:r>
      <w:r w:rsidR="00C877FA">
        <w:t xml:space="preserve">, how often did you get an appointment as soon as your child </w:t>
      </w:r>
      <w:r w:rsidR="008E4CBC" w:rsidRPr="00B646BA">
        <w:t>needed?</w:t>
      </w:r>
    </w:p>
    <w:p w:rsidR="00DA1E7B" w:rsidRPr="00235F0F" w:rsidRDefault="00DA1E7B" w:rsidP="00AB0307">
      <w:pPr>
        <w:pStyle w:val="A1-Answer"/>
        <w:tabs>
          <w:tab w:val="clear" w:pos="936"/>
          <w:tab w:val="left" w:pos="810"/>
        </w:tabs>
        <w:ind w:left="1584"/>
      </w:pPr>
      <w:r w:rsidRPr="00392F2F">
        <w:rPr>
          <w:rStyle w:val="StyleStyleA1-Answer10pt11Char"/>
        </w:rPr>
        <w:t>1</w:t>
      </w:r>
      <w:r>
        <w:rPr>
          <w:sz w:val="32"/>
        </w:rPr>
        <w:sym w:font="Wingdings" w:char="F06F"/>
      </w:r>
      <w:r>
        <w:rPr>
          <w:sz w:val="32"/>
        </w:rPr>
        <w:tab/>
      </w:r>
      <w:r w:rsidRPr="00235F0F">
        <w:t>Never</w:t>
      </w:r>
    </w:p>
    <w:p w:rsidR="00DA1E7B" w:rsidRPr="00235F0F" w:rsidRDefault="00DA1E7B" w:rsidP="00AB0307">
      <w:pPr>
        <w:pStyle w:val="A1-Answer"/>
        <w:tabs>
          <w:tab w:val="clear" w:pos="936"/>
          <w:tab w:val="left" w:pos="810"/>
        </w:tabs>
        <w:ind w:left="1584"/>
      </w:pPr>
      <w:r w:rsidRPr="00392F2F">
        <w:rPr>
          <w:rStyle w:val="StyleA1-Answer10pt1Char"/>
          <w:sz w:val="20"/>
        </w:rPr>
        <w:t>2</w:t>
      </w:r>
      <w:r>
        <w:rPr>
          <w:sz w:val="32"/>
        </w:rPr>
        <w:sym w:font="Wingdings" w:char="F06F"/>
      </w:r>
      <w:r>
        <w:rPr>
          <w:sz w:val="32"/>
        </w:rPr>
        <w:tab/>
      </w:r>
      <w:r w:rsidRPr="00235F0F">
        <w:t>Sometimes</w:t>
      </w:r>
    </w:p>
    <w:p w:rsidR="00DA1E7B" w:rsidRPr="00235F0F" w:rsidRDefault="00DA1E7B" w:rsidP="00AB0307">
      <w:pPr>
        <w:pStyle w:val="A1-Answer"/>
        <w:tabs>
          <w:tab w:val="clear" w:pos="936"/>
          <w:tab w:val="left" w:pos="810"/>
        </w:tabs>
        <w:ind w:left="1584"/>
      </w:pPr>
      <w:r w:rsidRPr="00392F2F">
        <w:rPr>
          <w:rStyle w:val="StyleA1-Answer10pt1Char"/>
          <w:sz w:val="20"/>
        </w:rPr>
        <w:t>3</w:t>
      </w:r>
      <w:r>
        <w:rPr>
          <w:sz w:val="32"/>
        </w:rPr>
        <w:sym w:font="Wingdings" w:char="F06F"/>
      </w:r>
      <w:r>
        <w:rPr>
          <w:sz w:val="32"/>
        </w:rPr>
        <w:tab/>
      </w:r>
      <w:r w:rsidRPr="00235F0F">
        <w:t>Usually</w:t>
      </w:r>
    </w:p>
    <w:p w:rsidR="00DA1E7B" w:rsidRPr="00235F0F" w:rsidRDefault="00DA1E7B" w:rsidP="00AB0307">
      <w:pPr>
        <w:pStyle w:val="A1-Answer"/>
        <w:tabs>
          <w:tab w:val="clear" w:pos="936"/>
          <w:tab w:val="left" w:pos="810"/>
        </w:tabs>
        <w:ind w:left="1670" w:hanging="1310"/>
      </w:pPr>
      <w:r w:rsidRPr="00392F2F">
        <w:rPr>
          <w:rStyle w:val="StyleA1-Answer10pt1Char"/>
          <w:sz w:val="20"/>
        </w:rPr>
        <w:t>4</w:t>
      </w:r>
      <w:r>
        <w:rPr>
          <w:sz w:val="32"/>
        </w:rPr>
        <w:sym w:font="Wingdings" w:char="F06F"/>
      </w:r>
      <w:r>
        <w:rPr>
          <w:sz w:val="32"/>
        </w:rPr>
        <w:tab/>
      </w:r>
      <w:r w:rsidRPr="00235F0F">
        <w:t>Always</w:t>
      </w:r>
    </w:p>
    <w:p w:rsidR="00561F72" w:rsidRPr="00761A66" w:rsidRDefault="00561F72" w:rsidP="0093247D">
      <w:pPr>
        <w:pStyle w:val="Question"/>
        <w:widowControl/>
        <w:tabs>
          <w:tab w:val="left" w:pos="936"/>
        </w:tabs>
        <w:spacing w:line="240" w:lineRule="atLeast"/>
        <w:ind w:left="360" w:hanging="360"/>
      </w:pPr>
      <w:r w:rsidRPr="00761A66">
        <w:t>7.</w:t>
      </w:r>
      <w:r w:rsidRPr="00761A66">
        <w:tab/>
        <w:t xml:space="preserve">In the last 6 months, </w:t>
      </w:r>
      <w:r w:rsidRPr="00761A66">
        <w:rPr>
          <w:u w:val="single"/>
        </w:rPr>
        <w:t>not</w:t>
      </w:r>
      <w:r w:rsidRPr="00761A66">
        <w:t xml:space="preserve"> counting </w:t>
      </w:r>
      <w:r w:rsidR="00170481" w:rsidRPr="00761A66">
        <w:t xml:space="preserve">the </w:t>
      </w:r>
      <w:r w:rsidRPr="00761A66">
        <w:t>times your child went to an emergency room, how many times did he or she go to a doctor’s office or clinic to get health care?</w:t>
      </w:r>
    </w:p>
    <w:p w:rsidR="00561F72" w:rsidRPr="00AC2C49" w:rsidRDefault="00392F2F" w:rsidP="0093247D">
      <w:pPr>
        <w:pStyle w:val="A1-Answer"/>
        <w:tabs>
          <w:tab w:val="clear" w:pos="936"/>
          <w:tab w:val="clear" w:pos="1800"/>
          <w:tab w:val="clear" w:pos="2880"/>
          <w:tab w:val="left" w:pos="810"/>
          <w:tab w:val="left" w:pos="1014"/>
          <w:tab w:val="left" w:pos="1890"/>
        </w:tabs>
        <w:ind w:left="1710" w:hanging="1350"/>
      </w:pPr>
      <w:r w:rsidRPr="00392F2F">
        <w:rPr>
          <w:rStyle w:val="StyleStyleA1-Answer10pt11Char"/>
        </w:rPr>
        <w:t>0</w:t>
      </w:r>
      <w:r w:rsidR="00561F72">
        <w:rPr>
          <w:sz w:val="32"/>
        </w:rPr>
        <w:sym w:font="Wingdings" w:char="F06F"/>
      </w:r>
      <w:r w:rsidR="00561F72">
        <w:rPr>
          <w:sz w:val="32"/>
        </w:rPr>
        <w:tab/>
      </w:r>
      <w:r w:rsidR="00561F72" w:rsidRPr="00761A66">
        <w:t>None</w:t>
      </w:r>
      <w:r w:rsidR="00D41555" w:rsidRPr="00761A66">
        <w:t xml:space="preserve"> </w:t>
      </w:r>
      <w:r w:rsidR="00561F72" w:rsidRPr="00761A66">
        <w:sym w:font="Wingdings" w:char="F0E8"/>
      </w:r>
      <w:r w:rsidR="00561F72" w:rsidRPr="00761A66">
        <w:rPr>
          <w:b/>
        </w:rPr>
        <w:t xml:space="preserve">If None, Go to </w:t>
      </w:r>
      <w:r w:rsidR="00046B6B">
        <w:rPr>
          <w:b/>
        </w:rPr>
        <w:br/>
      </w:r>
      <w:r w:rsidR="00561F72" w:rsidRPr="00761A66">
        <w:rPr>
          <w:b/>
        </w:rPr>
        <w:t>Question 1</w:t>
      </w:r>
      <w:r w:rsidR="00C705D9">
        <w:rPr>
          <w:b/>
        </w:rPr>
        <w:t>6</w:t>
      </w:r>
    </w:p>
    <w:p w:rsidR="00561F72" w:rsidRDefault="00392F2F" w:rsidP="005F2455">
      <w:pPr>
        <w:pStyle w:val="A1-Answer"/>
        <w:tabs>
          <w:tab w:val="clear" w:pos="936"/>
          <w:tab w:val="left" w:pos="810"/>
          <w:tab w:val="left" w:pos="1014"/>
        </w:tabs>
        <w:ind w:left="1584"/>
      </w:pPr>
      <w:r w:rsidRPr="00392F2F">
        <w:rPr>
          <w:rStyle w:val="StyleA1-Answer10pt1Char"/>
          <w:sz w:val="20"/>
        </w:rPr>
        <w:t>1</w:t>
      </w:r>
      <w:r w:rsidR="00561F72">
        <w:rPr>
          <w:sz w:val="32"/>
        </w:rPr>
        <w:sym w:font="Wingdings" w:char="F06F"/>
      </w:r>
      <w:r w:rsidR="00561F72">
        <w:rPr>
          <w:sz w:val="32"/>
        </w:rPr>
        <w:tab/>
      </w:r>
      <w:r w:rsidR="00561F72" w:rsidRPr="00761A66">
        <w:t>1</w:t>
      </w:r>
      <w:r w:rsidR="008E4CBC">
        <w:t xml:space="preserve"> time</w:t>
      </w:r>
    </w:p>
    <w:p w:rsidR="00561F72" w:rsidRPr="00761A66" w:rsidRDefault="00392F2F" w:rsidP="005F2455">
      <w:pPr>
        <w:pStyle w:val="A1-Answer"/>
        <w:tabs>
          <w:tab w:val="clear" w:pos="936"/>
          <w:tab w:val="left" w:pos="810"/>
          <w:tab w:val="left" w:pos="1014"/>
        </w:tabs>
        <w:ind w:left="1584"/>
      </w:pPr>
      <w:r w:rsidRPr="00392F2F">
        <w:rPr>
          <w:rStyle w:val="StyleA1-Answer10pt1Char"/>
          <w:sz w:val="20"/>
        </w:rPr>
        <w:t>2</w:t>
      </w:r>
      <w:r w:rsidR="00561F72">
        <w:rPr>
          <w:sz w:val="32"/>
        </w:rPr>
        <w:sym w:font="Wingdings" w:char="F06F"/>
      </w:r>
      <w:r w:rsidR="00561F72">
        <w:rPr>
          <w:sz w:val="32"/>
        </w:rPr>
        <w:tab/>
      </w:r>
      <w:r w:rsidR="00561F72" w:rsidRPr="00761A66">
        <w:t>2</w:t>
      </w:r>
    </w:p>
    <w:p w:rsidR="00561F72" w:rsidRPr="00761A66" w:rsidRDefault="00392F2F" w:rsidP="005F2455">
      <w:pPr>
        <w:pStyle w:val="A1-Answer"/>
        <w:tabs>
          <w:tab w:val="clear" w:pos="936"/>
          <w:tab w:val="left" w:pos="810"/>
          <w:tab w:val="left" w:pos="1014"/>
        </w:tabs>
        <w:ind w:left="1584"/>
      </w:pPr>
      <w:r w:rsidRPr="00392F2F">
        <w:rPr>
          <w:rStyle w:val="StyleA1-Answer10pt1Char"/>
          <w:sz w:val="20"/>
        </w:rPr>
        <w:t>3</w:t>
      </w:r>
      <w:r w:rsidR="00561F72">
        <w:rPr>
          <w:sz w:val="32"/>
        </w:rPr>
        <w:sym w:font="Wingdings" w:char="F06F"/>
      </w:r>
      <w:r w:rsidR="00561F72">
        <w:rPr>
          <w:sz w:val="32"/>
        </w:rPr>
        <w:tab/>
      </w:r>
      <w:r w:rsidR="00561F72" w:rsidRPr="00761A66">
        <w:t>3</w:t>
      </w:r>
    </w:p>
    <w:p w:rsidR="00561F72" w:rsidRPr="00761A66" w:rsidRDefault="00392F2F" w:rsidP="005F2455">
      <w:pPr>
        <w:pStyle w:val="A1-Answer"/>
        <w:tabs>
          <w:tab w:val="clear" w:pos="936"/>
          <w:tab w:val="left" w:pos="810"/>
          <w:tab w:val="left" w:pos="1014"/>
        </w:tabs>
        <w:ind w:left="1584"/>
      </w:pPr>
      <w:r w:rsidRPr="00392F2F">
        <w:rPr>
          <w:rStyle w:val="StyleA1-Answer10pt1Char"/>
          <w:sz w:val="20"/>
        </w:rPr>
        <w:t>4</w:t>
      </w:r>
      <w:r w:rsidR="00561F72">
        <w:rPr>
          <w:sz w:val="32"/>
        </w:rPr>
        <w:sym w:font="Wingdings" w:char="F06F"/>
      </w:r>
      <w:r w:rsidR="00561F72">
        <w:rPr>
          <w:sz w:val="32"/>
        </w:rPr>
        <w:tab/>
      </w:r>
      <w:r w:rsidR="00561F72" w:rsidRPr="00761A66">
        <w:t>4</w:t>
      </w:r>
    </w:p>
    <w:p w:rsidR="00561F72" w:rsidRPr="00761A66" w:rsidRDefault="00392F2F" w:rsidP="005F2455">
      <w:pPr>
        <w:pStyle w:val="A1-Answer"/>
        <w:tabs>
          <w:tab w:val="clear" w:pos="936"/>
          <w:tab w:val="left" w:pos="810"/>
          <w:tab w:val="left" w:pos="1014"/>
        </w:tabs>
        <w:ind w:left="1584"/>
      </w:pPr>
      <w:r w:rsidRPr="00392F2F">
        <w:rPr>
          <w:rStyle w:val="StyleA1-Answer10pt1Char"/>
          <w:sz w:val="20"/>
        </w:rPr>
        <w:t>5</w:t>
      </w:r>
      <w:r w:rsidR="00561F72">
        <w:rPr>
          <w:sz w:val="32"/>
        </w:rPr>
        <w:sym w:font="Wingdings" w:char="F06F"/>
      </w:r>
      <w:r w:rsidR="00561F72">
        <w:rPr>
          <w:sz w:val="32"/>
        </w:rPr>
        <w:tab/>
      </w:r>
      <w:r w:rsidR="00561F72" w:rsidRPr="00761A66">
        <w:t>5 to 9</w:t>
      </w:r>
    </w:p>
    <w:p w:rsidR="00561F72" w:rsidRPr="00761A66" w:rsidRDefault="00392F2F" w:rsidP="005F2455">
      <w:pPr>
        <w:pStyle w:val="A1-Answer"/>
        <w:tabs>
          <w:tab w:val="clear" w:pos="936"/>
          <w:tab w:val="left" w:pos="810"/>
          <w:tab w:val="left" w:pos="1014"/>
        </w:tabs>
        <w:ind w:left="1584"/>
      </w:pPr>
      <w:r w:rsidRPr="00392F2F">
        <w:rPr>
          <w:rStyle w:val="StyleA1-Answer10pt1Char"/>
          <w:sz w:val="20"/>
        </w:rPr>
        <w:t>6</w:t>
      </w:r>
      <w:r w:rsidR="00561F72">
        <w:rPr>
          <w:sz w:val="32"/>
        </w:rPr>
        <w:sym w:font="Wingdings" w:char="F06F"/>
      </w:r>
      <w:r w:rsidR="00561F72">
        <w:rPr>
          <w:sz w:val="32"/>
        </w:rPr>
        <w:tab/>
      </w:r>
      <w:r w:rsidR="00561F72" w:rsidRPr="00761A66">
        <w:t>10 or more</w:t>
      </w:r>
      <w:r w:rsidR="008E4CBC">
        <w:t xml:space="preserve"> times</w:t>
      </w:r>
    </w:p>
    <w:p w:rsidR="00832F5A" w:rsidRDefault="00561F72" w:rsidP="0093247D">
      <w:pPr>
        <w:pStyle w:val="Question"/>
        <w:tabs>
          <w:tab w:val="left" w:pos="936"/>
        </w:tabs>
        <w:ind w:left="360" w:hanging="360"/>
        <w:rPr>
          <w:szCs w:val="20"/>
        </w:rPr>
      </w:pPr>
      <w:r w:rsidRPr="005F2455">
        <w:t>8.</w:t>
      </w:r>
      <w:r w:rsidRPr="005F2455">
        <w:tab/>
        <w:t xml:space="preserve">In the last 6 months, </w:t>
      </w:r>
      <w:r w:rsidR="00BA50AC" w:rsidRPr="00B646BA">
        <w:rPr>
          <w:szCs w:val="20"/>
        </w:rPr>
        <w:t xml:space="preserve">did you and </w:t>
      </w:r>
      <w:r w:rsidR="00BA50AC">
        <w:rPr>
          <w:szCs w:val="20"/>
        </w:rPr>
        <w:t>your child’s</w:t>
      </w:r>
      <w:r w:rsidR="00BA50AC" w:rsidRPr="00B646BA">
        <w:rPr>
          <w:szCs w:val="20"/>
        </w:rPr>
        <w:t xml:space="preserve"> doctor or other health provider talk about specific things you could do to prevent illness</w:t>
      </w:r>
      <w:r w:rsidR="00267E86">
        <w:rPr>
          <w:szCs w:val="20"/>
        </w:rPr>
        <w:t xml:space="preserve"> in your child</w:t>
      </w:r>
      <w:r w:rsidR="00BA50AC" w:rsidRPr="00B646BA">
        <w:rPr>
          <w:szCs w:val="20"/>
        </w:rPr>
        <w:t>?</w:t>
      </w:r>
    </w:p>
    <w:p w:rsidR="00561F72" w:rsidRPr="00832F5A" w:rsidRDefault="00392F2F" w:rsidP="00AB0307">
      <w:pPr>
        <w:pStyle w:val="Question"/>
        <w:tabs>
          <w:tab w:val="clear" w:pos="446"/>
          <w:tab w:val="left" w:pos="810"/>
        </w:tabs>
        <w:spacing w:before="0"/>
        <w:ind w:left="360" w:firstLine="0"/>
        <w:rPr>
          <w:b w:val="0"/>
        </w:rPr>
      </w:pPr>
      <w:r w:rsidRPr="00832F5A">
        <w:rPr>
          <w:rStyle w:val="StyleA1-Answer10pt1Char"/>
          <w:b w:val="0"/>
          <w:sz w:val="20"/>
        </w:rPr>
        <w:t>1</w:t>
      </w:r>
      <w:r w:rsidR="00561F72" w:rsidRPr="00832F5A">
        <w:rPr>
          <w:b w:val="0"/>
          <w:sz w:val="32"/>
        </w:rPr>
        <w:sym w:font="Wingdings" w:char="F06F"/>
      </w:r>
      <w:r w:rsidR="00AB0307">
        <w:rPr>
          <w:b w:val="0"/>
          <w:sz w:val="32"/>
        </w:rPr>
        <w:tab/>
      </w:r>
      <w:r w:rsidR="00BA50AC" w:rsidRPr="00832F5A">
        <w:rPr>
          <w:b w:val="0"/>
        </w:rPr>
        <w:t>Yes</w:t>
      </w:r>
    </w:p>
    <w:p w:rsidR="00561F72" w:rsidRPr="005F2455" w:rsidRDefault="00392F2F" w:rsidP="005F2455">
      <w:pPr>
        <w:pStyle w:val="A1-Answer"/>
        <w:tabs>
          <w:tab w:val="clear" w:pos="936"/>
          <w:tab w:val="left" w:pos="810"/>
          <w:tab w:val="left" w:pos="1014"/>
        </w:tabs>
        <w:ind w:left="1584"/>
      </w:pPr>
      <w:r w:rsidRPr="00392F2F">
        <w:rPr>
          <w:rStyle w:val="StyleA1-Answer10pt1Char"/>
          <w:sz w:val="20"/>
        </w:rPr>
        <w:t>2</w:t>
      </w:r>
      <w:r w:rsidR="00561F72">
        <w:rPr>
          <w:sz w:val="32"/>
        </w:rPr>
        <w:sym w:font="Wingdings" w:char="F06F"/>
      </w:r>
      <w:r w:rsidR="00561F72">
        <w:rPr>
          <w:sz w:val="32"/>
        </w:rPr>
        <w:tab/>
      </w:r>
      <w:r w:rsidR="00BA50AC">
        <w:t>No</w:t>
      </w:r>
    </w:p>
    <w:p w:rsidR="005F2455" w:rsidRDefault="005F2455" w:rsidP="005F2455">
      <w:pPr>
        <w:pStyle w:val="A1-Answer"/>
        <w:tabs>
          <w:tab w:val="clear" w:pos="936"/>
          <w:tab w:val="left" w:pos="810"/>
          <w:tab w:val="left" w:pos="1014"/>
        </w:tabs>
        <w:ind w:left="1584"/>
      </w:pPr>
    </w:p>
    <w:p w:rsidR="005F2455" w:rsidRDefault="005F2455" w:rsidP="005F2455">
      <w:pPr>
        <w:pStyle w:val="A1-Answer"/>
        <w:tabs>
          <w:tab w:val="clear" w:pos="936"/>
          <w:tab w:val="left" w:pos="810"/>
          <w:tab w:val="left" w:pos="1014"/>
        </w:tabs>
        <w:ind w:left="1584"/>
      </w:pPr>
    </w:p>
    <w:p w:rsidR="005F2455" w:rsidRDefault="005F2455" w:rsidP="005F2455">
      <w:pPr>
        <w:pStyle w:val="A1-Answer"/>
        <w:tabs>
          <w:tab w:val="clear" w:pos="936"/>
          <w:tab w:val="left" w:pos="810"/>
          <w:tab w:val="left" w:pos="1014"/>
        </w:tabs>
        <w:ind w:left="1584"/>
      </w:pPr>
    </w:p>
    <w:p w:rsidR="005F2455" w:rsidRDefault="005F2455" w:rsidP="005F2455">
      <w:pPr>
        <w:pStyle w:val="A1-Answer"/>
        <w:tabs>
          <w:tab w:val="clear" w:pos="936"/>
          <w:tab w:val="left" w:pos="810"/>
          <w:tab w:val="left" w:pos="1014"/>
        </w:tabs>
        <w:ind w:left="1584"/>
      </w:pPr>
    </w:p>
    <w:p w:rsidR="008E0B30" w:rsidRDefault="008E0B30" w:rsidP="005F2455">
      <w:pPr>
        <w:pStyle w:val="A1-Answer"/>
        <w:tabs>
          <w:tab w:val="clear" w:pos="936"/>
          <w:tab w:val="left" w:pos="810"/>
          <w:tab w:val="left" w:pos="1014"/>
        </w:tabs>
        <w:ind w:left="1584"/>
      </w:pPr>
    </w:p>
    <w:p w:rsidR="005F2455" w:rsidRDefault="005F2455" w:rsidP="005F2455">
      <w:pPr>
        <w:pStyle w:val="A1-Answer"/>
        <w:tabs>
          <w:tab w:val="clear" w:pos="936"/>
          <w:tab w:val="left" w:pos="810"/>
          <w:tab w:val="left" w:pos="1014"/>
        </w:tabs>
        <w:ind w:left="1584"/>
      </w:pPr>
    </w:p>
    <w:p w:rsidR="005F2455" w:rsidRDefault="005F2455" w:rsidP="005F2455">
      <w:pPr>
        <w:pStyle w:val="A1-Answer"/>
        <w:tabs>
          <w:tab w:val="clear" w:pos="936"/>
          <w:tab w:val="left" w:pos="810"/>
          <w:tab w:val="left" w:pos="1014"/>
        </w:tabs>
        <w:ind w:left="1584"/>
      </w:pPr>
    </w:p>
    <w:p w:rsidR="005F2455" w:rsidRDefault="005F2455" w:rsidP="005F2455">
      <w:pPr>
        <w:pStyle w:val="A1-Answer"/>
        <w:tabs>
          <w:tab w:val="clear" w:pos="936"/>
          <w:tab w:val="left" w:pos="810"/>
          <w:tab w:val="left" w:pos="1014"/>
        </w:tabs>
        <w:ind w:left="1584"/>
      </w:pPr>
    </w:p>
    <w:p w:rsidR="005F2455" w:rsidRDefault="005F2455" w:rsidP="005F2455">
      <w:pPr>
        <w:pStyle w:val="A1-Answer"/>
        <w:tabs>
          <w:tab w:val="clear" w:pos="936"/>
          <w:tab w:val="left" w:pos="810"/>
          <w:tab w:val="left" w:pos="1014"/>
        </w:tabs>
        <w:ind w:left="1584"/>
      </w:pPr>
    </w:p>
    <w:p w:rsidR="00561F72" w:rsidRPr="005F2455" w:rsidRDefault="005F2455" w:rsidP="0093247D">
      <w:pPr>
        <w:pStyle w:val="Q1"/>
        <w:tabs>
          <w:tab w:val="clear" w:pos="576"/>
        </w:tabs>
        <w:spacing w:after="0"/>
        <w:ind w:left="360" w:hanging="360"/>
      </w:pPr>
      <w:r>
        <w:br w:type="column"/>
      </w:r>
      <w:r w:rsidR="00561F72" w:rsidRPr="005F2455">
        <w:lastRenderedPageBreak/>
        <w:t>9.</w:t>
      </w:r>
      <w:r w:rsidR="00561F72" w:rsidRPr="005F2455">
        <w:tab/>
        <w:t>In the last 6 months, how often did you have your questions answered by your child’s doctors or other health providers?</w:t>
      </w:r>
    </w:p>
    <w:p w:rsidR="00561F72" w:rsidRPr="005F2455" w:rsidRDefault="00392F2F" w:rsidP="005F2455">
      <w:pPr>
        <w:pStyle w:val="A1-Answer"/>
        <w:tabs>
          <w:tab w:val="clear" w:pos="936"/>
          <w:tab w:val="left" w:pos="810"/>
          <w:tab w:val="left" w:pos="1014"/>
        </w:tabs>
        <w:ind w:left="1685" w:hanging="1325"/>
      </w:pPr>
      <w:r w:rsidRPr="00392F2F">
        <w:rPr>
          <w:rStyle w:val="StyleA1-Answer10pt1Char"/>
          <w:sz w:val="20"/>
        </w:rPr>
        <w:t>1</w:t>
      </w:r>
      <w:r w:rsidR="00561F72" w:rsidRPr="00F27C93">
        <w:rPr>
          <w:sz w:val="32"/>
        </w:rPr>
        <w:sym w:font="Wingdings" w:char="F06F"/>
      </w:r>
      <w:r w:rsidR="00561F72" w:rsidRPr="00F27C93">
        <w:tab/>
      </w:r>
      <w:r w:rsidR="00561F72" w:rsidRPr="005F2455">
        <w:t>Never</w:t>
      </w:r>
    </w:p>
    <w:p w:rsidR="00561F72" w:rsidRPr="005F2455" w:rsidRDefault="00392F2F" w:rsidP="005F2455">
      <w:pPr>
        <w:pStyle w:val="A1-Answer"/>
        <w:tabs>
          <w:tab w:val="clear" w:pos="936"/>
          <w:tab w:val="left" w:pos="810"/>
          <w:tab w:val="left" w:pos="1014"/>
        </w:tabs>
        <w:ind w:left="1685" w:hanging="1325"/>
      </w:pPr>
      <w:r w:rsidRPr="00392F2F">
        <w:rPr>
          <w:rStyle w:val="StyleA1-Answer10pt1Char"/>
          <w:sz w:val="20"/>
        </w:rPr>
        <w:t>2</w:t>
      </w:r>
      <w:r w:rsidR="00561F72" w:rsidRPr="00F27C93">
        <w:rPr>
          <w:sz w:val="32"/>
        </w:rPr>
        <w:sym w:font="Wingdings" w:char="F06F"/>
      </w:r>
      <w:r w:rsidR="00561F72" w:rsidRPr="00F27C93">
        <w:tab/>
      </w:r>
      <w:r w:rsidR="00561F72" w:rsidRPr="005F2455">
        <w:t>Sometimes</w:t>
      </w:r>
    </w:p>
    <w:p w:rsidR="00561F72" w:rsidRPr="00F27C93" w:rsidRDefault="00392F2F" w:rsidP="005F2455">
      <w:pPr>
        <w:pStyle w:val="A1-Answer"/>
        <w:tabs>
          <w:tab w:val="clear" w:pos="936"/>
          <w:tab w:val="left" w:pos="810"/>
          <w:tab w:val="left" w:pos="1014"/>
        </w:tabs>
        <w:ind w:left="1685" w:hanging="1325"/>
      </w:pPr>
      <w:r w:rsidRPr="00392F2F">
        <w:rPr>
          <w:rStyle w:val="StyleA1-Answer10pt1Char"/>
          <w:sz w:val="20"/>
        </w:rPr>
        <w:t>3</w:t>
      </w:r>
      <w:r w:rsidR="00561F72" w:rsidRPr="00F27C93">
        <w:rPr>
          <w:sz w:val="32"/>
        </w:rPr>
        <w:sym w:font="Wingdings" w:char="F06F"/>
      </w:r>
      <w:r w:rsidR="00561F72" w:rsidRPr="00F27C93">
        <w:tab/>
      </w:r>
      <w:r w:rsidR="00561F72" w:rsidRPr="005F2455">
        <w:t>Usually</w:t>
      </w:r>
    </w:p>
    <w:p w:rsidR="00561F72" w:rsidRPr="005F2455" w:rsidRDefault="00392F2F" w:rsidP="005F2455">
      <w:pPr>
        <w:pStyle w:val="A1-Answer"/>
        <w:tabs>
          <w:tab w:val="clear" w:pos="936"/>
          <w:tab w:val="left" w:pos="810"/>
          <w:tab w:val="left" w:pos="1014"/>
        </w:tabs>
        <w:ind w:left="1685" w:hanging="1325"/>
      </w:pPr>
      <w:r w:rsidRPr="00392F2F">
        <w:rPr>
          <w:rStyle w:val="StyleA1-Answer10pt1Char"/>
          <w:sz w:val="20"/>
        </w:rPr>
        <w:t>4</w:t>
      </w:r>
      <w:r w:rsidR="00561F72" w:rsidRPr="00F27C93">
        <w:rPr>
          <w:sz w:val="32"/>
        </w:rPr>
        <w:sym w:font="Wingdings" w:char="F06F"/>
      </w:r>
      <w:r w:rsidR="00561F72" w:rsidRPr="00F27C93">
        <w:tab/>
      </w:r>
      <w:r w:rsidR="00561F72" w:rsidRPr="005F2455">
        <w:t>Always</w:t>
      </w:r>
    </w:p>
    <w:p w:rsidR="00832F5A" w:rsidRDefault="00561F72" w:rsidP="00210714">
      <w:pPr>
        <w:pStyle w:val="Question"/>
        <w:widowControl/>
        <w:tabs>
          <w:tab w:val="clear" w:pos="446"/>
          <w:tab w:val="left" w:pos="936"/>
        </w:tabs>
        <w:spacing w:line="240" w:lineRule="atLeast"/>
        <w:ind w:left="450" w:hanging="450"/>
        <w:rPr>
          <w:szCs w:val="20"/>
        </w:rPr>
      </w:pPr>
      <w:r w:rsidRPr="00EF2F23">
        <w:t>10.</w:t>
      </w:r>
      <w:r w:rsidRPr="00EF2F23">
        <w:tab/>
      </w:r>
      <w:r w:rsidR="00BA50AC" w:rsidRPr="00B646BA">
        <w:rPr>
          <w:szCs w:val="20"/>
        </w:rPr>
        <w:t xml:space="preserve">In the last </w:t>
      </w:r>
      <w:r w:rsidR="00BA50AC">
        <w:rPr>
          <w:szCs w:val="20"/>
        </w:rPr>
        <w:t>6</w:t>
      </w:r>
      <w:r w:rsidR="00BA50AC" w:rsidRPr="00B646BA">
        <w:rPr>
          <w:szCs w:val="20"/>
        </w:rPr>
        <w:t xml:space="preserve"> months, did you and </w:t>
      </w:r>
      <w:r w:rsidR="00BA50AC">
        <w:rPr>
          <w:szCs w:val="20"/>
        </w:rPr>
        <w:t>your child’s</w:t>
      </w:r>
      <w:r w:rsidR="00BA50AC" w:rsidRPr="00B646BA">
        <w:rPr>
          <w:szCs w:val="20"/>
        </w:rPr>
        <w:t xml:space="preserve"> doctor or other health provider talk about starting or stopping a prescription medicine</w:t>
      </w:r>
      <w:r w:rsidR="00935D59">
        <w:rPr>
          <w:szCs w:val="20"/>
        </w:rPr>
        <w:t xml:space="preserve"> for your child</w:t>
      </w:r>
      <w:r w:rsidR="00BA50AC" w:rsidRPr="00B646BA">
        <w:rPr>
          <w:szCs w:val="20"/>
        </w:rPr>
        <w:t>?</w:t>
      </w:r>
    </w:p>
    <w:p w:rsidR="00561F72" w:rsidRPr="00EF2F23" w:rsidRDefault="00392F2F" w:rsidP="00B37F4D">
      <w:pPr>
        <w:pStyle w:val="Question"/>
        <w:tabs>
          <w:tab w:val="left" w:pos="900"/>
        </w:tabs>
        <w:spacing w:before="0"/>
        <w:ind w:firstLine="4"/>
      </w:pPr>
      <w:r w:rsidRPr="00392F2F">
        <w:rPr>
          <w:rStyle w:val="StyleA1-Answer10pt1Char"/>
          <w:sz w:val="20"/>
        </w:rPr>
        <w:t>1</w:t>
      </w:r>
      <w:r w:rsidR="00561F72" w:rsidRPr="00832F5A">
        <w:rPr>
          <w:b w:val="0"/>
          <w:sz w:val="32"/>
        </w:rPr>
        <w:sym w:font="Wingdings" w:char="F06F"/>
      </w:r>
      <w:r w:rsidR="00561F72" w:rsidRPr="00832F5A">
        <w:rPr>
          <w:b w:val="0"/>
        </w:rPr>
        <w:tab/>
        <w:t>Yes</w:t>
      </w:r>
    </w:p>
    <w:p w:rsidR="00561F72" w:rsidRDefault="00392F2F" w:rsidP="00B37F4D">
      <w:pPr>
        <w:pStyle w:val="A1-Answer"/>
        <w:tabs>
          <w:tab w:val="clear" w:pos="936"/>
          <w:tab w:val="clear" w:pos="1440"/>
          <w:tab w:val="left" w:pos="900"/>
          <w:tab w:val="left" w:pos="1014"/>
          <w:tab w:val="left" w:pos="1260"/>
        </w:tabs>
        <w:ind w:left="1530" w:hanging="1084"/>
        <w:rPr>
          <w:b/>
        </w:rPr>
      </w:pPr>
      <w:r w:rsidRPr="00392F2F">
        <w:rPr>
          <w:rStyle w:val="StyleA1-Answer10pt1Char"/>
          <w:sz w:val="20"/>
        </w:rPr>
        <w:t>2</w:t>
      </w:r>
      <w:r w:rsidR="00561F72" w:rsidRPr="00E81E11">
        <w:rPr>
          <w:sz w:val="32"/>
        </w:rPr>
        <w:sym w:font="Wingdings" w:char="F06F"/>
      </w:r>
      <w:r w:rsidR="00561F72" w:rsidRPr="00E81E11">
        <w:tab/>
      </w:r>
      <w:r w:rsidR="00561F72" w:rsidRPr="00EF2F23">
        <w:t>No</w:t>
      </w:r>
      <w:r w:rsidR="00561F72" w:rsidRPr="00EF2F23">
        <w:tab/>
      </w:r>
      <w:r w:rsidR="00561F72" w:rsidRPr="00EF2F23">
        <w:rPr>
          <w:b/>
        </w:rPr>
        <w:sym w:font="Wingdings" w:char="F0E8"/>
      </w:r>
      <w:r w:rsidR="00561F72" w:rsidRPr="00EF2F23">
        <w:rPr>
          <w:b/>
        </w:rPr>
        <w:tab/>
        <w:t>If No, Go to Question 1</w:t>
      </w:r>
      <w:r w:rsidR="00C705D9">
        <w:rPr>
          <w:b/>
        </w:rPr>
        <w:t>4</w:t>
      </w:r>
    </w:p>
    <w:p w:rsidR="00561F72" w:rsidRPr="00AF3151" w:rsidRDefault="00561F72" w:rsidP="0093247D">
      <w:pPr>
        <w:pStyle w:val="Question"/>
      </w:pPr>
      <w:r w:rsidRPr="00AF3151">
        <w:t>11.</w:t>
      </w:r>
      <w:r w:rsidRPr="00AF3151">
        <w:tab/>
      </w:r>
      <w:r w:rsidR="00BA50AC" w:rsidRPr="00B646BA">
        <w:rPr>
          <w:szCs w:val="20"/>
        </w:rPr>
        <w:t xml:space="preserve">When you talked about </w:t>
      </w:r>
      <w:r w:rsidR="00BA50AC">
        <w:rPr>
          <w:szCs w:val="20"/>
        </w:rPr>
        <w:t xml:space="preserve">your child </w:t>
      </w:r>
      <w:r w:rsidR="00BA50AC" w:rsidRPr="00B646BA">
        <w:rPr>
          <w:szCs w:val="20"/>
        </w:rPr>
        <w:t xml:space="preserve">starting or stopping a prescription medicine, how much did a doctor or other health provider talk about the reasons you might want </w:t>
      </w:r>
      <w:r w:rsidR="00BA50AC">
        <w:rPr>
          <w:szCs w:val="20"/>
        </w:rPr>
        <w:t xml:space="preserve">your child </w:t>
      </w:r>
      <w:r w:rsidR="00BA50AC" w:rsidRPr="00B646BA">
        <w:rPr>
          <w:szCs w:val="20"/>
        </w:rPr>
        <w:t>to take a medicine?</w:t>
      </w:r>
    </w:p>
    <w:p w:rsidR="00561F72" w:rsidRPr="00AF3151" w:rsidRDefault="00392F2F" w:rsidP="00B37F4D">
      <w:pPr>
        <w:pStyle w:val="StyleAnswerLeft031Hanging092LinespacingAtlea"/>
        <w:tabs>
          <w:tab w:val="clear" w:pos="990"/>
          <w:tab w:val="left" w:pos="900"/>
        </w:tabs>
        <w:rPr>
          <w:szCs w:val="24"/>
        </w:rPr>
      </w:pPr>
      <w:r w:rsidRPr="00392F2F">
        <w:rPr>
          <w:vertAlign w:val="superscript"/>
        </w:rPr>
        <w:t>1</w:t>
      </w:r>
      <w:r w:rsidR="00561F72" w:rsidRPr="003A1AAF">
        <w:rPr>
          <w:sz w:val="32"/>
          <w:szCs w:val="32"/>
        </w:rPr>
        <w:sym w:font="Wingdings" w:char="F06F"/>
      </w:r>
      <w:r w:rsidR="00561F72" w:rsidRPr="003A1AAF">
        <w:tab/>
      </w:r>
      <w:r w:rsidR="00BA50AC">
        <w:rPr>
          <w:szCs w:val="24"/>
        </w:rPr>
        <w:t>Not at all</w:t>
      </w:r>
    </w:p>
    <w:p w:rsidR="00561F72" w:rsidRPr="00AF3151" w:rsidRDefault="00392F2F" w:rsidP="00B37F4D">
      <w:pPr>
        <w:pStyle w:val="StyleAnswerLeft031Hanging092LinespacingAtlea"/>
        <w:tabs>
          <w:tab w:val="clear" w:pos="990"/>
          <w:tab w:val="left" w:pos="900"/>
        </w:tabs>
        <w:rPr>
          <w:szCs w:val="24"/>
        </w:rPr>
      </w:pPr>
      <w:r w:rsidRPr="00392F2F">
        <w:rPr>
          <w:vertAlign w:val="superscript"/>
        </w:rPr>
        <w:t>2</w:t>
      </w:r>
      <w:r w:rsidR="00561F72" w:rsidRPr="003A1AAF">
        <w:rPr>
          <w:sz w:val="32"/>
          <w:szCs w:val="32"/>
        </w:rPr>
        <w:sym w:font="Wingdings" w:char="F06F"/>
      </w:r>
      <w:r w:rsidR="00561F72" w:rsidRPr="003A1AAF">
        <w:tab/>
      </w:r>
      <w:r w:rsidR="00BA50AC">
        <w:rPr>
          <w:szCs w:val="24"/>
        </w:rPr>
        <w:t>A little</w:t>
      </w:r>
    </w:p>
    <w:p w:rsidR="00561F72" w:rsidRPr="00AF3151" w:rsidRDefault="00392F2F" w:rsidP="00B37F4D">
      <w:pPr>
        <w:pStyle w:val="StyleAnswerLeft031Hanging092LinespacingAtlea"/>
        <w:tabs>
          <w:tab w:val="clear" w:pos="990"/>
          <w:tab w:val="left" w:pos="900"/>
        </w:tabs>
        <w:rPr>
          <w:szCs w:val="24"/>
        </w:rPr>
      </w:pPr>
      <w:r w:rsidRPr="00392F2F">
        <w:rPr>
          <w:vertAlign w:val="superscript"/>
        </w:rPr>
        <w:t>3</w:t>
      </w:r>
      <w:r w:rsidR="00561F72" w:rsidRPr="003A1AAF">
        <w:rPr>
          <w:sz w:val="32"/>
          <w:szCs w:val="32"/>
        </w:rPr>
        <w:sym w:font="Wingdings" w:char="F06F"/>
      </w:r>
      <w:r w:rsidR="00561F72" w:rsidRPr="003A1AAF">
        <w:tab/>
      </w:r>
      <w:r w:rsidR="00BA50AC">
        <w:rPr>
          <w:szCs w:val="24"/>
        </w:rPr>
        <w:t>Some</w:t>
      </w:r>
    </w:p>
    <w:p w:rsidR="00561F72" w:rsidRDefault="00392F2F" w:rsidP="00B37F4D">
      <w:pPr>
        <w:pStyle w:val="StyleAnswerLeft031Hanging092LinespacingAtlea"/>
        <w:tabs>
          <w:tab w:val="clear" w:pos="990"/>
          <w:tab w:val="left" w:pos="900"/>
        </w:tabs>
        <w:rPr>
          <w:szCs w:val="24"/>
        </w:rPr>
      </w:pPr>
      <w:r w:rsidRPr="00392F2F">
        <w:rPr>
          <w:vertAlign w:val="superscript"/>
        </w:rPr>
        <w:t>4</w:t>
      </w:r>
      <w:r w:rsidR="00561F72" w:rsidRPr="003A1AAF">
        <w:rPr>
          <w:sz w:val="32"/>
          <w:szCs w:val="32"/>
        </w:rPr>
        <w:sym w:font="Wingdings" w:char="F06F"/>
      </w:r>
      <w:r w:rsidR="00561F72" w:rsidRPr="003A1AAF">
        <w:tab/>
      </w:r>
      <w:r w:rsidR="00BA50AC">
        <w:rPr>
          <w:szCs w:val="24"/>
        </w:rPr>
        <w:t>A lot</w:t>
      </w:r>
    </w:p>
    <w:p w:rsidR="00BA50AC" w:rsidRPr="00832F5A" w:rsidRDefault="00BA50AC" w:rsidP="004F5C4F">
      <w:pPr>
        <w:pStyle w:val="StyleAnswerLeft031Hanging092LinespacingAtlea"/>
        <w:spacing w:before="240"/>
        <w:ind w:left="450" w:hanging="450"/>
        <w:rPr>
          <w:b/>
        </w:rPr>
      </w:pPr>
      <w:r w:rsidRPr="00832F5A">
        <w:rPr>
          <w:b/>
          <w:szCs w:val="24"/>
        </w:rPr>
        <w:t>1</w:t>
      </w:r>
      <w:r w:rsidR="001A1454" w:rsidRPr="00832F5A">
        <w:rPr>
          <w:b/>
          <w:szCs w:val="24"/>
        </w:rPr>
        <w:t>2</w:t>
      </w:r>
      <w:r w:rsidR="004F5C4F">
        <w:rPr>
          <w:b/>
          <w:szCs w:val="24"/>
        </w:rPr>
        <w:t>.</w:t>
      </w:r>
      <w:r w:rsidR="004F5C4F">
        <w:rPr>
          <w:b/>
          <w:szCs w:val="24"/>
        </w:rPr>
        <w:tab/>
      </w:r>
      <w:r w:rsidRPr="00832F5A">
        <w:rPr>
          <w:b/>
        </w:rPr>
        <w:t xml:space="preserve">When you talked about your child starting or stopping a prescription medicine, how much did a doctor or other health provider talk about the reasons you might </w:t>
      </w:r>
      <w:r w:rsidRPr="00832F5A">
        <w:rPr>
          <w:b/>
          <w:u w:val="single"/>
        </w:rPr>
        <w:t>not</w:t>
      </w:r>
      <w:r w:rsidRPr="00832F5A">
        <w:rPr>
          <w:b/>
        </w:rPr>
        <w:t xml:space="preserve"> want your child to take a medicine?</w:t>
      </w:r>
    </w:p>
    <w:p w:rsidR="00BA50AC" w:rsidRPr="00AF3151" w:rsidRDefault="00BA50AC" w:rsidP="00B37F4D">
      <w:pPr>
        <w:pStyle w:val="StyleAnswerLeft031Hanging092LinespacingAtlea"/>
        <w:tabs>
          <w:tab w:val="left" w:pos="900"/>
        </w:tabs>
        <w:rPr>
          <w:szCs w:val="24"/>
        </w:rPr>
      </w:pPr>
      <w:r w:rsidRPr="00392F2F">
        <w:rPr>
          <w:vertAlign w:val="superscript"/>
        </w:rPr>
        <w:t>1</w:t>
      </w:r>
      <w:r w:rsidRPr="003A1AAF">
        <w:rPr>
          <w:sz w:val="32"/>
          <w:szCs w:val="32"/>
        </w:rPr>
        <w:sym w:font="Wingdings" w:char="F06F"/>
      </w:r>
      <w:r w:rsidRPr="003A1AAF">
        <w:tab/>
      </w:r>
      <w:r>
        <w:rPr>
          <w:szCs w:val="24"/>
        </w:rPr>
        <w:t>Not at all</w:t>
      </w:r>
    </w:p>
    <w:p w:rsidR="00BA50AC" w:rsidRPr="00AF3151" w:rsidRDefault="00BA50AC" w:rsidP="00B37F4D">
      <w:pPr>
        <w:pStyle w:val="StyleAnswerLeft031Hanging092LinespacingAtlea"/>
        <w:tabs>
          <w:tab w:val="left" w:pos="900"/>
        </w:tabs>
        <w:rPr>
          <w:szCs w:val="24"/>
        </w:rPr>
      </w:pPr>
      <w:r w:rsidRPr="00392F2F">
        <w:rPr>
          <w:vertAlign w:val="superscript"/>
        </w:rPr>
        <w:t>2</w:t>
      </w:r>
      <w:r w:rsidRPr="003A1AAF">
        <w:rPr>
          <w:sz w:val="32"/>
          <w:szCs w:val="32"/>
        </w:rPr>
        <w:sym w:font="Wingdings" w:char="F06F"/>
      </w:r>
      <w:r w:rsidRPr="003A1AAF">
        <w:tab/>
      </w:r>
      <w:r>
        <w:rPr>
          <w:szCs w:val="24"/>
        </w:rPr>
        <w:t>A little</w:t>
      </w:r>
    </w:p>
    <w:p w:rsidR="00BA50AC" w:rsidRPr="00AF3151" w:rsidRDefault="00BA50AC" w:rsidP="00B37F4D">
      <w:pPr>
        <w:pStyle w:val="StyleAnswerLeft031Hanging092LinespacingAtlea"/>
        <w:tabs>
          <w:tab w:val="left" w:pos="900"/>
        </w:tabs>
        <w:rPr>
          <w:szCs w:val="24"/>
        </w:rPr>
      </w:pPr>
      <w:r w:rsidRPr="00392F2F">
        <w:rPr>
          <w:vertAlign w:val="superscript"/>
        </w:rPr>
        <w:t>3</w:t>
      </w:r>
      <w:r w:rsidRPr="003A1AAF">
        <w:rPr>
          <w:sz w:val="32"/>
          <w:szCs w:val="32"/>
        </w:rPr>
        <w:sym w:font="Wingdings" w:char="F06F"/>
      </w:r>
      <w:r w:rsidRPr="003A1AAF">
        <w:tab/>
      </w:r>
      <w:r>
        <w:rPr>
          <w:szCs w:val="24"/>
        </w:rPr>
        <w:t>Some</w:t>
      </w:r>
    </w:p>
    <w:p w:rsidR="00BA50AC" w:rsidRDefault="00BA50AC" w:rsidP="00B37F4D">
      <w:pPr>
        <w:pStyle w:val="StyleAnswerLeft031Hanging092LinespacingAtlea"/>
        <w:tabs>
          <w:tab w:val="left" w:pos="900"/>
        </w:tabs>
        <w:rPr>
          <w:szCs w:val="24"/>
        </w:rPr>
      </w:pPr>
      <w:r w:rsidRPr="00392F2F">
        <w:rPr>
          <w:vertAlign w:val="superscript"/>
        </w:rPr>
        <w:t>4</w:t>
      </w:r>
      <w:r w:rsidRPr="003A1AAF">
        <w:rPr>
          <w:sz w:val="32"/>
          <w:szCs w:val="32"/>
        </w:rPr>
        <w:sym w:font="Wingdings" w:char="F06F"/>
      </w:r>
      <w:r w:rsidRPr="003A1AAF">
        <w:tab/>
      </w:r>
      <w:r>
        <w:rPr>
          <w:szCs w:val="24"/>
        </w:rPr>
        <w:t>A lot</w:t>
      </w:r>
    </w:p>
    <w:p w:rsidR="00BA50AC" w:rsidRDefault="00BA50AC" w:rsidP="00BA50AC">
      <w:pPr>
        <w:pStyle w:val="StyleAnswerLeft031Hanging092LinespacingAtlea"/>
        <w:ind w:left="0" w:firstLine="0"/>
        <w:rPr>
          <w:szCs w:val="24"/>
        </w:rPr>
      </w:pPr>
    </w:p>
    <w:p w:rsidR="00B37F4D" w:rsidRDefault="00B37F4D" w:rsidP="00BA50AC">
      <w:pPr>
        <w:pStyle w:val="StyleAnswerLeft031Hanging092LinespacingAtlea"/>
        <w:ind w:left="0" w:firstLine="0"/>
        <w:rPr>
          <w:szCs w:val="24"/>
        </w:rPr>
      </w:pPr>
    </w:p>
    <w:p w:rsidR="00B37F4D" w:rsidRDefault="00B37F4D" w:rsidP="00BA50AC">
      <w:pPr>
        <w:pStyle w:val="StyleAnswerLeft031Hanging092LinespacingAtlea"/>
        <w:ind w:left="0" w:firstLine="0"/>
        <w:rPr>
          <w:szCs w:val="24"/>
        </w:rPr>
      </w:pPr>
    </w:p>
    <w:p w:rsidR="00832F5A" w:rsidRDefault="00832F5A" w:rsidP="00BA50AC">
      <w:pPr>
        <w:pStyle w:val="StyleAnswerLeft031Hanging092LinespacingAtlea"/>
        <w:ind w:left="0" w:firstLine="0"/>
        <w:rPr>
          <w:szCs w:val="24"/>
        </w:rPr>
      </w:pPr>
    </w:p>
    <w:p w:rsidR="00832F5A" w:rsidRDefault="008E0B30" w:rsidP="00BB467A">
      <w:pPr>
        <w:pStyle w:val="Q1"/>
        <w:tabs>
          <w:tab w:val="clear" w:pos="576"/>
        </w:tabs>
        <w:spacing w:after="0"/>
        <w:ind w:left="450" w:hanging="450"/>
      </w:pPr>
      <w:r>
        <w:rPr>
          <w:szCs w:val="24"/>
        </w:rPr>
        <w:br w:type="column"/>
      </w:r>
      <w:r w:rsidR="00BA50AC">
        <w:lastRenderedPageBreak/>
        <w:t>1</w:t>
      </w:r>
      <w:r w:rsidR="001A1454">
        <w:t>3</w:t>
      </w:r>
      <w:r w:rsidR="00561F72" w:rsidRPr="00E81E11">
        <w:t>.</w:t>
      </w:r>
      <w:r w:rsidR="00561F72" w:rsidRPr="00E81E11">
        <w:tab/>
      </w:r>
      <w:r w:rsidR="009770E0">
        <w:t>When</w:t>
      </w:r>
      <w:r w:rsidR="00DA5E11" w:rsidRPr="00B646BA">
        <w:t xml:space="preserve"> you talked about </w:t>
      </w:r>
      <w:r w:rsidR="00DA5E11">
        <w:t xml:space="preserve">your child </w:t>
      </w:r>
      <w:r w:rsidR="00DA5E11" w:rsidRPr="00B646BA">
        <w:t>starting or stopping a prescription medicine, did a doctor or other health provider ask you what you thought was best for you</w:t>
      </w:r>
      <w:r w:rsidR="00DA5E11">
        <w:t>r child</w:t>
      </w:r>
      <w:r w:rsidR="00DA5E11" w:rsidRPr="00B646BA">
        <w:t>?</w:t>
      </w:r>
    </w:p>
    <w:p w:rsidR="00561F72" w:rsidRPr="00832F5A" w:rsidRDefault="00392F2F" w:rsidP="00B37F4D">
      <w:pPr>
        <w:pStyle w:val="Question"/>
        <w:tabs>
          <w:tab w:val="left" w:pos="936"/>
          <w:tab w:val="left" w:pos="3690"/>
        </w:tabs>
        <w:spacing w:before="0"/>
        <w:ind w:firstLine="4"/>
        <w:rPr>
          <w:b w:val="0"/>
        </w:rPr>
      </w:pPr>
      <w:r w:rsidRPr="00832F5A">
        <w:rPr>
          <w:b w:val="0"/>
          <w:vertAlign w:val="superscript"/>
        </w:rPr>
        <w:t>1</w:t>
      </w:r>
      <w:r w:rsidR="00561F72" w:rsidRPr="00832F5A">
        <w:rPr>
          <w:b w:val="0"/>
          <w:sz w:val="32"/>
          <w:szCs w:val="32"/>
        </w:rPr>
        <w:sym w:font="Wingdings" w:char="F06F"/>
      </w:r>
      <w:r w:rsidR="00561F72" w:rsidRPr="00832F5A">
        <w:rPr>
          <w:b w:val="0"/>
        </w:rPr>
        <w:tab/>
      </w:r>
      <w:r w:rsidR="00935D59" w:rsidRPr="00832F5A">
        <w:rPr>
          <w:b w:val="0"/>
        </w:rPr>
        <w:t>Yes</w:t>
      </w:r>
    </w:p>
    <w:p w:rsidR="00561F72" w:rsidRPr="003A1AAF" w:rsidRDefault="00392F2F" w:rsidP="00B37F4D">
      <w:pPr>
        <w:pStyle w:val="StyleAnswerLeft031Hanging092LinespacingAtlea"/>
        <w:tabs>
          <w:tab w:val="left" w:pos="936"/>
        </w:tabs>
      </w:pPr>
      <w:r w:rsidRPr="00392F2F">
        <w:rPr>
          <w:vertAlign w:val="superscript"/>
        </w:rPr>
        <w:t>2</w:t>
      </w:r>
      <w:r w:rsidR="00561F72" w:rsidRPr="003A1AAF">
        <w:rPr>
          <w:sz w:val="32"/>
          <w:szCs w:val="32"/>
        </w:rPr>
        <w:sym w:font="Wingdings" w:char="F06F"/>
      </w:r>
      <w:r w:rsidR="00561F72" w:rsidRPr="003A1AAF">
        <w:tab/>
      </w:r>
      <w:r w:rsidR="00935D59">
        <w:t>No</w:t>
      </w:r>
    </w:p>
    <w:p w:rsidR="00561F72" w:rsidRDefault="00BA50AC" w:rsidP="00BB467A">
      <w:pPr>
        <w:pStyle w:val="Question"/>
        <w:tabs>
          <w:tab w:val="left" w:pos="936"/>
        </w:tabs>
        <w:ind w:left="450" w:hanging="450"/>
      </w:pPr>
      <w:r>
        <w:t>1</w:t>
      </w:r>
      <w:r w:rsidR="001A1454">
        <w:t>4</w:t>
      </w:r>
      <w:r w:rsidR="00561F72">
        <w:t>.</w:t>
      </w:r>
      <w:r w:rsidR="00561F72">
        <w:tab/>
        <w:t xml:space="preserve">Using </w:t>
      </w:r>
      <w:r w:rsidR="00561F72" w:rsidRPr="001868A6">
        <w:t>any number from 0 to 10</w:t>
      </w:r>
      <w:r w:rsidR="00561F72">
        <w:t>, where 0 is the worst health care possible and 10 is the best health care possible, what number would you use to rate all your child’s health care in the last 6 months?</w:t>
      </w:r>
    </w:p>
    <w:p w:rsidR="00561F72" w:rsidRDefault="00392F2F" w:rsidP="00046B6B">
      <w:pPr>
        <w:pStyle w:val="StyleA1-AnswerLeft031Hanging092"/>
        <w:tabs>
          <w:tab w:val="clear" w:pos="1440"/>
          <w:tab w:val="left" w:pos="1350"/>
        </w:tabs>
      </w:pPr>
      <w:r w:rsidRPr="00392F2F">
        <w:rPr>
          <w:rStyle w:val="StyleA1-Answer10pt1Char"/>
          <w:sz w:val="20"/>
        </w:rPr>
        <w:t>00</w:t>
      </w:r>
      <w:r w:rsidR="00561F72">
        <w:rPr>
          <w:sz w:val="32"/>
        </w:rPr>
        <w:sym w:font="Wingdings" w:char="F06F"/>
      </w:r>
      <w:r w:rsidR="00561F72">
        <w:rPr>
          <w:sz w:val="32"/>
        </w:rPr>
        <w:tab/>
      </w:r>
      <w:r w:rsidR="00561F72">
        <w:t>0</w:t>
      </w:r>
      <w:r w:rsidR="00561F72">
        <w:tab/>
        <w:t>Worst health care possible</w:t>
      </w:r>
    </w:p>
    <w:p w:rsidR="00561F72" w:rsidRDefault="00392F2F" w:rsidP="00DC7F8B">
      <w:pPr>
        <w:pStyle w:val="StyleA1-AnswerLeft031Hanging092"/>
      </w:pPr>
      <w:r w:rsidRPr="00392F2F">
        <w:rPr>
          <w:rStyle w:val="StyleA1-Answer10pt1Char"/>
          <w:sz w:val="20"/>
        </w:rPr>
        <w:t>01</w:t>
      </w:r>
      <w:r w:rsidR="00561F72">
        <w:rPr>
          <w:sz w:val="32"/>
        </w:rPr>
        <w:sym w:font="Wingdings" w:char="F06F"/>
      </w:r>
      <w:r w:rsidR="00561F72">
        <w:rPr>
          <w:sz w:val="32"/>
        </w:rPr>
        <w:tab/>
      </w:r>
      <w:r w:rsidR="00561F72">
        <w:t>1</w:t>
      </w:r>
    </w:p>
    <w:p w:rsidR="00561F72" w:rsidRDefault="00392F2F" w:rsidP="00DC7F8B">
      <w:pPr>
        <w:pStyle w:val="StyleA1-AnswerLeft031Hanging092"/>
      </w:pPr>
      <w:r w:rsidRPr="00392F2F">
        <w:rPr>
          <w:rStyle w:val="StyleA1-Answer10pt1Char"/>
          <w:sz w:val="20"/>
        </w:rPr>
        <w:t>02</w:t>
      </w:r>
      <w:r w:rsidR="00561F72">
        <w:rPr>
          <w:sz w:val="32"/>
        </w:rPr>
        <w:sym w:font="Wingdings" w:char="F06F"/>
      </w:r>
      <w:r w:rsidR="00561F72">
        <w:rPr>
          <w:sz w:val="32"/>
        </w:rPr>
        <w:tab/>
      </w:r>
      <w:r w:rsidR="00561F72">
        <w:t>2</w:t>
      </w:r>
    </w:p>
    <w:p w:rsidR="00561F72" w:rsidRDefault="00392F2F" w:rsidP="00DC7F8B">
      <w:pPr>
        <w:pStyle w:val="StyleA1-AnswerLeft031Hanging092"/>
      </w:pPr>
      <w:r w:rsidRPr="00392F2F">
        <w:rPr>
          <w:rStyle w:val="StyleA1-Answer10pt1Char"/>
          <w:sz w:val="20"/>
        </w:rPr>
        <w:t>03</w:t>
      </w:r>
      <w:r w:rsidR="00561F72">
        <w:rPr>
          <w:sz w:val="32"/>
        </w:rPr>
        <w:sym w:font="Wingdings" w:char="F06F"/>
      </w:r>
      <w:r w:rsidR="00561F72">
        <w:rPr>
          <w:sz w:val="32"/>
        </w:rPr>
        <w:tab/>
      </w:r>
      <w:r w:rsidR="00561F72">
        <w:t>3</w:t>
      </w:r>
    </w:p>
    <w:p w:rsidR="00561F72" w:rsidRDefault="00392F2F" w:rsidP="00DC7F8B">
      <w:pPr>
        <w:pStyle w:val="StyleA1-AnswerLeft031Hanging092"/>
      </w:pPr>
      <w:r w:rsidRPr="00392F2F">
        <w:rPr>
          <w:rStyle w:val="StyleA1-Answer10pt1Char"/>
          <w:sz w:val="20"/>
        </w:rPr>
        <w:t>04</w:t>
      </w:r>
      <w:r w:rsidR="00561F72">
        <w:rPr>
          <w:sz w:val="32"/>
        </w:rPr>
        <w:sym w:font="Wingdings" w:char="F06F"/>
      </w:r>
      <w:r w:rsidR="00561F72">
        <w:rPr>
          <w:sz w:val="32"/>
        </w:rPr>
        <w:tab/>
      </w:r>
      <w:r w:rsidR="00561F72">
        <w:t>4</w:t>
      </w:r>
    </w:p>
    <w:p w:rsidR="00561F72" w:rsidRDefault="00392F2F" w:rsidP="00DC7F8B">
      <w:pPr>
        <w:pStyle w:val="StyleA1-AnswerLeft031Hanging092"/>
      </w:pPr>
      <w:r w:rsidRPr="00392F2F">
        <w:rPr>
          <w:rStyle w:val="StyleA1-Answer10pt1Char"/>
          <w:sz w:val="20"/>
        </w:rPr>
        <w:t>05</w:t>
      </w:r>
      <w:r w:rsidR="00561F72">
        <w:rPr>
          <w:sz w:val="32"/>
        </w:rPr>
        <w:sym w:font="Wingdings" w:char="F06F"/>
      </w:r>
      <w:r w:rsidR="00561F72">
        <w:rPr>
          <w:sz w:val="32"/>
        </w:rPr>
        <w:tab/>
      </w:r>
      <w:r w:rsidR="00561F72">
        <w:t>5</w:t>
      </w:r>
    </w:p>
    <w:p w:rsidR="00561F72" w:rsidRDefault="00392F2F" w:rsidP="00DC7F8B">
      <w:pPr>
        <w:pStyle w:val="StyleA1-AnswerLeft031Hanging092"/>
      </w:pPr>
      <w:r w:rsidRPr="00392F2F">
        <w:rPr>
          <w:rStyle w:val="StyleA1-Answer10pt1Char"/>
          <w:sz w:val="20"/>
        </w:rPr>
        <w:t>06</w:t>
      </w:r>
      <w:r w:rsidR="00561F72">
        <w:rPr>
          <w:sz w:val="32"/>
        </w:rPr>
        <w:sym w:font="Wingdings" w:char="F06F"/>
      </w:r>
      <w:r w:rsidR="00561F72">
        <w:rPr>
          <w:sz w:val="32"/>
        </w:rPr>
        <w:tab/>
      </w:r>
      <w:r w:rsidR="00561F72">
        <w:t>6</w:t>
      </w:r>
    </w:p>
    <w:p w:rsidR="00561F72" w:rsidRDefault="00392F2F" w:rsidP="00DC7F8B">
      <w:pPr>
        <w:pStyle w:val="StyleA1-AnswerLeft031Hanging092"/>
      </w:pPr>
      <w:r w:rsidRPr="00392F2F">
        <w:rPr>
          <w:rStyle w:val="StyleA1-Answer10pt1Char"/>
          <w:sz w:val="20"/>
        </w:rPr>
        <w:t>07</w:t>
      </w:r>
      <w:r w:rsidR="00561F72">
        <w:rPr>
          <w:sz w:val="32"/>
        </w:rPr>
        <w:sym w:font="Wingdings" w:char="F06F"/>
      </w:r>
      <w:r w:rsidR="00561F72">
        <w:rPr>
          <w:sz w:val="32"/>
        </w:rPr>
        <w:tab/>
      </w:r>
      <w:r w:rsidR="00561F72">
        <w:t>7</w:t>
      </w:r>
    </w:p>
    <w:p w:rsidR="00561F72" w:rsidRDefault="00392F2F" w:rsidP="00DC7F8B">
      <w:pPr>
        <w:pStyle w:val="StyleA1-AnswerLeft031Hanging092"/>
      </w:pPr>
      <w:r w:rsidRPr="00392F2F">
        <w:rPr>
          <w:rStyle w:val="StyleA1-Answer10pt1Char"/>
          <w:sz w:val="20"/>
        </w:rPr>
        <w:t>08</w:t>
      </w:r>
      <w:r w:rsidR="00561F72">
        <w:rPr>
          <w:sz w:val="32"/>
        </w:rPr>
        <w:sym w:font="Wingdings" w:char="F06F"/>
      </w:r>
      <w:r w:rsidR="00561F72">
        <w:rPr>
          <w:sz w:val="32"/>
        </w:rPr>
        <w:tab/>
      </w:r>
      <w:r w:rsidR="00561F72">
        <w:t>8</w:t>
      </w:r>
    </w:p>
    <w:p w:rsidR="00561F72" w:rsidRDefault="00392F2F" w:rsidP="00DC7F8B">
      <w:pPr>
        <w:pStyle w:val="StyleA1-AnswerLeft031Hanging092"/>
      </w:pPr>
      <w:r w:rsidRPr="00392F2F">
        <w:rPr>
          <w:rStyle w:val="StyleA1-Answer10pt1Char"/>
          <w:sz w:val="20"/>
        </w:rPr>
        <w:t>09</w:t>
      </w:r>
      <w:r w:rsidR="00561F72">
        <w:rPr>
          <w:sz w:val="32"/>
        </w:rPr>
        <w:sym w:font="Wingdings" w:char="F06F"/>
      </w:r>
      <w:r w:rsidR="00561F72">
        <w:rPr>
          <w:sz w:val="32"/>
        </w:rPr>
        <w:tab/>
      </w:r>
      <w:r w:rsidR="00561F72">
        <w:t>9</w:t>
      </w:r>
    </w:p>
    <w:p w:rsidR="00940E9A" w:rsidRDefault="00940E9A" w:rsidP="00046B6B">
      <w:pPr>
        <w:pStyle w:val="StyleA1-AnswerLeft031Hanging092"/>
        <w:tabs>
          <w:tab w:val="clear" w:pos="1440"/>
          <w:tab w:val="left" w:pos="1350"/>
        </w:tabs>
      </w:pPr>
      <w:r>
        <w:rPr>
          <w:rStyle w:val="StyleA1-Answer10pt1Char"/>
          <w:sz w:val="20"/>
        </w:rPr>
        <w:t>10</w:t>
      </w:r>
      <w:r>
        <w:rPr>
          <w:sz w:val="32"/>
        </w:rPr>
        <w:sym w:font="Wingdings" w:char="F06F"/>
      </w:r>
      <w:r>
        <w:rPr>
          <w:sz w:val="32"/>
        </w:rPr>
        <w:tab/>
      </w:r>
      <w:r>
        <w:t>10</w:t>
      </w:r>
      <w:r>
        <w:tab/>
        <w:t>Best health care possible</w:t>
      </w:r>
    </w:p>
    <w:p w:rsidR="001A1454" w:rsidRDefault="001A1454" w:rsidP="00BB467A">
      <w:pPr>
        <w:pStyle w:val="Question"/>
        <w:tabs>
          <w:tab w:val="left" w:pos="936"/>
        </w:tabs>
      </w:pPr>
      <w:r>
        <w:t>15</w:t>
      </w:r>
      <w:r w:rsidRPr="005F2455">
        <w:t>.</w:t>
      </w:r>
      <w:r w:rsidRPr="005F2455">
        <w:tab/>
      </w:r>
      <w:r>
        <w:t>In the last 6 months, how often was it easy to get the care, tests, or treatment your child needed?</w:t>
      </w:r>
    </w:p>
    <w:p w:rsidR="001A1454" w:rsidRDefault="001A1454" w:rsidP="00B37F4D">
      <w:pPr>
        <w:pStyle w:val="StyleA1-AnswerLeft031Hanging092"/>
        <w:tabs>
          <w:tab w:val="clear" w:pos="936"/>
          <w:tab w:val="left" w:pos="900"/>
        </w:tabs>
      </w:pPr>
      <w:r w:rsidRPr="00392F2F">
        <w:rPr>
          <w:rStyle w:val="StyleA1-Answer10pt1Char"/>
          <w:sz w:val="20"/>
        </w:rPr>
        <w:t>1</w:t>
      </w:r>
      <w:r w:rsidRPr="00E965C6">
        <w:rPr>
          <w:sz w:val="32"/>
          <w:szCs w:val="32"/>
        </w:rPr>
        <w:sym w:font="Wingdings" w:char="F06F"/>
      </w:r>
      <w:r>
        <w:tab/>
        <w:t>Never</w:t>
      </w:r>
    </w:p>
    <w:p w:rsidR="001A1454" w:rsidRDefault="001A1454" w:rsidP="00B37F4D">
      <w:pPr>
        <w:pStyle w:val="StyleA1-AnswerLeft031Hanging092"/>
        <w:tabs>
          <w:tab w:val="clear" w:pos="936"/>
          <w:tab w:val="left" w:pos="900"/>
        </w:tabs>
      </w:pPr>
      <w:r w:rsidRPr="00392F2F">
        <w:rPr>
          <w:rStyle w:val="StyleA1-Answer10pt1Char"/>
          <w:sz w:val="20"/>
        </w:rPr>
        <w:t>2</w:t>
      </w:r>
      <w:r w:rsidRPr="00E965C6">
        <w:rPr>
          <w:sz w:val="32"/>
          <w:szCs w:val="32"/>
        </w:rPr>
        <w:sym w:font="Wingdings" w:char="F06F"/>
      </w:r>
      <w:r>
        <w:tab/>
        <w:t>Sometimes</w:t>
      </w:r>
    </w:p>
    <w:p w:rsidR="001A1454" w:rsidRDefault="001A1454" w:rsidP="00B37F4D">
      <w:pPr>
        <w:pStyle w:val="StyleA1-AnswerLeft031Hanging092"/>
        <w:tabs>
          <w:tab w:val="clear" w:pos="936"/>
          <w:tab w:val="left" w:pos="900"/>
        </w:tabs>
      </w:pPr>
      <w:r w:rsidRPr="00392F2F">
        <w:rPr>
          <w:rStyle w:val="StyleA1-Answer10pt1Char"/>
          <w:sz w:val="20"/>
        </w:rPr>
        <w:t>3</w:t>
      </w:r>
      <w:r w:rsidRPr="00E965C6">
        <w:rPr>
          <w:sz w:val="32"/>
          <w:szCs w:val="32"/>
        </w:rPr>
        <w:sym w:font="Wingdings" w:char="F06F"/>
      </w:r>
      <w:r>
        <w:tab/>
        <w:t>Usually</w:t>
      </w:r>
    </w:p>
    <w:p w:rsidR="001A1454" w:rsidRDefault="001A1454" w:rsidP="00B37F4D">
      <w:pPr>
        <w:pStyle w:val="StyleA1-AnswerLeft031Hanging092"/>
        <w:tabs>
          <w:tab w:val="clear" w:pos="936"/>
          <w:tab w:val="left" w:pos="900"/>
        </w:tabs>
      </w:pPr>
      <w:r w:rsidRPr="00392F2F">
        <w:rPr>
          <w:rStyle w:val="StyleA1-Answer10pt1Char"/>
          <w:sz w:val="20"/>
        </w:rPr>
        <w:t>4</w:t>
      </w:r>
      <w:r w:rsidRPr="00E965C6">
        <w:rPr>
          <w:sz w:val="32"/>
          <w:szCs w:val="32"/>
        </w:rPr>
        <w:sym w:font="Wingdings" w:char="F06F"/>
      </w:r>
      <w:r>
        <w:tab/>
        <w:t>Always</w:t>
      </w:r>
    </w:p>
    <w:p w:rsidR="00561F72" w:rsidRPr="00161D3D" w:rsidRDefault="00DA5E11" w:rsidP="00B37F4D">
      <w:pPr>
        <w:pStyle w:val="Question"/>
        <w:tabs>
          <w:tab w:val="left" w:pos="900"/>
        </w:tabs>
      </w:pPr>
      <w:r w:rsidRPr="00161D3D">
        <w:t>1</w:t>
      </w:r>
      <w:r>
        <w:t>6</w:t>
      </w:r>
      <w:r w:rsidR="00561F72" w:rsidRPr="00161D3D">
        <w:t>.</w:t>
      </w:r>
      <w:r w:rsidR="00561F72" w:rsidRPr="00161D3D">
        <w:tab/>
        <w:t>Is your child now enrolled in any kind of school or daycare?</w:t>
      </w:r>
    </w:p>
    <w:p w:rsidR="00561F72" w:rsidRPr="00161D3D" w:rsidRDefault="00392F2F" w:rsidP="00B37F4D">
      <w:pPr>
        <w:pStyle w:val="StyleA1-AnswerLeft031Hanging092"/>
        <w:tabs>
          <w:tab w:val="clear" w:pos="936"/>
          <w:tab w:val="left" w:pos="900"/>
        </w:tabs>
      </w:pPr>
      <w:r w:rsidRPr="00392F2F">
        <w:rPr>
          <w:rStyle w:val="StyleA1-Answer10pt1Char"/>
          <w:sz w:val="20"/>
        </w:rPr>
        <w:t>1</w:t>
      </w:r>
      <w:r w:rsidR="00561F72" w:rsidRPr="00161D3D">
        <w:rPr>
          <w:sz w:val="32"/>
        </w:rPr>
        <w:sym w:font="Wingdings" w:char="F06F"/>
      </w:r>
      <w:r w:rsidR="00561F72" w:rsidRPr="00161D3D">
        <w:tab/>
        <w:t>Yes</w:t>
      </w:r>
    </w:p>
    <w:p w:rsidR="00561F72" w:rsidRPr="00EF5FD8" w:rsidRDefault="00392F2F" w:rsidP="00B37F4D">
      <w:pPr>
        <w:pStyle w:val="StyleA1-AnswerLeft031Hanging092"/>
        <w:tabs>
          <w:tab w:val="clear" w:pos="936"/>
          <w:tab w:val="left" w:pos="900"/>
        </w:tabs>
        <w:rPr>
          <w:b/>
        </w:rPr>
      </w:pPr>
      <w:r w:rsidRPr="00392F2F">
        <w:rPr>
          <w:rStyle w:val="StyleA1-Answer10pt1Char"/>
          <w:sz w:val="20"/>
        </w:rPr>
        <w:t>2</w:t>
      </w:r>
      <w:r w:rsidR="00561F72" w:rsidRPr="00161D3D">
        <w:rPr>
          <w:sz w:val="32"/>
        </w:rPr>
        <w:sym w:font="Wingdings" w:char="F06F"/>
      </w:r>
      <w:r w:rsidR="00561F72" w:rsidRPr="00161D3D">
        <w:tab/>
        <w:t>No</w:t>
      </w:r>
      <w:r w:rsidR="005128E0">
        <w:t xml:space="preserve"> </w:t>
      </w:r>
      <w:r w:rsidR="00561F72" w:rsidRPr="00161D3D">
        <w:sym w:font="Wingdings" w:char="F0E8"/>
      </w:r>
      <w:r w:rsidR="00561F72" w:rsidRPr="00161D3D">
        <w:t>I</w:t>
      </w:r>
      <w:r w:rsidR="00561F72" w:rsidRPr="00EF5FD8">
        <w:rPr>
          <w:b/>
        </w:rPr>
        <w:t xml:space="preserve">f No, Go to Question </w:t>
      </w:r>
      <w:r w:rsidR="00DA5E11" w:rsidRPr="00EF5FD8">
        <w:rPr>
          <w:b/>
        </w:rPr>
        <w:t>1</w:t>
      </w:r>
      <w:r w:rsidR="00DA5E11">
        <w:rPr>
          <w:b/>
        </w:rPr>
        <w:t>9</w:t>
      </w:r>
    </w:p>
    <w:p w:rsidR="00DA5D51" w:rsidRDefault="00DA5D51" w:rsidP="00BB467A">
      <w:pPr>
        <w:pStyle w:val="Question"/>
        <w:tabs>
          <w:tab w:val="left" w:pos="936"/>
        </w:tabs>
        <w:spacing w:before="0"/>
      </w:pPr>
    </w:p>
    <w:p w:rsidR="00DA5D51" w:rsidRDefault="00DA5D51" w:rsidP="00BB467A">
      <w:pPr>
        <w:pStyle w:val="Question"/>
        <w:tabs>
          <w:tab w:val="left" w:pos="936"/>
        </w:tabs>
        <w:spacing w:before="0"/>
      </w:pPr>
    </w:p>
    <w:p w:rsidR="00DA5D51" w:rsidRDefault="00DA5D51" w:rsidP="00BB467A">
      <w:pPr>
        <w:pStyle w:val="Question"/>
        <w:tabs>
          <w:tab w:val="left" w:pos="936"/>
        </w:tabs>
        <w:spacing w:before="0"/>
      </w:pPr>
    </w:p>
    <w:p w:rsidR="00561F72" w:rsidRPr="00161D3D" w:rsidRDefault="008E0B30" w:rsidP="00BB467A">
      <w:pPr>
        <w:pStyle w:val="Question"/>
        <w:tabs>
          <w:tab w:val="left" w:pos="936"/>
        </w:tabs>
        <w:spacing w:before="0"/>
      </w:pPr>
      <w:r>
        <w:br w:type="column"/>
      </w:r>
      <w:r w:rsidR="00DA5E11" w:rsidRPr="00161D3D">
        <w:lastRenderedPageBreak/>
        <w:t>1</w:t>
      </w:r>
      <w:r w:rsidR="00DA5E11">
        <w:t>7</w:t>
      </w:r>
      <w:r w:rsidR="00561F72" w:rsidRPr="00161D3D">
        <w:t>.</w:t>
      </w:r>
      <w:r w:rsidR="00561F72" w:rsidRPr="00161D3D">
        <w:tab/>
        <w:t>In the last 6 months, did you need your child’s doctors or other health providers to contact a school or daycare center about your child’s health or health care?</w:t>
      </w:r>
    </w:p>
    <w:p w:rsidR="00561F72" w:rsidRPr="00161D3D" w:rsidRDefault="00392F2F" w:rsidP="00B37F4D">
      <w:pPr>
        <w:pStyle w:val="StyleA1-AnswerLeft031Hanging092"/>
        <w:tabs>
          <w:tab w:val="clear" w:pos="936"/>
          <w:tab w:val="left" w:pos="900"/>
        </w:tabs>
      </w:pPr>
      <w:r w:rsidRPr="00392F2F">
        <w:rPr>
          <w:rStyle w:val="StyleA1-Answer10pt1Char"/>
          <w:sz w:val="20"/>
        </w:rPr>
        <w:t>1</w:t>
      </w:r>
      <w:r w:rsidR="00561F72" w:rsidRPr="00161D3D">
        <w:rPr>
          <w:sz w:val="32"/>
        </w:rPr>
        <w:sym w:font="Wingdings" w:char="F06F"/>
      </w:r>
      <w:r w:rsidR="00561F72" w:rsidRPr="00161D3D">
        <w:tab/>
        <w:t>Yes</w:t>
      </w:r>
    </w:p>
    <w:p w:rsidR="00561F72" w:rsidRPr="00EF5FD8" w:rsidRDefault="00392F2F" w:rsidP="00B37F4D">
      <w:pPr>
        <w:pStyle w:val="StyleA1-AnswerLeft031Hanging092"/>
        <w:tabs>
          <w:tab w:val="clear" w:pos="936"/>
          <w:tab w:val="left" w:pos="900"/>
        </w:tabs>
        <w:rPr>
          <w:b/>
        </w:rPr>
      </w:pPr>
      <w:r w:rsidRPr="00392F2F">
        <w:rPr>
          <w:rStyle w:val="StyleA1-Answer10pt1Char"/>
          <w:sz w:val="20"/>
        </w:rPr>
        <w:t>2</w:t>
      </w:r>
      <w:r w:rsidR="00561F72" w:rsidRPr="00161D3D">
        <w:rPr>
          <w:sz w:val="32"/>
        </w:rPr>
        <w:sym w:font="Wingdings" w:char="F06F"/>
      </w:r>
      <w:r w:rsidR="00561F72" w:rsidRPr="00161D3D">
        <w:tab/>
        <w:t>No</w:t>
      </w:r>
      <w:r w:rsidR="00D41555">
        <w:t xml:space="preserve"> </w:t>
      </w:r>
      <w:r w:rsidR="00D41555" w:rsidRPr="00161D3D">
        <w:sym w:font="Wingdings" w:char="F0E8"/>
      </w:r>
      <w:r w:rsidR="00561F72" w:rsidRPr="00EF5FD8">
        <w:rPr>
          <w:b/>
        </w:rPr>
        <w:t xml:space="preserve">If No, Go to Question </w:t>
      </w:r>
      <w:r w:rsidR="00DA5E11" w:rsidRPr="00EF5FD8">
        <w:rPr>
          <w:b/>
        </w:rPr>
        <w:t>1</w:t>
      </w:r>
      <w:r w:rsidR="00DA5E11">
        <w:rPr>
          <w:b/>
        </w:rPr>
        <w:t>9</w:t>
      </w:r>
    </w:p>
    <w:p w:rsidR="00561F72" w:rsidRPr="00161D3D" w:rsidRDefault="00DA5E11" w:rsidP="00B37F4D">
      <w:pPr>
        <w:pStyle w:val="Question"/>
        <w:tabs>
          <w:tab w:val="left" w:pos="900"/>
        </w:tabs>
      </w:pPr>
      <w:r w:rsidRPr="00161D3D">
        <w:t>1</w:t>
      </w:r>
      <w:r>
        <w:t>8</w:t>
      </w:r>
      <w:r w:rsidR="00561F72" w:rsidRPr="00161D3D">
        <w:t>.</w:t>
      </w:r>
      <w:r w:rsidR="00561F72" w:rsidRPr="00161D3D">
        <w:tab/>
        <w:t>In the last 6 months, did you get the help you needed from your child’s doctors or other health providers in contacting your child’s school or daycare?</w:t>
      </w:r>
    </w:p>
    <w:p w:rsidR="00561F72" w:rsidRPr="00161D3D" w:rsidRDefault="00392F2F" w:rsidP="00B37F4D">
      <w:pPr>
        <w:pStyle w:val="StyleA1-AnswerLeft031Hanging092"/>
        <w:tabs>
          <w:tab w:val="clear" w:pos="936"/>
          <w:tab w:val="left" w:pos="900"/>
        </w:tabs>
      </w:pPr>
      <w:r w:rsidRPr="00392F2F">
        <w:rPr>
          <w:rStyle w:val="StyleA1-Answer10pt1Char"/>
          <w:sz w:val="20"/>
        </w:rPr>
        <w:t>1</w:t>
      </w:r>
      <w:r w:rsidR="00561F72" w:rsidRPr="00161D3D">
        <w:rPr>
          <w:sz w:val="32"/>
        </w:rPr>
        <w:sym w:font="Wingdings" w:char="F06F"/>
      </w:r>
      <w:r w:rsidR="00561F72" w:rsidRPr="00161D3D">
        <w:tab/>
        <w:t>Yes</w:t>
      </w:r>
    </w:p>
    <w:p w:rsidR="000B67E3" w:rsidRDefault="00392F2F" w:rsidP="00B37F4D">
      <w:pPr>
        <w:pStyle w:val="StyleA1-AnswerLeft031Hanging092"/>
        <w:tabs>
          <w:tab w:val="clear" w:pos="936"/>
          <w:tab w:val="left" w:pos="900"/>
        </w:tabs>
      </w:pPr>
      <w:r w:rsidRPr="00392F2F">
        <w:rPr>
          <w:rStyle w:val="StyleA1-Answer10pt1Char"/>
          <w:sz w:val="20"/>
        </w:rPr>
        <w:t>2</w:t>
      </w:r>
      <w:r w:rsidR="00561F72" w:rsidRPr="00161D3D">
        <w:rPr>
          <w:sz w:val="32"/>
        </w:rPr>
        <w:sym w:font="Wingdings" w:char="F06F"/>
      </w:r>
      <w:r w:rsidR="00561F72" w:rsidRPr="00161D3D">
        <w:tab/>
        <w:t>No</w:t>
      </w:r>
    </w:p>
    <w:p w:rsidR="00E6730E" w:rsidRDefault="00E6730E" w:rsidP="00E6730E"/>
    <w:p w:rsidR="00561F72" w:rsidRPr="00661716" w:rsidRDefault="000B67E3" w:rsidP="0060608B">
      <w:pPr>
        <w:pStyle w:val="ColumnHead"/>
      </w:pPr>
      <w:r>
        <w:br w:type="column"/>
      </w:r>
      <w:r w:rsidR="00561F72" w:rsidRPr="00661716">
        <w:lastRenderedPageBreak/>
        <w:t>SPECIALIZED SERVICES</w:t>
      </w:r>
    </w:p>
    <w:p w:rsidR="00561F72" w:rsidRPr="00661716" w:rsidRDefault="00DA5E11" w:rsidP="00BB467A">
      <w:pPr>
        <w:pStyle w:val="Question"/>
        <w:tabs>
          <w:tab w:val="left" w:pos="936"/>
        </w:tabs>
      </w:pPr>
      <w:r w:rsidRPr="00661716">
        <w:t>1</w:t>
      </w:r>
      <w:r>
        <w:t>9</w:t>
      </w:r>
      <w:r w:rsidR="00561F72" w:rsidRPr="00661716">
        <w:t>.</w:t>
      </w:r>
      <w:r w:rsidR="00561F72" w:rsidRPr="00661716">
        <w:tab/>
        <w:t>Special medical equipment or devices include a walker, wheelchair, nebulizer, feeding tubes, or oxygen equipment.</w:t>
      </w:r>
      <w:r w:rsidR="00AE3BC9">
        <w:t xml:space="preserve"> </w:t>
      </w:r>
      <w:r w:rsidR="00561F72" w:rsidRPr="00661716">
        <w:t>In the last 6 months, did you get or try to get any special medical equipment or devices for your child?</w:t>
      </w:r>
    </w:p>
    <w:p w:rsidR="00561F72" w:rsidRPr="00661716" w:rsidRDefault="00392F2F" w:rsidP="00B37F4D">
      <w:pPr>
        <w:pStyle w:val="StyleA1-AnswerLeft031Hanging092"/>
        <w:tabs>
          <w:tab w:val="clear" w:pos="936"/>
          <w:tab w:val="left" w:pos="900"/>
        </w:tabs>
      </w:pPr>
      <w:r w:rsidRPr="00392F2F">
        <w:rPr>
          <w:rStyle w:val="StyleA1-Answer10pt1Char"/>
          <w:sz w:val="20"/>
        </w:rPr>
        <w:t>1</w:t>
      </w:r>
      <w:r w:rsidR="00561F72" w:rsidRPr="00661716">
        <w:rPr>
          <w:sz w:val="32"/>
        </w:rPr>
        <w:sym w:font="Wingdings" w:char="F06F"/>
      </w:r>
      <w:r w:rsidR="00561F72" w:rsidRPr="00661716">
        <w:tab/>
        <w:t>Yes</w:t>
      </w:r>
    </w:p>
    <w:p w:rsidR="00561F72" w:rsidRPr="00EF5FD8" w:rsidRDefault="00392F2F" w:rsidP="00B37F4D">
      <w:pPr>
        <w:pStyle w:val="StyleA1-AnswerLeft031Hanging092"/>
        <w:tabs>
          <w:tab w:val="clear" w:pos="936"/>
          <w:tab w:val="left" w:pos="900"/>
        </w:tabs>
        <w:rPr>
          <w:b/>
        </w:rPr>
      </w:pPr>
      <w:r w:rsidRPr="00392F2F">
        <w:rPr>
          <w:rStyle w:val="StyleA1-Answer10pt1Char"/>
          <w:sz w:val="20"/>
        </w:rPr>
        <w:t>2</w:t>
      </w:r>
      <w:r w:rsidR="00561F72" w:rsidRPr="00661716">
        <w:rPr>
          <w:sz w:val="32"/>
        </w:rPr>
        <w:sym w:font="Wingdings" w:char="F06F"/>
      </w:r>
      <w:r w:rsidR="00561F72" w:rsidRPr="00661716">
        <w:tab/>
        <w:t>No</w:t>
      </w:r>
      <w:r w:rsidR="00561F72" w:rsidRPr="00661716">
        <w:tab/>
      </w:r>
      <w:r w:rsidR="00561F72" w:rsidRPr="00661716">
        <w:sym w:font="Wingdings" w:char="F0E8"/>
      </w:r>
      <w:r w:rsidR="00561F72" w:rsidRPr="00EF5FD8">
        <w:rPr>
          <w:b/>
        </w:rPr>
        <w:t xml:space="preserve">If No, Go to Question </w:t>
      </w:r>
      <w:r w:rsidR="00DA5E11" w:rsidRPr="00EF5FD8">
        <w:rPr>
          <w:b/>
        </w:rPr>
        <w:t>2</w:t>
      </w:r>
      <w:r w:rsidR="00DA5E11">
        <w:rPr>
          <w:b/>
        </w:rPr>
        <w:t>2</w:t>
      </w:r>
    </w:p>
    <w:p w:rsidR="00561F72" w:rsidRPr="00661716" w:rsidRDefault="00DA5E11" w:rsidP="00BB467A">
      <w:pPr>
        <w:pStyle w:val="Question"/>
        <w:tabs>
          <w:tab w:val="left" w:pos="936"/>
        </w:tabs>
      </w:pPr>
      <w:r>
        <w:t>20</w:t>
      </w:r>
      <w:r w:rsidR="00561F72" w:rsidRPr="00661716">
        <w:t>.</w:t>
      </w:r>
      <w:r w:rsidR="00561F72" w:rsidRPr="00661716">
        <w:tab/>
        <w:t>In the last 6 months, how often was it easy to get special medical equipment or devices for your child?</w:t>
      </w:r>
    </w:p>
    <w:p w:rsidR="00561F72" w:rsidRPr="00661716" w:rsidRDefault="00392F2F" w:rsidP="00B37F4D">
      <w:pPr>
        <w:pStyle w:val="StyleStyleA1-AnswerLeft038Hanging075Left031"/>
        <w:tabs>
          <w:tab w:val="clear" w:pos="936"/>
          <w:tab w:val="left" w:pos="900"/>
        </w:tabs>
      </w:pPr>
      <w:r w:rsidRPr="00392F2F">
        <w:rPr>
          <w:vertAlign w:val="superscript"/>
        </w:rPr>
        <w:t>1</w:t>
      </w:r>
      <w:r w:rsidR="00561F72" w:rsidRPr="00661716">
        <w:rPr>
          <w:sz w:val="32"/>
        </w:rPr>
        <w:sym w:font="Wingdings" w:char="F06F"/>
      </w:r>
      <w:r w:rsidR="00561F72" w:rsidRPr="00661716">
        <w:tab/>
        <w:t>Never</w:t>
      </w:r>
    </w:p>
    <w:p w:rsidR="00561F72" w:rsidRPr="00661716" w:rsidRDefault="00392F2F" w:rsidP="00B37F4D">
      <w:pPr>
        <w:pStyle w:val="StyleStyleA1-AnswerLeft038Hanging075Left031"/>
        <w:tabs>
          <w:tab w:val="clear" w:pos="936"/>
          <w:tab w:val="left" w:pos="900"/>
        </w:tabs>
      </w:pPr>
      <w:r w:rsidRPr="00392F2F">
        <w:rPr>
          <w:vertAlign w:val="superscript"/>
        </w:rPr>
        <w:t>2</w:t>
      </w:r>
      <w:r w:rsidR="00561F72" w:rsidRPr="00661716">
        <w:rPr>
          <w:sz w:val="32"/>
        </w:rPr>
        <w:sym w:font="Wingdings" w:char="F06F"/>
      </w:r>
      <w:r w:rsidR="00561F72" w:rsidRPr="00661716">
        <w:tab/>
        <w:t>Sometimes</w:t>
      </w:r>
    </w:p>
    <w:p w:rsidR="00561F72" w:rsidRPr="00661716" w:rsidRDefault="00392F2F" w:rsidP="00B37F4D">
      <w:pPr>
        <w:pStyle w:val="StyleStyleA1-AnswerLeft038Hanging075Left031"/>
        <w:tabs>
          <w:tab w:val="clear" w:pos="936"/>
          <w:tab w:val="left" w:pos="900"/>
        </w:tabs>
      </w:pPr>
      <w:r w:rsidRPr="00392F2F">
        <w:rPr>
          <w:vertAlign w:val="superscript"/>
        </w:rPr>
        <w:t>3</w:t>
      </w:r>
      <w:r w:rsidR="00561F72" w:rsidRPr="00661716">
        <w:rPr>
          <w:sz w:val="32"/>
        </w:rPr>
        <w:sym w:font="Wingdings" w:char="F06F"/>
      </w:r>
      <w:r w:rsidR="00561F72" w:rsidRPr="00661716">
        <w:tab/>
        <w:t>Usually</w:t>
      </w:r>
    </w:p>
    <w:p w:rsidR="00561F72" w:rsidRPr="00661716" w:rsidRDefault="00392F2F" w:rsidP="00B37F4D">
      <w:pPr>
        <w:pStyle w:val="StyleStyleA1-AnswerLeft038Hanging075Left031"/>
        <w:tabs>
          <w:tab w:val="clear" w:pos="936"/>
          <w:tab w:val="left" w:pos="900"/>
        </w:tabs>
      </w:pPr>
      <w:r w:rsidRPr="00392F2F">
        <w:rPr>
          <w:vertAlign w:val="superscript"/>
        </w:rPr>
        <w:t>4</w:t>
      </w:r>
      <w:r w:rsidR="00561F72" w:rsidRPr="00661716">
        <w:rPr>
          <w:sz w:val="32"/>
        </w:rPr>
        <w:sym w:font="Wingdings" w:char="F06F"/>
      </w:r>
      <w:r w:rsidR="00561F72" w:rsidRPr="00661716">
        <w:tab/>
        <w:t>Always</w:t>
      </w:r>
    </w:p>
    <w:p w:rsidR="00561F72" w:rsidRPr="00661716" w:rsidRDefault="00DA5E11" w:rsidP="00BB467A">
      <w:pPr>
        <w:pStyle w:val="Question"/>
        <w:tabs>
          <w:tab w:val="left" w:pos="936"/>
        </w:tabs>
      </w:pPr>
      <w:r>
        <w:t>21</w:t>
      </w:r>
      <w:r w:rsidR="00561F72" w:rsidRPr="00661716">
        <w:t>.</w:t>
      </w:r>
      <w:r w:rsidR="00561F72" w:rsidRPr="00661716">
        <w:tab/>
        <w:t>Did anyone from your child’s health plan, doctor’s office, or clinic help you get special medical equipment or devices for your child?</w:t>
      </w:r>
    </w:p>
    <w:p w:rsidR="00561F72" w:rsidRPr="00661716" w:rsidRDefault="00392F2F" w:rsidP="00B37F4D">
      <w:pPr>
        <w:pStyle w:val="StyleStyleA1-AnswerLeft038Hanging075Left031"/>
        <w:tabs>
          <w:tab w:val="clear" w:pos="936"/>
          <w:tab w:val="left" w:pos="900"/>
        </w:tabs>
      </w:pPr>
      <w:r w:rsidRPr="00392F2F">
        <w:rPr>
          <w:vertAlign w:val="superscript"/>
        </w:rPr>
        <w:t>1</w:t>
      </w:r>
      <w:r w:rsidR="00561F72" w:rsidRPr="00661716">
        <w:rPr>
          <w:sz w:val="32"/>
        </w:rPr>
        <w:sym w:font="Wingdings" w:char="F06F"/>
      </w:r>
      <w:r w:rsidR="00561F72" w:rsidRPr="00661716">
        <w:tab/>
        <w:t>Yes</w:t>
      </w:r>
    </w:p>
    <w:p w:rsidR="00561F72" w:rsidRPr="00661716" w:rsidRDefault="00392F2F" w:rsidP="00B37F4D">
      <w:pPr>
        <w:pStyle w:val="StyleStyleA1-AnswerLeft038Hanging075Left031"/>
        <w:tabs>
          <w:tab w:val="clear" w:pos="936"/>
          <w:tab w:val="left" w:pos="900"/>
        </w:tabs>
      </w:pPr>
      <w:r w:rsidRPr="00392F2F">
        <w:rPr>
          <w:vertAlign w:val="superscript"/>
        </w:rPr>
        <w:t>2</w:t>
      </w:r>
      <w:r w:rsidR="00561F72" w:rsidRPr="00661716">
        <w:rPr>
          <w:sz w:val="32"/>
        </w:rPr>
        <w:sym w:font="Wingdings" w:char="F06F"/>
      </w:r>
      <w:r w:rsidR="00561F72" w:rsidRPr="00661716">
        <w:tab/>
        <w:t>No</w:t>
      </w:r>
      <w:r w:rsidR="00561F72" w:rsidRPr="00661716">
        <w:tab/>
      </w:r>
    </w:p>
    <w:p w:rsidR="00561F72" w:rsidRPr="003D7853" w:rsidRDefault="00DA5E11" w:rsidP="00BB467A">
      <w:pPr>
        <w:pStyle w:val="Question"/>
        <w:tabs>
          <w:tab w:val="left" w:pos="936"/>
        </w:tabs>
      </w:pPr>
      <w:r w:rsidRPr="003D7853">
        <w:t>2</w:t>
      </w:r>
      <w:r>
        <w:t>2</w:t>
      </w:r>
      <w:r w:rsidR="00561F72" w:rsidRPr="003D7853">
        <w:t>.</w:t>
      </w:r>
      <w:r w:rsidR="00561F72" w:rsidRPr="003D7853">
        <w:tab/>
        <w:t>In the last 6 months, did you get or try to get special therapy such as physical, occupational, or speech therapy for your child?</w:t>
      </w:r>
    </w:p>
    <w:p w:rsidR="00561F72" w:rsidRPr="003D7853" w:rsidRDefault="00392F2F" w:rsidP="00B37F4D">
      <w:pPr>
        <w:pStyle w:val="StyleStyleA1-AnswerLeft038Hanging075Left031"/>
        <w:tabs>
          <w:tab w:val="clear" w:pos="936"/>
          <w:tab w:val="left" w:pos="900"/>
        </w:tabs>
      </w:pPr>
      <w:r w:rsidRPr="00392F2F">
        <w:rPr>
          <w:vertAlign w:val="superscript"/>
        </w:rPr>
        <w:t>1</w:t>
      </w:r>
      <w:r w:rsidR="00561F72" w:rsidRPr="003D7853">
        <w:rPr>
          <w:sz w:val="32"/>
        </w:rPr>
        <w:sym w:font="Wingdings" w:char="F06F"/>
      </w:r>
      <w:r w:rsidR="00561F72" w:rsidRPr="003D7853">
        <w:tab/>
        <w:t>Yes</w:t>
      </w:r>
    </w:p>
    <w:p w:rsidR="00240CB5" w:rsidRDefault="00392F2F" w:rsidP="00B37F4D">
      <w:pPr>
        <w:pStyle w:val="StyleStyleA1-AnswerLeft038Hanging075Left031"/>
        <w:tabs>
          <w:tab w:val="clear" w:pos="936"/>
          <w:tab w:val="left" w:pos="900"/>
        </w:tabs>
        <w:rPr>
          <w:b/>
        </w:rPr>
      </w:pPr>
      <w:r w:rsidRPr="00392F2F">
        <w:rPr>
          <w:vertAlign w:val="superscript"/>
        </w:rPr>
        <w:t>2</w:t>
      </w:r>
      <w:r w:rsidR="00561F72" w:rsidRPr="003D7853">
        <w:rPr>
          <w:sz w:val="32"/>
        </w:rPr>
        <w:sym w:font="Wingdings" w:char="F06F"/>
      </w:r>
      <w:r w:rsidR="00561F72" w:rsidRPr="003D7853">
        <w:tab/>
        <w:t>No</w:t>
      </w:r>
      <w:r w:rsidR="000B67E3">
        <w:t xml:space="preserve"> </w:t>
      </w:r>
      <w:r w:rsidR="00561F72" w:rsidRPr="003D7853">
        <w:sym w:font="Wingdings" w:char="F0E8"/>
      </w:r>
      <w:r w:rsidR="00561F72" w:rsidRPr="00EF5FD8">
        <w:rPr>
          <w:b/>
        </w:rPr>
        <w:t xml:space="preserve">If No, Go to Question </w:t>
      </w:r>
      <w:r w:rsidR="00DA5E11" w:rsidRPr="00EF5FD8">
        <w:rPr>
          <w:b/>
        </w:rPr>
        <w:t>2</w:t>
      </w:r>
      <w:r w:rsidR="00DA5E11">
        <w:rPr>
          <w:b/>
        </w:rPr>
        <w:t>5</w:t>
      </w:r>
    </w:p>
    <w:p w:rsidR="00082E8D" w:rsidRDefault="00082E8D" w:rsidP="006A7D7C">
      <w:pPr>
        <w:pStyle w:val="StyleStyleA1-AnswerLeft038Hanging075Left031"/>
        <w:rPr>
          <w:b/>
        </w:rPr>
      </w:pPr>
    </w:p>
    <w:p w:rsidR="00082E8D" w:rsidRDefault="00082E8D" w:rsidP="006A7D7C">
      <w:pPr>
        <w:pStyle w:val="StyleStyleA1-AnswerLeft038Hanging075Left031"/>
        <w:rPr>
          <w:b/>
        </w:rPr>
      </w:pPr>
    </w:p>
    <w:p w:rsidR="00082E8D" w:rsidRDefault="00082E8D" w:rsidP="006A7D7C">
      <w:pPr>
        <w:pStyle w:val="StyleStyleA1-AnswerLeft038Hanging075Left031"/>
        <w:rPr>
          <w:b/>
        </w:rPr>
      </w:pPr>
    </w:p>
    <w:p w:rsidR="00082E8D" w:rsidRDefault="00082E8D" w:rsidP="006A7D7C">
      <w:pPr>
        <w:pStyle w:val="StyleStyleA1-AnswerLeft038Hanging075Left031"/>
        <w:rPr>
          <w:b/>
        </w:rPr>
      </w:pPr>
    </w:p>
    <w:p w:rsidR="00BB467A" w:rsidRDefault="00BB467A" w:rsidP="006A7D7C">
      <w:pPr>
        <w:pStyle w:val="StyleStyleA1-AnswerLeft038Hanging075Left031"/>
        <w:rPr>
          <w:b/>
        </w:rPr>
      </w:pPr>
    </w:p>
    <w:p w:rsidR="00BB467A" w:rsidRDefault="00BB467A" w:rsidP="006A7D7C">
      <w:pPr>
        <w:pStyle w:val="StyleStyleA1-AnswerLeft038Hanging075Left031"/>
        <w:rPr>
          <w:b/>
        </w:rPr>
      </w:pPr>
    </w:p>
    <w:p w:rsidR="00BB467A" w:rsidRDefault="00BB467A" w:rsidP="006A7D7C">
      <w:pPr>
        <w:pStyle w:val="StyleStyleA1-AnswerLeft038Hanging075Left031"/>
        <w:rPr>
          <w:b/>
        </w:rPr>
      </w:pPr>
    </w:p>
    <w:p w:rsidR="00082E8D" w:rsidRDefault="00082E8D" w:rsidP="006A7D7C">
      <w:pPr>
        <w:pStyle w:val="StyleStyleA1-AnswerLeft038Hanging075Left031"/>
        <w:rPr>
          <w:b/>
        </w:rPr>
      </w:pPr>
    </w:p>
    <w:p w:rsidR="00061762" w:rsidRPr="003D7853" w:rsidRDefault="00082E8D" w:rsidP="00BB467A">
      <w:pPr>
        <w:pStyle w:val="Q1"/>
        <w:tabs>
          <w:tab w:val="clear" w:pos="576"/>
        </w:tabs>
        <w:spacing w:after="0"/>
        <w:ind w:left="450"/>
      </w:pPr>
      <w:r>
        <w:br w:type="column"/>
      </w:r>
      <w:r w:rsidR="00DA5E11" w:rsidRPr="003D7853">
        <w:lastRenderedPageBreak/>
        <w:t>2</w:t>
      </w:r>
      <w:r w:rsidR="00DA5E11">
        <w:t>3</w:t>
      </w:r>
      <w:r w:rsidR="00061762" w:rsidRPr="003D7853">
        <w:t>.</w:t>
      </w:r>
      <w:r w:rsidR="00061762" w:rsidRPr="003D7853">
        <w:tab/>
        <w:t>In the last 6 months, how often was it easy to get this therapy for your child?</w:t>
      </w:r>
    </w:p>
    <w:p w:rsidR="00061762" w:rsidRPr="003D7853" w:rsidRDefault="00061762" w:rsidP="00B37F4D">
      <w:pPr>
        <w:pStyle w:val="StyleStyleA1-AnswerLeft038Hanging075Left031"/>
        <w:tabs>
          <w:tab w:val="clear" w:pos="936"/>
          <w:tab w:val="left" w:pos="900"/>
        </w:tabs>
      </w:pPr>
      <w:r w:rsidRPr="00392F2F">
        <w:rPr>
          <w:vertAlign w:val="superscript"/>
        </w:rPr>
        <w:t>1</w:t>
      </w:r>
      <w:r w:rsidRPr="003D7853">
        <w:rPr>
          <w:sz w:val="32"/>
        </w:rPr>
        <w:sym w:font="Wingdings" w:char="F06F"/>
      </w:r>
      <w:r w:rsidRPr="003D7853">
        <w:tab/>
        <w:t>Never</w:t>
      </w:r>
    </w:p>
    <w:p w:rsidR="00061762" w:rsidRPr="003D7853" w:rsidRDefault="00061762" w:rsidP="00B37F4D">
      <w:pPr>
        <w:pStyle w:val="StyleStyleA1-AnswerLeft038Hanging075Left031"/>
        <w:tabs>
          <w:tab w:val="clear" w:pos="936"/>
          <w:tab w:val="left" w:pos="900"/>
        </w:tabs>
      </w:pPr>
      <w:r w:rsidRPr="00392F2F">
        <w:rPr>
          <w:vertAlign w:val="superscript"/>
        </w:rPr>
        <w:t>2</w:t>
      </w:r>
      <w:r w:rsidRPr="003D7853">
        <w:rPr>
          <w:sz w:val="32"/>
        </w:rPr>
        <w:sym w:font="Wingdings" w:char="F06F"/>
      </w:r>
      <w:r w:rsidRPr="003D7853">
        <w:tab/>
        <w:t>Sometimes</w:t>
      </w:r>
    </w:p>
    <w:p w:rsidR="00061762" w:rsidRPr="003D7853" w:rsidRDefault="00061762" w:rsidP="00B37F4D">
      <w:pPr>
        <w:pStyle w:val="StyleStyleA1-AnswerLeft038Hanging075Left031"/>
        <w:tabs>
          <w:tab w:val="clear" w:pos="936"/>
          <w:tab w:val="left" w:pos="900"/>
        </w:tabs>
      </w:pPr>
      <w:r w:rsidRPr="00392F2F">
        <w:rPr>
          <w:vertAlign w:val="superscript"/>
        </w:rPr>
        <w:t>3</w:t>
      </w:r>
      <w:r w:rsidRPr="003D7853">
        <w:rPr>
          <w:sz w:val="32"/>
        </w:rPr>
        <w:sym w:font="Wingdings" w:char="F06F"/>
      </w:r>
      <w:r w:rsidRPr="003D7853">
        <w:tab/>
        <w:t>Usually</w:t>
      </w:r>
    </w:p>
    <w:p w:rsidR="00061762" w:rsidRPr="003D7853" w:rsidRDefault="00061762" w:rsidP="00B37F4D">
      <w:pPr>
        <w:pStyle w:val="StyleStyleA1-AnswerLeft038Hanging075Left031"/>
        <w:tabs>
          <w:tab w:val="clear" w:pos="936"/>
          <w:tab w:val="left" w:pos="900"/>
        </w:tabs>
      </w:pPr>
      <w:r w:rsidRPr="00392F2F">
        <w:rPr>
          <w:vertAlign w:val="superscript"/>
        </w:rPr>
        <w:t>4</w:t>
      </w:r>
      <w:r w:rsidRPr="003D7853">
        <w:rPr>
          <w:sz w:val="32"/>
        </w:rPr>
        <w:sym w:font="Wingdings" w:char="F06F"/>
      </w:r>
      <w:r w:rsidRPr="003D7853">
        <w:tab/>
        <w:t>Always</w:t>
      </w:r>
    </w:p>
    <w:p w:rsidR="00061762" w:rsidRPr="003D7853" w:rsidRDefault="00DA5E11" w:rsidP="00BB467A">
      <w:pPr>
        <w:pStyle w:val="Question"/>
        <w:tabs>
          <w:tab w:val="left" w:pos="936"/>
        </w:tabs>
      </w:pPr>
      <w:r w:rsidRPr="003D7853">
        <w:t>2</w:t>
      </w:r>
      <w:r>
        <w:t>4</w:t>
      </w:r>
      <w:r w:rsidR="00061762" w:rsidRPr="003D7853">
        <w:t>.</w:t>
      </w:r>
      <w:r w:rsidR="00061762" w:rsidRPr="003D7853">
        <w:tab/>
        <w:t>Did anyone from your child’s health plan, doctor’s office, or clinic help you get this therapy for your child?</w:t>
      </w:r>
    </w:p>
    <w:p w:rsidR="00061762" w:rsidRPr="003D7853" w:rsidRDefault="00061762" w:rsidP="00B37F4D">
      <w:pPr>
        <w:pStyle w:val="StyleStyleA1-AnswerLeft038Hanging075Left031"/>
        <w:tabs>
          <w:tab w:val="clear" w:pos="936"/>
          <w:tab w:val="left" w:pos="900"/>
        </w:tabs>
      </w:pPr>
      <w:r w:rsidRPr="00392F2F">
        <w:rPr>
          <w:vertAlign w:val="superscript"/>
        </w:rPr>
        <w:t>1</w:t>
      </w:r>
      <w:r w:rsidRPr="003D7853">
        <w:rPr>
          <w:sz w:val="32"/>
        </w:rPr>
        <w:sym w:font="Wingdings" w:char="F06F"/>
      </w:r>
      <w:r w:rsidRPr="003D7853">
        <w:tab/>
        <w:t>Yes</w:t>
      </w:r>
    </w:p>
    <w:p w:rsidR="00061762" w:rsidRPr="003D7853" w:rsidRDefault="00061762" w:rsidP="00B37F4D">
      <w:pPr>
        <w:pStyle w:val="StyleStyleA1-AnswerLeft038Hanging075Left031"/>
        <w:tabs>
          <w:tab w:val="clear" w:pos="936"/>
          <w:tab w:val="left" w:pos="900"/>
        </w:tabs>
      </w:pPr>
      <w:r w:rsidRPr="00392F2F">
        <w:rPr>
          <w:vertAlign w:val="superscript"/>
        </w:rPr>
        <w:t>2</w:t>
      </w:r>
      <w:r w:rsidRPr="003D7853">
        <w:rPr>
          <w:sz w:val="32"/>
        </w:rPr>
        <w:sym w:font="Wingdings" w:char="F06F"/>
      </w:r>
      <w:r w:rsidRPr="003D7853">
        <w:tab/>
        <w:t>No</w:t>
      </w:r>
      <w:r w:rsidRPr="003D7853">
        <w:tab/>
      </w:r>
    </w:p>
    <w:p w:rsidR="00561F72" w:rsidRPr="003D7853" w:rsidRDefault="00DA5E11" w:rsidP="00BB467A">
      <w:pPr>
        <w:pStyle w:val="Question"/>
        <w:tabs>
          <w:tab w:val="left" w:pos="936"/>
        </w:tabs>
      </w:pPr>
      <w:r w:rsidRPr="003D7853">
        <w:t>2</w:t>
      </w:r>
      <w:r>
        <w:t>5</w:t>
      </w:r>
      <w:r w:rsidR="00561F72" w:rsidRPr="003D7853">
        <w:t>.</w:t>
      </w:r>
      <w:r w:rsidR="00561F72" w:rsidRPr="003D7853">
        <w:tab/>
        <w:t>In the last 6 months, did you get or try to get treatment or counseling for your child for an emotional, developmental, or behavioral problem?</w:t>
      </w:r>
    </w:p>
    <w:p w:rsidR="00561F72" w:rsidRPr="003D7853" w:rsidRDefault="00392F2F" w:rsidP="00B37F4D">
      <w:pPr>
        <w:pStyle w:val="StyleStyleA1-AnswerLeft038Hanging075Left031"/>
        <w:tabs>
          <w:tab w:val="clear" w:pos="936"/>
          <w:tab w:val="left" w:pos="900"/>
        </w:tabs>
      </w:pPr>
      <w:r w:rsidRPr="00392F2F">
        <w:rPr>
          <w:vertAlign w:val="superscript"/>
        </w:rPr>
        <w:t>1</w:t>
      </w:r>
      <w:r w:rsidR="00561F72" w:rsidRPr="003D7853">
        <w:rPr>
          <w:sz w:val="32"/>
        </w:rPr>
        <w:sym w:font="Wingdings" w:char="F06F"/>
      </w:r>
      <w:r w:rsidR="00561F72" w:rsidRPr="003D7853">
        <w:tab/>
        <w:t>Yes</w:t>
      </w:r>
    </w:p>
    <w:p w:rsidR="00561F72" w:rsidRPr="00EF5FD8" w:rsidRDefault="00392F2F" w:rsidP="00B37F4D">
      <w:pPr>
        <w:pStyle w:val="StyleStyleA1-AnswerLeft038Hanging075Left031"/>
        <w:tabs>
          <w:tab w:val="clear" w:pos="936"/>
          <w:tab w:val="left" w:pos="900"/>
        </w:tabs>
        <w:rPr>
          <w:b/>
        </w:rPr>
      </w:pPr>
      <w:r w:rsidRPr="00392F2F">
        <w:rPr>
          <w:vertAlign w:val="superscript"/>
        </w:rPr>
        <w:t>2</w:t>
      </w:r>
      <w:r w:rsidR="00561F72" w:rsidRPr="003D7853">
        <w:rPr>
          <w:sz w:val="32"/>
        </w:rPr>
        <w:sym w:font="Wingdings" w:char="F06F"/>
      </w:r>
      <w:r w:rsidR="004940F8">
        <w:tab/>
        <w:t xml:space="preserve">No </w:t>
      </w:r>
      <w:r w:rsidR="00561F72" w:rsidRPr="003D7853">
        <w:sym w:font="Wingdings" w:char="F0E8"/>
      </w:r>
      <w:r w:rsidR="00561F72" w:rsidRPr="00EF5FD8">
        <w:rPr>
          <w:b/>
        </w:rPr>
        <w:t>If No, Go to</w:t>
      </w:r>
      <w:r w:rsidR="000C7744" w:rsidRPr="00EF5FD8">
        <w:rPr>
          <w:b/>
        </w:rPr>
        <w:t xml:space="preserve"> </w:t>
      </w:r>
      <w:r w:rsidR="00561F72" w:rsidRPr="00EF5FD8">
        <w:rPr>
          <w:b/>
        </w:rPr>
        <w:t xml:space="preserve">Question </w:t>
      </w:r>
      <w:r w:rsidR="00DA5E11" w:rsidRPr="00EF5FD8">
        <w:rPr>
          <w:b/>
        </w:rPr>
        <w:t>2</w:t>
      </w:r>
      <w:r w:rsidR="00DA5E11">
        <w:rPr>
          <w:b/>
        </w:rPr>
        <w:t>8</w:t>
      </w:r>
    </w:p>
    <w:p w:rsidR="00561F72" w:rsidRPr="003D7853" w:rsidRDefault="00DA5E11" w:rsidP="00BB467A">
      <w:pPr>
        <w:pStyle w:val="Question"/>
        <w:tabs>
          <w:tab w:val="left" w:pos="936"/>
        </w:tabs>
      </w:pPr>
      <w:r w:rsidRPr="003D7853">
        <w:t>2</w:t>
      </w:r>
      <w:r>
        <w:t>6</w:t>
      </w:r>
      <w:r w:rsidR="00561F72" w:rsidRPr="003D7853">
        <w:t>.</w:t>
      </w:r>
      <w:r w:rsidR="00561F72" w:rsidRPr="003D7853">
        <w:tab/>
        <w:t>In the last 6 months, how often was it easy to get this treatment or counseling for your child?</w:t>
      </w:r>
    </w:p>
    <w:p w:rsidR="00561F72" w:rsidRPr="003D7853" w:rsidRDefault="00392F2F" w:rsidP="00B37F4D">
      <w:pPr>
        <w:pStyle w:val="StyleStyleA1-AnswerLeft038Hanging075Left031"/>
        <w:tabs>
          <w:tab w:val="clear" w:pos="936"/>
          <w:tab w:val="left" w:pos="900"/>
        </w:tabs>
      </w:pPr>
      <w:r w:rsidRPr="00392F2F">
        <w:rPr>
          <w:vertAlign w:val="superscript"/>
        </w:rPr>
        <w:t>1</w:t>
      </w:r>
      <w:r w:rsidR="00561F72" w:rsidRPr="003D7853">
        <w:rPr>
          <w:sz w:val="32"/>
        </w:rPr>
        <w:sym w:font="Wingdings" w:char="F06F"/>
      </w:r>
      <w:r w:rsidR="00561F72" w:rsidRPr="003D7853">
        <w:tab/>
        <w:t>Never</w:t>
      </w:r>
    </w:p>
    <w:p w:rsidR="00561F72" w:rsidRPr="003D7853" w:rsidRDefault="00392F2F" w:rsidP="00B37F4D">
      <w:pPr>
        <w:pStyle w:val="StyleStyleA1-AnswerLeft038Hanging075Left031"/>
        <w:tabs>
          <w:tab w:val="clear" w:pos="936"/>
          <w:tab w:val="left" w:pos="900"/>
        </w:tabs>
      </w:pPr>
      <w:r w:rsidRPr="00392F2F">
        <w:rPr>
          <w:vertAlign w:val="superscript"/>
        </w:rPr>
        <w:t>2</w:t>
      </w:r>
      <w:r w:rsidR="00561F72" w:rsidRPr="003D7853">
        <w:rPr>
          <w:sz w:val="32"/>
        </w:rPr>
        <w:sym w:font="Wingdings" w:char="F06F"/>
      </w:r>
      <w:r w:rsidR="00561F72" w:rsidRPr="003D7853">
        <w:tab/>
        <w:t>Sometimes</w:t>
      </w:r>
    </w:p>
    <w:p w:rsidR="00561F72" w:rsidRPr="003D7853" w:rsidRDefault="00392F2F" w:rsidP="00B37F4D">
      <w:pPr>
        <w:pStyle w:val="StyleStyleA1-AnswerLeft038Hanging075Left031"/>
        <w:tabs>
          <w:tab w:val="clear" w:pos="936"/>
          <w:tab w:val="left" w:pos="900"/>
        </w:tabs>
      </w:pPr>
      <w:r w:rsidRPr="00392F2F">
        <w:rPr>
          <w:vertAlign w:val="superscript"/>
        </w:rPr>
        <w:t>3</w:t>
      </w:r>
      <w:r w:rsidR="00561F72" w:rsidRPr="003D7853">
        <w:rPr>
          <w:sz w:val="32"/>
        </w:rPr>
        <w:sym w:font="Wingdings" w:char="F06F"/>
      </w:r>
      <w:r w:rsidR="00561F72" w:rsidRPr="003D7853">
        <w:tab/>
        <w:t>Usually</w:t>
      </w:r>
    </w:p>
    <w:p w:rsidR="00561F72" w:rsidRPr="003D7853" w:rsidRDefault="00392F2F" w:rsidP="00B37F4D">
      <w:pPr>
        <w:pStyle w:val="StyleStyleA1-AnswerLeft038Hanging075Left031"/>
        <w:tabs>
          <w:tab w:val="clear" w:pos="936"/>
          <w:tab w:val="left" w:pos="900"/>
        </w:tabs>
      </w:pPr>
      <w:r w:rsidRPr="00392F2F">
        <w:rPr>
          <w:vertAlign w:val="superscript"/>
        </w:rPr>
        <w:t>4</w:t>
      </w:r>
      <w:r w:rsidR="00561F72" w:rsidRPr="003D7853">
        <w:rPr>
          <w:sz w:val="32"/>
        </w:rPr>
        <w:sym w:font="Wingdings" w:char="F06F"/>
      </w:r>
      <w:r w:rsidR="00561F72" w:rsidRPr="003D7853">
        <w:tab/>
        <w:t>Always</w:t>
      </w:r>
    </w:p>
    <w:p w:rsidR="00561F72" w:rsidRPr="003D7853" w:rsidRDefault="00DA5E11" w:rsidP="00BB467A">
      <w:pPr>
        <w:pStyle w:val="Question"/>
        <w:tabs>
          <w:tab w:val="left" w:pos="936"/>
        </w:tabs>
      </w:pPr>
      <w:r w:rsidRPr="003D7853">
        <w:t>2</w:t>
      </w:r>
      <w:r>
        <w:t>7</w:t>
      </w:r>
      <w:r w:rsidR="00561F72" w:rsidRPr="003D7853">
        <w:t>.</w:t>
      </w:r>
      <w:r w:rsidR="00561F72" w:rsidRPr="003D7853">
        <w:tab/>
        <w:t>Did anyone from your child’s health plan, doctor’s office, or clinic help you get this treatment or counseling for your child?</w:t>
      </w:r>
    </w:p>
    <w:p w:rsidR="003F48A5" w:rsidRPr="003D7853" w:rsidRDefault="003F48A5" w:rsidP="00B37F4D">
      <w:pPr>
        <w:pStyle w:val="StyleStyleA1-AnswerLeft038Hanging075Left031"/>
        <w:tabs>
          <w:tab w:val="clear" w:pos="936"/>
          <w:tab w:val="left" w:pos="900"/>
        </w:tabs>
      </w:pPr>
      <w:r w:rsidRPr="00392F2F">
        <w:rPr>
          <w:vertAlign w:val="superscript"/>
        </w:rPr>
        <w:t>1</w:t>
      </w:r>
      <w:r w:rsidRPr="003D7853">
        <w:rPr>
          <w:sz w:val="32"/>
        </w:rPr>
        <w:sym w:font="Wingdings" w:char="F06F"/>
      </w:r>
      <w:r w:rsidRPr="003D7853">
        <w:tab/>
        <w:t>Yes</w:t>
      </w:r>
    </w:p>
    <w:p w:rsidR="003F48A5" w:rsidRPr="003D7853" w:rsidRDefault="003F48A5" w:rsidP="00B37F4D">
      <w:pPr>
        <w:pStyle w:val="StyleStyleA1-AnswerLeft038Hanging075Left031"/>
        <w:tabs>
          <w:tab w:val="clear" w:pos="936"/>
          <w:tab w:val="left" w:pos="900"/>
        </w:tabs>
      </w:pPr>
      <w:r w:rsidRPr="00392F2F">
        <w:rPr>
          <w:vertAlign w:val="superscript"/>
        </w:rPr>
        <w:t>2</w:t>
      </w:r>
      <w:r w:rsidRPr="003D7853">
        <w:rPr>
          <w:sz w:val="32"/>
        </w:rPr>
        <w:sym w:font="Wingdings" w:char="F06F"/>
      </w:r>
      <w:r>
        <w:tab/>
        <w:t xml:space="preserve">No </w:t>
      </w:r>
    </w:p>
    <w:p w:rsidR="00780B76" w:rsidRDefault="00780B76" w:rsidP="00A62A72">
      <w:pPr>
        <w:pStyle w:val="Question"/>
        <w:tabs>
          <w:tab w:val="left" w:pos="936"/>
        </w:tabs>
      </w:pPr>
    </w:p>
    <w:p w:rsidR="00561F72" w:rsidRPr="003D7853" w:rsidRDefault="00082E8D" w:rsidP="00BB467A">
      <w:pPr>
        <w:pStyle w:val="Question"/>
        <w:tabs>
          <w:tab w:val="left" w:pos="936"/>
        </w:tabs>
        <w:spacing w:before="0"/>
      </w:pPr>
      <w:r>
        <w:br w:type="column"/>
      </w:r>
      <w:r w:rsidR="00DA5E11" w:rsidRPr="003D7853">
        <w:lastRenderedPageBreak/>
        <w:t>2</w:t>
      </w:r>
      <w:r w:rsidR="00DA5E11">
        <w:t>8</w:t>
      </w:r>
      <w:r w:rsidR="00561F72" w:rsidRPr="003D7853">
        <w:t>.</w:t>
      </w:r>
      <w:r w:rsidR="00561F72" w:rsidRPr="003D7853">
        <w:tab/>
        <w:t>In the last 6 months, did your child get care from more than one kind of health care provider or use more than one kind of health care service?</w:t>
      </w:r>
    </w:p>
    <w:p w:rsidR="00561F72" w:rsidRPr="003D7853" w:rsidRDefault="00392F2F" w:rsidP="00B37F4D">
      <w:pPr>
        <w:pStyle w:val="StyleA1-AnswerLeft031Hanging092"/>
        <w:tabs>
          <w:tab w:val="clear" w:pos="936"/>
          <w:tab w:val="left" w:pos="900"/>
        </w:tabs>
      </w:pPr>
      <w:r w:rsidRPr="00392F2F">
        <w:rPr>
          <w:rStyle w:val="StyleA1-Answer10pt1Char"/>
          <w:sz w:val="20"/>
        </w:rPr>
        <w:t>1</w:t>
      </w:r>
      <w:r w:rsidR="00561F72" w:rsidRPr="003D7853">
        <w:rPr>
          <w:sz w:val="32"/>
        </w:rPr>
        <w:sym w:font="Wingdings" w:char="F06F"/>
      </w:r>
      <w:r w:rsidR="00561F72" w:rsidRPr="003D7853">
        <w:tab/>
        <w:t>Yes</w:t>
      </w:r>
    </w:p>
    <w:p w:rsidR="00561F72" w:rsidRPr="00EF5FD8" w:rsidRDefault="00392F2F" w:rsidP="00B37F4D">
      <w:pPr>
        <w:pStyle w:val="StyleA1-AnswerLeft031Hanging092"/>
        <w:tabs>
          <w:tab w:val="clear" w:pos="936"/>
          <w:tab w:val="left" w:pos="900"/>
        </w:tabs>
        <w:rPr>
          <w:b/>
        </w:rPr>
      </w:pPr>
      <w:r w:rsidRPr="00392F2F">
        <w:rPr>
          <w:rStyle w:val="StyleA1-Answer10pt1Char"/>
          <w:sz w:val="20"/>
        </w:rPr>
        <w:t>2</w:t>
      </w:r>
      <w:r w:rsidR="00561F72" w:rsidRPr="003D7853">
        <w:rPr>
          <w:sz w:val="32"/>
        </w:rPr>
        <w:sym w:font="Wingdings" w:char="F06F"/>
      </w:r>
      <w:r w:rsidR="004940F8">
        <w:tab/>
        <w:t xml:space="preserve">No </w:t>
      </w:r>
      <w:r w:rsidR="00561F72" w:rsidRPr="003D7853">
        <w:sym w:font="Wingdings" w:char="F0E8"/>
      </w:r>
      <w:r w:rsidR="00561F72" w:rsidRPr="00EF5FD8">
        <w:rPr>
          <w:b/>
        </w:rPr>
        <w:t>If No, Go to</w:t>
      </w:r>
      <w:r w:rsidR="00AD71AB" w:rsidRPr="00EF5FD8">
        <w:rPr>
          <w:b/>
        </w:rPr>
        <w:t xml:space="preserve"> </w:t>
      </w:r>
      <w:r w:rsidR="00561F72" w:rsidRPr="00EF5FD8">
        <w:rPr>
          <w:b/>
        </w:rPr>
        <w:t xml:space="preserve">Question </w:t>
      </w:r>
      <w:r w:rsidR="00DA5E11">
        <w:rPr>
          <w:b/>
        </w:rPr>
        <w:t>30</w:t>
      </w:r>
    </w:p>
    <w:p w:rsidR="00561F72" w:rsidRPr="003D7853" w:rsidRDefault="00DA5E11" w:rsidP="00B37F4D">
      <w:pPr>
        <w:pStyle w:val="Question"/>
        <w:tabs>
          <w:tab w:val="left" w:pos="900"/>
        </w:tabs>
      </w:pPr>
      <w:r w:rsidRPr="003D7853">
        <w:t>2</w:t>
      </w:r>
      <w:r>
        <w:t>9</w:t>
      </w:r>
      <w:r w:rsidR="00561F72" w:rsidRPr="003D7853">
        <w:t>.</w:t>
      </w:r>
      <w:r w:rsidR="00561F72" w:rsidRPr="003D7853">
        <w:tab/>
        <w:t>In the last 6 months, did anyone from your child’s health plan, doctor’s office, or clinic help coordinate your child’s care among these different providers or services?</w:t>
      </w:r>
    </w:p>
    <w:p w:rsidR="00561F72" w:rsidRPr="003D7853" w:rsidRDefault="00392F2F" w:rsidP="00B37F4D">
      <w:pPr>
        <w:pStyle w:val="StyleA1-AnswerLeft031Hanging092"/>
        <w:tabs>
          <w:tab w:val="clear" w:pos="936"/>
          <w:tab w:val="left" w:pos="900"/>
        </w:tabs>
      </w:pPr>
      <w:r w:rsidRPr="00392F2F">
        <w:rPr>
          <w:rStyle w:val="StyleA1-Answer10pt1Char"/>
          <w:sz w:val="20"/>
        </w:rPr>
        <w:t>1</w:t>
      </w:r>
      <w:r w:rsidR="00561F72" w:rsidRPr="003D7853">
        <w:rPr>
          <w:sz w:val="32"/>
        </w:rPr>
        <w:sym w:font="Wingdings" w:char="F06F"/>
      </w:r>
      <w:r w:rsidR="00561F72" w:rsidRPr="003D7853">
        <w:tab/>
        <w:t>Yes</w:t>
      </w:r>
    </w:p>
    <w:p w:rsidR="00561F72" w:rsidRDefault="00392F2F" w:rsidP="00B37F4D">
      <w:pPr>
        <w:pStyle w:val="StyleA1-AnswerLeft031Hanging092"/>
        <w:tabs>
          <w:tab w:val="clear" w:pos="936"/>
          <w:tab w:val="left" w:pos="900"/>
        </w:tabs>
      </w:pPr>
      <w:r w:rsidRPr="00392F2F">
        <w:rPr>
          <w:rStyle w:val="StyleA1-Answer10pt1Char"/>
          <w:sz w:val="20"/>
        </w:rPr>
        <w:t>2</w:t>
      </w:r>
      <w:r w:rsidR="00561F72" w:rsidRPr="003D7853">
        <w:rPr>
          <w:sz w:val="32"/>
        </w:rPr>
        <w:sym w:font="Wingdings" w:char="F06F"/>
      </w:r>
      <w:r w:rsidR="00561F72" w:rsidRPr="003D7853">
        <w:tab/>
        <w:t>No</w:t>
      </w:r>
    </w:p>
    <w:p w:rsidR="00A65005" w:rsidRDefault="00A65005" w:rsidP="00561F72">
      <w:pPr>
        <w:pStyle w:val="SL-FlLftSgl"/>
      </w:pPr>
    </w:p>
    <w:p w:rsidR="00A65005" w:rsidRDefault="00A65005" w:rsidP="00561F72">
      <w:pPr>
        <w:pStyle w:val="SL-FlLftSgl"/>
      </w:pPr>
    </w:p>
    <w:p w:rsidR="00A65005" w:rsidRDefault="00A65005" w:rsidP="00561F72">
      <w:pPr>
        <w:pStyle w:val="SL-FlLftSgl"/>
      </w:pPr>
    </w:p>
    <w:p w:rsidR="00A65005" w:rsidRDefault="00A65005" w:rsidP="00561F72">
      <w:pPr>
        <w:pStyle w:val="SL-FlLftSgl"/>
      </w:pPr>
    </w:p>
    <w:p w:rsidR="00A65005" w:rsidRDefault="00A65005" w:rsidP="00561F72">
      <w:pPr>
        <w:pStyle w:val="SL-FlLftSgl"/>
      </w:pPr>
    </w:p>
    <w:p w:rsidR="00A65005" w:rsidRDefault="00A65005" w:rsidP="00561F72">
      <w:pPr>
        <w:pStyle w:val="SL-FlLftSgl"/>
      </w:pPr>
    </w:p>
    <w:p w:rsidR="00A65005" w:rsidRDefault="00A65005" w:rsidP="00561F72">
      <w:pPr>
        <w:pStyle w:val="SL-FlLftSgl"/>
      </w:pPr>
    </w:p>
    <w:p w:rsidR="00A65005" w:rsidRDefault="00A65005" w:rsidP="00561F72">
      <w:pPr>
        <w:pStyle w:val="SL-FlLftSgl"/>
      </w:pPr>
    </w:p>
    <w:p w:rsidR="00A65005" w:rsidRDefault="00A65005" w:rsidP="00561F72">
      <w:pPr>
        <w:pStyle w:val="SL-FlLftSgl"/>
      </w:pPr>
    </w:p>
    <w:p w:rsidR="00A65005" w:rsidRDefault="00A65005" w:rsidP="00561F72">
      <w:pPr>
        <w:pStyle w:val="SL-FlLftSgl"/>
      </w:pPr>
    </w:p>
    <w:p w:rsidR="00A65005" w:rsidRDefault="00A65005" w:rsidP="00561F72">
      <w:pPr>
        <w:pStyle w:val="SL-FlLftSgl"/>
      </w:pPr>
    </w:p>
    <w:p w:rsidR="00561F72" w:rsidRPr="00981C80" w:rsidRDefault="00561F72" w:rsidP="00461323">
      <w:pPr>
        <w:pStyle w:val="ColumnHead"/>
      </w:pPr>
      <w:r>
        <w:br w:type="column"/>
      </w:r>
      <w:r w:rsidRPr="00981C80">
        <w:lastRenderedPageBreak/>
        <w:t>YOUR CHILD’S PERSONAL DOCTOR</w:t>
      </w:r>
    </w:p>
    <w:p w:rsidR="00832F5A" w:rsidRDefault="00DA5E11" w:rsidP="00BB467A">
      <w:pPr>
        <w:pStyle w:val="Question"/>
        <w:tabs>
          <w:tab w:val="left" w:pos="936"/>
        </w:tabs>
        <w:rPr>
          <w:szCs w:val="20"/>
        </w:rPr>
      </w:pPr>
      <w:r>
        <w:t>30</w:t>
      </w:r>
      <w:r w:rsidR="00561F72">
        <w:t>.</w:t>
      </w:r>
      <w:r w:rsidR="00561F72">
        <w:tab/>
      </w:r>
      <w:r w:rsidR="008E4CBC" w:rsidRPr="00B646BA">
        <w:rPr>
          <w:szCs w:val="20"/>
        </w:rPr>
        <w:t>A personal doctor is the one your child would see if he or she needs a checkup, has a health problem or gets sick or hurt. Does your child have a personal doctor?</w:t>
      </w:r>
    </w:p>
    <w:p w:rsidR="00561F72" w:rsidRPr="00832F5A" w:rsidRDefault="00832F5A" w:rsidP="00B37F4D">
      <w:pPr>
        <w:pStyle w:val="Question"/>
        <w:tabs>
          <w:tab w:val="left" w:pos="900"/>
        </w:tabs>
        <w:spacing w:before="0"/>
        <w:rPr>
          <w:b w:val="0"/>
        </w:rPr>
      </w:pPr>
      <w:r>
        <w:rPr>
          <w:rStyle w:val="StyleA1-Answer10pt1Char"/>
          <w:b w:val="0"/>
          <w:sz w:val="20"/>
        </w:rPr>
        <w:tab/>
      </w:r>
      <w:r w:rsidR="00392F2F" w:rsidRPr="00832F5A">
        <w:rPr>
          <w:rStyle w:val="StyleA1-Answer10pt1Char"/>
          <w:b w:val="0"/>
          <w:sz w:val="20"/>
        </w:rPr>
        <w:t>1</w:t>
      </w:r>
      <w:r w:rsidR="00561F72" w:rsidRPr="00832F5A">
        <w:rPr>
          <w:b w:val="0"/>
          <w:sz w:val="32"/>
          <w:szCs w:val="32"/>
        </w:rPr>
        <w:sym w:font="Wingdings" w:char="F06F"/>
      </w:r>
      <w:r w:rsidR="00561F72" w:rsidRPr="00832F5A">
        <w:rPr>
          <w:b w:val="0"/>
        </w:rPr>
        <w:tab/>
        <w:t>Yes</w:t>
      </w:r>
    </w:p>
    <w:p w:rsidR="00561F72" w:rsidRDefault="00392F2F" w:rsidP="00B37F4D">
      <w:pPr>
        <w:pStyle w:val="A1-Answer"/>
        <w:tabs>
          <w:tab w:val="clear" w:pos="936"/>
          <w:tab w:val="clear" w:pos="1440"/>
          <w:tab w:val="clear" w:pos="1800"/>
          <w:tab w:val="left" w:pos="900"/>
          <w:tab w:val="left" w:pos="1014"/>
        </w:tabs>
        <w:ind w:left="1716" w:hanging="1270"/>
      </w:pPr>
      <w:r w:rsidRPr="00392F2F">
        <w:rPr>
          <w:rStyle w:val="StyleA1-Answer10pt1Char"/>
          <w:sz w:val="20"/>
        </w:rPr>
        <w:t>2</w:t>
      </w:r>
      <w:r w:rsidR="00561F72">
        <w:rPr>
          <w:sz w:val="32"/>
        </w:rPr>
        <w:sym w:font="Wingdings" w:char="F06F"/>
      </w:r>
      <w:r w:rsidR="00561F72">
        <w:tab/>
        <w:t xml:space="preserve">No </w:t>
      </w:r>
      <w:r w:rsidR="00561F72">
        <w:sym w:font="Wingdings" w:char="F0E8"/>
      </w:r>
      <w:r w:rsidR="00561F72">
        <w:rPr>
          <w:b/>
        </w:rPr>
        <w:t>If No, Go to</w:t>
      </w:r>
      <w:r w:rsidR="000C7744">
        <w:rPr>
          <w:b/>
        </w:rPr>
        <w:t xml:space="preserve"> </w:t>
      </w:r>
      <w:r w:rsidR="00561F72" w:rsidRPr="00AC679D">
        <w:rPr>
          <w:b/>
        </w:rPr>
        <w:t xml:space="preserve">Question </w:t>
      </w:r>
      <w:r w:rsidR="00DA5E11">
        <w:rPr>
          <w:b/>
        </w:rPr>
        <w:t xml:space="preserve">45 </w:t>
      </w:r>
    </w:p>
    <w:p w:rsidR="00561F72" w:rsidRDefault="00DA5E11" w:rsidP="00B37F4D">
      <w:pPr>
        <w:pStyle w:val="Question"/>
        <w:tabs>
          <w:tab w:val="left" w:pos="900"/>
        </w:tabs>
      </w:pPr>
      <w:r>
        <w:t>31</w:t>
      </w:r>
      <w:r w:rsidR="00561F72">
        <w:t>.</w:t>
      </w:r>
      <w:r w:rsidR="00561F72">
        <w:tab/>
        <w:t>In the last 6 months, how many times did your child visit his or her personal doctor for care?</w:t>
      </w:r>
    </w:p>
    <w:p w:rsidR="00561F72" w:rsidRPr="00AC2C49" w:rsidRDefault="00392F2F" w:rsidP="00B37F4D">
      <w:pPr>
        <w:pStyle w:val="A1-Answer"/>
        <w:tabs>
          <w:tab w:val="clear" w:pos="936"/>
          <w:tab w:val="clear" w:pos="1800"/>
          <w:tab w:val="left" w:pos="900"/>
          <w:tab w:val="left" w:pos="1014"/>
        </w:tabs>
        <w:ind w:hanging="1354"/>
      </w:pPr>
      <w:r w:rsidRPr="00392F2F">
        <w:rPr>
          <w:rStyle w:val="StyleA1-Answer10pt1Char"/>
          <w:sz w:val="20"/>
        </w:rPr>
        <w:t>0</w:t>
      </w:r>
      <w:r w:rsidR="00561F72">
        <w:rPr>
          <w:sz w:val="32"/>
        </w:rPr>
        <w:sym w:font="Wingdings" w:char="F06F"/>
      </w:r>
      <w:r w:rsidR="00561F72">
        <w:rPr>
          <w:sz w:val="32"/>
        </w:rPr>
        <w:tab/>
      </w:r>
      <w:r w:rsidR="00561F72">
        <w:t>None</w:t>
      </w:r>
      <w:r w:rsidR="00A65005">
        <w:t xml:space="preserve"> </w:t>
      </w:r>
      <w:r w:rsidR="00561F72">
        <w:sym w:font="Wingdings" w:char="F0E8"/>
      </w:r>
      <w:r w:rsidR="00B37F4D">
        <w:tab/>
      </w:r>
      <w:r w:rsidR="00561F72" w:rsidRPr="00AC2C49">
        <w:rPr>
          <w:b/>
        </w:rPr>
        <w:t xml:space="preserve">If None, Go to </w:t>
      </w:r>
      <w:r w:rsidR="00B37F4D">
        <w:rPr>
          <w:b/>
        </w:rPr>
        <w:br/>
      </w:r>
      <w:r w:rsidR="00561F72" w:rsidRPr="00AC2C49">
        <w:rPr>
          <w:b/>
        </w:rPr>
        <w:t xml:space="preserve">Question </w:t>
      </w:r>
      <w:r w:rsidR="00DA5E11">
        <w:rPr>
          <w:b/>
        </w:rPr>
        <w:t>41</w:t>
      </w:r>
      <w:r w:rsidR="00DA5E11" w:rsidRPr="00AC2C49">
        <w:rPr>
          <w:b/>
        </w:rPr>
        <w:t xml:space="preserve"> </w:t>
      </w:r>
    </w:p>
    <w:p w:rsidR="00561F72" w:rsidRDefault="00392F2F" w:rsidP="00B37F4D">
      <w:pPr>
        <w:pStyle w:val="StyleA1-AnswerLeft031Hanging092"/>
        <w:tabs>
          <w:tab w:val="clear" w:pos="936"/>
          <w:tab w:val="left" w:pos="900"/>
        </w:tabs>
      </w:pPr>
      <w:r w:rsidRPr="00392F2F">
        <w:rPr>
          <w:rStyle w:val="StyleA1-Answer10pt1Char"/>
          <w:sz w:val="20"/>
        </w:rPr>
        <w:t>1</w:t>
      </w:r>
      <w:r w:rsidR="00561F72">
        <w:rPr>
          <w:sz w:val="32"/>
        </w:rPr>
        <w:sym w:font="Wingdings" w:char="F06F"/>
      </w:r>
      <w:r w:rsidR="00561F72">
        <w:tab/>
        <w:t>1</w:t>
      </w:r>
      <w:r w:rsidR="00F373E1">
        <w:t xml:space="preserve"> time</w:t>
      </w:r>
    </w:p>
    <w:p w:rsidR="00561F72" w:rsidRDefault="00392F2F" w:rsidP="00B37F4D">
      <w:pPr>
        <w:pStyle w:val="StyleA1-AnswerLeft031Hanging092"/>
        <w:tabs>
          <w:tab w:val="clear" w:pos="936"/>
          <w:tab w:val="left" w:pos="900"/>
        </w:tabs>
      </w:pPr>
      <w:r w:rsidRPr="00392F2F">
        <w:rPr>
          <w:rStyle w:val="StyleA1-Answer10pt1Char"/>
          <w:sz w:val="20"/>
        </w:rPr>
        <w:t>2</w:t>
      </w:r>
      <w:r w:rsidR="00561F72" w:rsidRPr="00452B46">
        <w:rPr>
          <w:sz w:val="32"/>
          <w:szCs w:val="32"/>
        </w:rPr>
        <w:sym w:font="Wingdings" w:char="F06F"/>
      </w:r>
      <w:r w:rsidR="00561F72">
        <w:tab/>
        <w:t>2</w:t>
      </w:r>
    </w:p>
    <w:p w:rsidR="00561F72" w:rsidRDefault="00392F2F" w:rsidP="00B37F4D">
      <w:pPr>
        <w:pStyle w:val="StyleA1-AnswerLeft031Hanging092"/>
        <w:tabs>
          <w:tab w:val="clear" w:pos="936"/>
          <w:tab w:val="left" w:pos="900"/>
        </w:tabs>
      </w:pPr>
      <w:r w:rsidRPr="00392F2F">
        <w:rPr>
          <w:rStyle w:val="StyleA1-Answer10pt1Char"/>
          <w:sz w:val="20"/>
        </w:rPr>
        <w:t>3</w:t>
      </w:r>
      <w:r w:rsidR="00561F72" w:rsidRPr="00452B46">
        <w:rPr>
          <w:sz w:val="32"/>
          <w:szCs w:val="32"/>
        </w:rPr>
        <w:sym w:font="Wingdings" w:char="F06F"/>
      </w:r>
      <w:r w:rsidR="00561F72">
        <w:tab/>
        <w:t>3</w:t>
      </w:r>
    </w:p>
    <w:p w:rsidR="00561F72" w:rsidRDefault="00392F2F" w:rsidP="00B37F4D">
      <w:pPr>
        <w:pStyle w:val="StyleA1-AnswerLeft031Hanging092"/>
        <w:tabs>
          <w:tab w:val="clear" w:pos="936"/>
          <w:tab w:val="left" w:pos="900"/>
        </w:tabs>
      </w:pPr>
      <w:r w:rsidRPr="00392F2F">
        <w:rPr>
          <w:rStyle w:val="StyleA1-Answer10pt1Char"/>
          <w:sz w:val="20"/>
        </w:rPr>
        <w:t>4</w:t>
      </w:r>
      <w:r w:rsidR="00561F72" w:rsidRPr="00452B46">
        <w:rPr>
          <w:sz w:val="32"/>
          <w:szCs w:val="32"/>
        </w:rPr>
        <w:sym w:font="Wingdings" w:char="F06F"/>
      </w:r>
      <w:r w:rsidR="00561F72">
        <w:tab/>
        <w:t>4</w:t>
      </w:r>
    </w:p>
    <w:p w:rsidR="00561F72" w:rsidRDefault="00392F2F" w:rsidP="00B37F4D">
      <w:pPr>
        <w:pStyle w:val="StyleA1-AnswerLeft031Hanging092"/>
        <w:tabs>
          <w:tab w:val="clear" w:pos="936"/>
          <w:tab w:val="left" w:pos="900"/>
        </w:tabs>
      </w:pPr>
      <w:r w:rsidRPr="00392F2F">
        <w:rPr>
          <w:rStyle w:val="StyleA1-Answer10pt1Char"/>
          <w:sz w:val="20"/>
        </w:rPr>
        <w:t>5</w:t>
      </w:r>
      <w:r w:rsidR="00561F72" w:rsidRPr="00452B46">
        <w:rPr>
          <w:sz w:val="32"/>
          <w:szCs w:val="32"/>
        </w:rPr>
        <w:sym w:font="Wingdings" w:char="F06F"/>
      </w:r>
      <w:r w:rsidR="00561F72">
        <w:tab/>
        <w:t>5 to 9</w:t>
      </w:r>
    </w:p>
    <w:p w:rsidR="00561F72" w:rsidRDefault="00392F2F" w:rsidP="00B37F4D">
      <w:pPr>
        <w:pStyle w:val="StyleA1-AnswerLeft031Hanging092"/>
        <w:tabs>
          <w:tab w:val="clear" w:pos="936"/>
          <w:tab w:val="left" w:pos="900"/>
        </w:tabs>
      </w:pPr>
      <w:r w:rsidRPr="00392F2F">
        <w:rPr>
          <w:rStyle w:val="StyleA1-Answer10pt1Char"/>
          <w:sz w:val="20"/>
        </w:rPr>
        <w:t>6</w:t>
      </w:r>
      <w:r w:rsidR="00561F72" w:rsidRPr="00452B46">
        <w:rPr>
          <w:sz w:val="32"/>
          <w:szCs w:val="32"/>
        </w:rPr>
        <w:sym w:font="Wingdings" w:char="F06F"/>
      </w:r>
      <w:r w:rsidR="00561F72">
        <w:tab/>
        <w:t>10 or more</w:t>
      </w:r>
      <w:r w:rsidR="00F373E1">
        <w:t xml:space="preserve"> times</w:t>
      </w:r>
    </w:p>
    <w:p w:rsidR="00832F5A" w:rsidRDefault="00561F72" w:rsidP="00BB467A">
      <w:pPr>
        <w:pStyle w:val="Question"/>
        <w:tabs>
          <w:tab w:val="left" w:pos="936"/>
        </w:tabs>
        <w:rPr>
          <w:szCs w:val="20"/>
        </w:rPr>
      </w:pPr>
      <w:r>
        <w:rPr>
          <w:vertAlign w:val="superscript"/>
        </w:rPr>
        <w:t xml:space="preserve"> </w:t>
      </w:r>
      <w:r w:rsidR="00DA5E11">
        <w:t>32</w:t>
      </w:r>
      <w:r>
        <w:t>.</w:t>
      </w:r>
      <w:r>
        <w:tab/>
        <w:t xml:space="preserve">In the last 6 months, </w:t>
      </w:r>
      <w:r w:rsidR="008E4CBC" w:rsidRPr="00B646BA">
        <w:rPr>
          <w:szCs w:val="20"/>
        </w:rPr>
        <w:t>how often did your child’s personal doctor explain things about your child's health in a way that was easy to understand?</w:t>
      </w:r>
    </w:p>
    <w:p w:rsidR="00561F72" w:rsidRPr="00832F5A" w:rsidRDefault="00832F5A" w:rsidP="00B37F4D">
      <w:pPr>
        <w:pStyle w:val="Question"/>
        <w:tabs>
          <w:tab w:val="left" w:pos="900"/>
        </w:tabs>
        <w:spacing w:before="0"/>
        <w:rPr>
          <w:b w:val="0"/>
        </w:rPr>
      </w:pPr>
      <w:r>
        <w:rPr>
          <w:rStyle w:val="StyleA1-Answer10pt1Char"/>
          <w:b w:val="0"/>
          <w:sz w:val="20"/>
        </w:rPr>
        <w:tab/>
      </w:r>
      <w:r w:rsidR="00392F2F" w:rsidRPr="00832F5A">
        <w:rPr>
          <w:rStyle w:val="StyleA1-Answer10pt1Char"/>
          <w:b w:val="0"/>
          <w:sz w:val="20"/>
        </w:rPr>
        <w:t>1</w:t>
      </w:r>
      <w:r w:rsidR="00561F72" w:rsidRPr="00832F5A">
        <w:rPr>
          <w:b w:val="0"/>
          <w:sz w:val="32"/>
          <w:szCs w:val="32"/>
        </w:rPr>
        <w:sym w:font="Wingdings" w:char="F06F"/>
      </w:r>
      <w:r w:rsidR="00561F72" w:rsidRPr="00832F5A">
        <w:rPr>
          <w:b w:val="0"/>
        </w:rPr>
        <w:tab/>
        <w:t>Never</w:t>
      </w:r>
    </w:p>
    <w:p w:rsidR="00561F72" w:rsidRDefault="00392F2F" w:rsidP="00B37F4D">
      <w:pPr>
        <w:pStyle w:val="StyleA1-AnswerLeft031Hanging092"/>
        <w:tabs>
          <w:tab w:val="clear" w:pos="936"/>
          <w:tab w:val="left" w:pos="900"/>
        </w:tabs>
      </w:pPr>
      <w:r w:rsidRPr="00392F2F">
        <w:rPr>
          <w:rStyle w:val="StyleA1-Answer10pt1Char"/>
          <w:sz w:val="20"/>
        </w:rPr>
        <w:t>2</w:t>
      </w:r>
      <w:r w:rsidR="00561F72" w:rsidRPr="00452B46">
        <w:rPr>
          <w:sz w:val="32"/>
          <w:szCs w:val="32"/>
        </w:rPr>
        <w:sym w:font="Wingdings" w:char="F06F"/>
      </w:r>
      <w:r w:rsidR="00561F72">
        <w:tab/>
        <w:t>Sometimes</w:t>
      </w:r>
    </w:p>
    <w:p w:rsidR="00561F72" w:rsidRDefault="00392F2F" w:rsidP="00B37F4D">
      <w:pPr>
        <w:pStyle w:val="StyleA1-AnswerLeft031Hanging092"/>
        <w:tabs>
          <w:tab w:val="clear" w:pos="936"/>
          <w:tab w:val="left" w:pos="900"/>
        </w:tabs>
      </w:pPr>
      <w:r w:rsidRPr="00392F2F">
        <w:rPr>
          <w:rStyle w:val="StyleA1-Answer10pt1Char"/>
          <w:sz w:val="20"/>
        </w:rPr>
        <w:t>3</w:t>
      </w:r>
      <w:r w:rsidR="00561F72" w:rsidRPr="00452B46">
        <w:rPr>
          <w:sz w:val="32"/>
          <w:szCs w:val="32"/>
        </w:rPr>
        <w:sym w:font="Wingdings" w:char="F06F"/>
      </w:r>
      <w:r w:rsidR="00561F72">
        <w:tab/>
        <w:t>Usually</w:t>
      </w:r>
    </w:p>
    <w:p w:rsidR="00561F72" w:rsidRDefault="00392F2F" w:rsidP="00B37F4D">
      <w:pPr>
        <w:pStyle w:val="StyleA1-AnswerLeft031Hanging092"/>
        <w:tabs>
          <w:tab w:val="clear" w:pos="936"/>
          <w:tab w:val="left" w:pos="900"/>
        </w:tabs>
      </w:pPr>
      <w:r w:rsidRPr="00392F2F">
        <w:rPr>
          <w:rStyle w:val="StyleA1-Answer10pt1Char"/>
          <w:sz w:val="20"/>
        </w:rPr>
        <w:t>4</w:t>
      </w:r>
      <w:r w:rsidR="00561F72" w:rsidRPr="00452B46">
        <w:rPr>
          <w:sz w:val="32"/>
          <w:szCs w:val="32"/>
        </w:rPr>
        <w:sym w:font="Wingdings" w:char="F06F"/>
      </w:r>
      <w:r w:rsidR="00561F72">
        <w:tab/>
        <w:t>Always</w:t>
      </w:r>
    </w:p>
    <w:p w:rsidR="00561F72" w:rsidRDefault="00DA5E11" w:rsidP="00BB467A">
      <w:pPr>
        <w:pStyle w:val="Question"/>
        <w:tabs>
          <w:tab w:val="left" w:pos="936"/>
        </w:tabs>
      </w:pPr>
      <w:r>
        <w:t>33</w:t>
      </w:r>
      <w:r w:rsidR="00561F72">
        <w:t>.</w:t>
      </w:r>
      <w:r w:rsidR="00561F72">
        <w:tab/>
        <w:t xml:space="preserve">In the last 6 months, how often did your child’s personal doctor </w:t>
      </w:r>
      <w:r w:rsidR="00561F72" w:rsidRPr="00BB33F4">
        <w:t>listen carefully to you</w:t>
      </w:r>
      <w:r w:rsidR="00561F72">
        <w:t>?</w:t>
      </w:r>
    </w:p>
    <w:p w:rsidR="00561F72" w:rsidRDefault="00392F2F" w:rsidP="00B37F4D">
      <w:pPr>
        <w:pStyle w:val="StyleA1-AnswerLeft031Hanging092"/>
        <w:tabs>
          <w:tab w:val="clear" w:pos="936"/>
          <w:tab w:val="left" w:pos="900"/>
        </w:tabs>
      </w:pPr>
      <w:r w:rsidRPr="00392F2F">
        <w:rPr>
          <w:rStyle w:val="StyleA1-Answer10pt1Char"/>
          <w:sz w:val="20"/>
        </w:rPr>
        <w:t>1</w:t>
      </w:r>
      <w:r w:rsidR="00561F72" w:rsidRPr="00452B46">
        <w:rPr>
          <w:sz w:val="32"/>
          <w:szCs w:val="32"/>
        </w:rPr>
        <w:sym w:font="Wingdings" w:char="F06F"/>
      </w:r>
      <w:r w:rsidR="00561F72">
        <w:tab/>
        <w:t>Never</w:t>
      </w:r>
    </w:p>
    <w:p w:rsidR="00561F72" w:rsidRDefault="00392F2F" w:rsidP="00B37F4D">
      <w:pPr>
        <w:pStyle w:val="StyleA1-AnswerLeft031Hanging092"/>
        <w:tabs>
          <w:tab w:val="clear" w:pos="936"/>
          <w:tab w:val="left" w:pos="900"/>
        </w:tabs>
      </w:pPr>
      <w:r w:rsidRPr="00392F2F">
        <w:rPr>
          <w:rStyle w:val="StyleA1-Answer10pt1Char"/>
          <w:sz w:val="20"/>
        </w:rPr>
        <w:t>2</w:t>
      </w:r>
      <w:r w:rsidR="00561F72" w:rsidRPr="00452B46">
        <w:rPr>
          <w:sz w:val="32"/>
          <w:szCs w:val="32"/>
        </w:rPr>
        <w:sym w:font="Wingdings" w:char="F06F"/>
      </w:r>
      <w:r w:rsidR="00561F72">
        <w:tab/>
        <w:t>Sometimes</w:t>
      </w:r>
    </w:p>
    <w:p w:rsidR="00561F72" w:rsidRDefault="00392F2F" w:rsidP="00B37F4D">
      <w:pPr>
        <w:pStyle w:val="StyleA1-AnswerLeft031Hanging092"/>
        <w:tabs>
          <w:tab w:val="clear" w:pos="936"/>
          <w:tab w:val="left" w:pos="900"/>
        </w:tabs>
      </w:pPr>
      <w:r w:rsidRPr="00392F2F">
        <w:rPr>
          <w:rStyle w:val="StyleA1-Answer10pt1Char"/>
          <w:sz w:val="20"/>
        </w:rPr>
        <w:t>3</w:t>
      </w:r>
      <w:r w:rsidR="00561F72" w:rsidRPr="00452B46">
        <w:rPr>
          <w:sz w:val="32"/>
          <w:szCs w:val="32"/>
        </w:rPr>
        <w:sym w:font="Wingdings" w:char="F06F"/>
      </w:r>
      <w:r w:rsidR="00561F72">
        <w:tab/>
        <w:t>Usually</w:t>
      </w:r>
    </w:p>
    <w:p w:rsidR="00561F72" w:rsidRDefault="00392F2F" w:rsidP="00B37F4D">
      <w:pPr>
        <w:pStyle w:val="StyleA1-AnswerLeft031Hanging092"/>
        <w:tabs>
          <w:tab w:val="clear" w:pos="936"/>
          <w:tab w:val="left" w:pos="900"/>
        </w:tabs>
      </w:pPr>
      <w:r w:rsidRPr="00392F2F">
        <w:rPr>
          <w:rStyle w:val="StyleA1-Answer10pt1Char"/>
          <w:sz w:val="20"/>
        </w:rPr>
        <w:t>4</w:t>
      </w:r>
      <w:r w:rsidR="00561F72" w:rsidRPr="00452B46">
        <w:rPr>
          <w:sz w:val="32"/>
          <w:szCs w:val="32"/>
        </w:rPr>
        <w:sym w:font="Wingdings" w:char="F06F"/>
      </w:r>
      <w:r w:rsidR="00561F72">
        <w:tab/>
        <w:t>Always</w:t>
      </w:r>
    </w:p>
    <w:p w:rsidR="00B37F4D" w:rsidRDefault="00B37F4D" w:rsidP="00BB467A">
      <w:pPr>
        <w:pStyle w:val="Q1"/>
        <w:tabs>
          <w:tab w:val="clear" w:pos="576"/>
        </w:tabs>
        <w:spacing w:after="0"/>
        <w:ind w:left="450" w:hanging="450"/>
      </w:pPr>
    </w:p>
    <w:p w:rsidR="00561F72" w:rsidRDefault="00BB467A" w:rsidP="00BB467A">
      <w:pPr>
        <w:pStyle w:val="Q1"/>
        <w:tabs>
          <w:tab w:val="clear" w:pos="576"/>
        </w:tabs>
        <w:spacing w:after="0"/>
        <w:ind w:left="450" w:hanging="450"/>
      </w:pPr>
      <w:r>
        <w:br w:type="column"/>
      </w:r>
      <w:r w:rsidR="00DA5E11">
        <w:lastRenderedPageBreak/>
        <w:t>34</w:t>
      </w:r>
      <w:r w:rsidR="00561F72">
        <w:t>.</w:t>
      </w:r>
      <w:r w:rsidR="00561F72">
        <w:tab/>
        <w:t xml:space="preserve">In the last 6 months, how often did your child’s personal doctor show </w:t>
      </w:r>
      <w:r w:rsidR="00561F72" w:rsidRPr="00BB33F4">
        <w:t>respect for what you had to say</w:t>
      </w:r>
      <w:r w:rsidR="00561F72">
        <w:t>?</w:t>
      </w:r>
    </w:p>
    <w:p w:rsidR="00561F72" w:rsidRDefault="00392F2F" w:rsidP="00B37F4D">
      <w:pPr>
        <w:pStyle w:val="A1-Answer"/>
        <w:tabs>
          <w:tab w:val="clear" w:pos="936"/>
          <w:tab w:val="left" w:pos="900"/>
        </w:tabs>
        <w:ind w:left="1670"/>
      </w:pPr>
      <w:r w:rsidRPr="00392F2F">
        <w:rPr>
          <w:rStyle w:val="StyleA1-Answer10pt1Char"/>
          <w:sz w:val="20"/>
        </w:rPr>
        <w:t>1</w:t>
      </w:r>
      <w:r w:rsidR="00561F72">
        <w:rPr>
          <w:sz w:val="32"/>
        </w:rPr>
        <w:sym w:font="Wingdings" w:char="F06F"/>
      </w:r>
      <w:r w:rsidR="00561F72">
        <w:rPr>
          <w:sz w:val="32"/>
        </w:rPr>
        <w:tab/>
      </w:r>
      <w:r w:rsidR="00561F72">
        <w:t>Never</w:t>
      </w:r>
    </w:p>
    <w:p w:rsidR="00561F72" w:rsidRDefault="00392F2F" w:rsidP="00B37F4D">
      <w:pPr>
        <w:pStyle w:val="A1-Answer"/>
        <w:tabs>
          <w:tab w:val="clear" w:pos="936"/>
          <w:tab w:val="left" w:pos="900"/>
        </w:tabs>
        <w:ind w:left="1670"/>
      </w:pPr>
      <w:r w:rsidRPr="00392F2F">
        <w:rPr>
          <w:rStyle w:val="StyleA1-Answer10pt1Char"/>
          <w:sz w:val="20"/>
        </w:rPr>
        <w:t>2</w:t>
      </w:r>
      <w:r w:rsidR="00561F72">
        <w:rPr>
          <w:sz w:val="32"/>
        </w:rPr>
        <w:sym w:font="Wingdings" w:char="F06F"/>
      </w:r>
      <w:r w:rsidR="00561F72">
        <w:rPr>
          <w:sz w:val="32"/>
        </w:rPr>
        <w:tab/>
      </w:r>
      <w:r w:rsidR="00561F72">
        <w:t>Sometimes</w:t>
      </w:r>
    </w:p>
    <w:p w:rsidR="00561F72" w:rsidRDefault="00392F2F" w:rsidP="00B37F4D">
      <w:pPr>
        <w:pStyle w:val="A1-Answer"/>
        <w:tabs>
          <w:tab w:val="clear" w:pos="936"/>
          <w:tab w:val="left" w:pos="900"/>
        </w:tabs>
        <w:ind w:left="1670"/>
      </w:pPr>
      <w:r w:rsidRPr="00392F2F">
        <w:rPr>
          <w:rStyle w:val="StyleA1-Answer10pt1Char"/>
          <w:sz w:val="20"/>
        </w:rPr>
        <w:t>3</w:t>
      </w:r>
      <w:r w:rsidR="00561F72">
        <w:rPr>
          <w:sz w:val="32"/>
        </w:rPr>
        <w:sym w:font="Wingdings" w:char="F06F"/>
      </w:r>
      <w:r w:rsidR="00561F72">
        <w:rPr>
          <w:sz w:val="32"/>
        </w:rPr>
        <w:tab/>
      </w:r>
      <w:r w:rsidR="00561F72">
        <w:t>Usually</w:t>
      </w:r>
    </w:p>
    <w:p w:rsidR="00561F72" w:rsidRDefault="00392F2F" w:rsidP="00B37F4D">
      <w:pPr>
        <w:pStyle w:val="A1-Answer"/>
        <w:tabs>
          <w:tab w:val="clear" w:pos="936"/>
          <w:tab w:val="left" w:pos="900"/>
        </w:tabs>
        <w:ind w:left="1670"/>
      </w:pPr>
      <w:r w:rsidRPr="00392F2F">
        <w:rPr>
          <w:rStyle w:val="StyleA1-Answer10pt1Char"/>
          <w:sz w:val="20"/>
        </w:rPr>
        <w:t>4</w:t>
      </w:r>
      <w:r w:rsidR="00561F72">
        <w:rPr>
          <w:sz w:val="32"/>
        </w:rPr>
        <w:sym w:font="Wingdings" w:char="F06F"/>
      </w:r>
      <w:r w:rsidR="00561F72">
        <w:rPr>
          <w:sz w:val="32"/>
        </w:rPr>
        <w:tab/>
      </w:r>
      <w:r w:rsidR="00561F72">
        <w:t>Always</w:t>
      </w:r>
    </w:p>
    <w:p w:rsidR="00561F72" w:rsidRDefault="00DA5E11" w:rsidP="00A62A72">
      <w:pPr>
        <w:pStyle w:val="Question"/>
        <w:tabs>
          <w:tab w:val="left" w:pos="936"/>
        </w:tabs>
      </w:pPr>
      <w:r>
        <w:t>35</w:t>
      </w:r>
      <w:r w:rsidR="00561F72">
        <w:t>.</w:t>
      </w:r>
      <w:r w:rsidR="00561F72">
        <w:tab/>
        <w:t xml:space="preserve">Is your child </w:t>
      </w:r>
      <w:r w:rsidR="00561F72" w:rsidRPr="00BB33F4">
        <w:t>able to talk</w:t>
      </w:r>
      <w:r w:rsidR="00561F72">
        <w:t xml:space="preserve"> with doctors about his or her health care?</w:t>
      </w:r>
    </w:p>
    <w:p w:rsidR="00561F72" w:rsidRDefault="00392F2F" w:rsidP="00B37F4D">
      <w:pPr>
        <w:pStyle w:val="StyleA1-AnswerLeft031Hanging092"/>
        <w:tabs>
          <w:tab w:val="clear" w:pos="936"/>
          <w:tab w:val="left" w:pos="900"/>
        </w:tabs>
      </w:pPr>
      <w:r w:rsidRPr="00392F2F">
        <w:rPr>
          <w:rStyle w:val="StyleA1-Answer10pt1Char"/>
          <w:sz w:val="20"/>
        </w:rPr>
        <w:t>1</w:t>
      </w:r>
      <w:r w:rsidR="00561F72" w:rsidRPr="00452B46">
        <w:rPr>
          <w:sz w:val="32"/>
          <w:szCs w:val="32"/>
        </w:rPr>
        <w:sym w:font="Wingdings" w:char="F06F"/>
      </w:r>
      <w:r w:rsidR="00561F72">
        <w:tab/>
        <w:t xml:space="preserve">Yes </w:t>
      </w:r>
    </w:p>
    <w:p w:rsidR="00561F72" w:rsidRDefault="00392F2F" w:rsidP="00B37F4D">
      <w:pPr>
        <w:pStyle w:val="A1-Answer"/>
        <w:tabs>
          <w:tab w:val="clear" w:pos="936"/>
          <w:tab w:val="clear" w:pos="1800"/>
          <w:tab w:val="left" w:pos="900"/>
          <w:tab w:val="left" w:pos="1014"/>
        </w:tabs>
        <w:ind w:left="1716" w:hanging="1270"/>
        <w:rPr>
          <w:b/>
        </w:rPr>
      </w:pPr>
      <w:r w:rsidRPr="00392F2F">
        <w:rPr>
          <w:rStyle w:val="StyleA1-Answer10pt1Char"/>
          <w:sz w:val="20"/>
        </w:rPr>
        <w:t>2</w:t>
      </w:r>
      <w:r w:rsidR="00561F72">
        <w:rPr>
          <w:sz w:val="32"/>
        </w:rPr>
        <w:sym w:font="Wingdings" w:char="F06F"/>
      </w:r>
      <w:r w:rsidR="00561F72">
        <w:rPr>
          <w:sz w:val="32"/>
        </w:rPr>
        <w:tab/>
      </w:r>
      <w:r w:rsidR="00561F72">
        <w:t>No</w:t>
      </w:r>
      <w:r w:rsidR="00B9471F">
        <w:t xml:space="preserve"> </w:t>
      </w:r>
      <w:r w:rsidR="00561F72">
        <w:rPr>
          <w:b/>
        </w:rPr>
        <w:sym w:font="Wingdings" w:char="F0E8"/>
      </w:r>
      <w:r w:rsidR="00561F72">
        <w:rPr>
          <w:b/>
        </w:rPr>
        <w:t>If No, Go to</w:t>
      </w:r>
      <w:r w:rsidR="000C7744">
        <w:rPr>
          <w:b/>
        </w:rPr>
        <w:t xml:space="preserve"> </w:t>
      </w:r>
      <w:r w:rsidR="00561F72">
        <w:rPr>
          <w:b/>
        </w:rPr>
        <w:t xml:space="preserve">Question </w:t>
      </w:r>
      <w:r w:rsidR="00DA5E11">
        <w:rPr>
          <w:b/>
        </w:rPr>
        <w:t>37</w:t>
      </w:r>
    </w:p>
    <w:p w:rsidR="00561F72" w:rsidRDefault="00DA5E11" w:rsidP="00A62A72">
      <w:pPr>
        <w:pStyle w:val="Question"/>
        <w:tabs>
          <w:tab w:val="left" w:pos="936"/>
        </w:tabs>
      </w:pPr>
      <w:r>
        <w:t>36</w:t>
      </w:r>
      <w:r w:rsidR="00561F72">
        <w:t>.</w:t>
      </w:r>
      <w:r w:rsidR="00561F72">
        <w:tab/>
        <w:t xml:space="preserve">In the last 6 months, how often did your child’s personal doctor </w:t>
      </w:r>
      <w:r w:rsidR="00561F72" w:rsidRPr="00BB33F4">
        <w:t>explain things</w:t>
      </w:r>
      <w:r w:rsidR="00561F72">
        <w:t xml:space="preserve"> in a way</w:t>
      </w:r>
      <w:r w:rsidR="00561F72" w:rsidRPr="008A6AE4">
        <w:t xml:space="preserve"> that was easy for </w:t>
      </w:r>
      <w:r w:rsidR="00561F72" w:rsidRPr="008A6AE4">
        <w:rPr>
          <w:u w:val="single"/>
        </w:rPr>
        <w:t>your child</w:t>
      </w:r>
      <w:r w:rsidR="00561F72" w:rsidRPr="008A6AE4">
        <w:t xml:space="preserve"> to unde</w:t>
      </w:r>
      <w:r w:rsidR="00561F72">
        <w:t>rstand?</w:t>
      </w:r>
    </w:p>
    <w:p w:rsidR="00561F72" w:rsidRDefault="00392F2F" w:rsidP="00B37F4D">
      <w:pPr>
        <w:pStyle w:val="StyleA1-AnswerLeft031Hanging092"/>
        <w:tabs>
          <w:tab w:val="clear" w:pos="936"/>
          <w:tab w:val="left" w:pos="900"/>
        </w:tabs>
      </w:pPr>
      <w:r w:rsidRPr="00392F2F">
        <w:rPr>
          <w:rStyle w:val="StyleA1-Answer10pt1Char"/>
          <w:sz w:val="20"/>
        </w:rPr>
        <w:t>1</w:t>
      </w:r>
      <w:r w:rsidR="00561F72" w:rsidRPr="00452B46">
        <w:rPr>
          <w:sz w:val="32"/>
          <w:szCs w:val="32"/>
        </w:rPr>
        <w:sym w:font="Wingdings" w:char="F06F"/>
      </w:r>
      <w:r w:rsidR="00561F72">
        <w:tab/>
        <w:t>Never</w:t>
      </w:r>
    </w:p>
    <w:p w:rsidR="00561F72" w:rsidRDefault="00392F2F" w:rsidP="00B37F4D">
      <w:pPr>
        <w:pStyle w:val="StyleA1-AnswerLeft031Hanging092"/>
        <w:tabs>
          <w:tab w:val="clear" w:pos="936"/>
          <w:tab w:val="left" w:pos="900"/>
        </w:tabs>
      </w:pPr>
      <w:r w:rsidRPr="00392F2F">
        <w:rPr>
          <w:rStyle w:val="StyleA1-Answer10pt1Char"/>
          <w:sz w:val="20"/>
        </w:rPr>
        <w:t>2</w:t>
      </w:r>
      <w:r w:rsidR="00561F72" w:rsidRPr="00452B46">
        <w:rPr>
          <w:sz w:val="32"/>
          <w:szCs w:val="32"/>
        </w:rPr>
        <w:sym w:font="Wingdings" w:char="F06F"/>
      </w:r>
      <w:r w:rsidR="00561F72">
        <w:tab/>
        <w:t>Sometimes</w:t>
      </w:r>
    </w:p>
    <w:p w:rsidR="00561F72" w:rsidRDefault="00392F2F" w:rsidP="00B37F4D">
      <w:pPr>
        <w:pStyle w:val="StyleA1-AnswerLeft031Hanging092"/>
        <w:tabs>
          <w:tab w:val="clear" w:pos="936"/>
          <w:tab w:val="left" w:pos="900"/>
        </w:tabs>
      </w:pPr>
      <w:r w:rsidRPr="00392F2F">
        <w:rPr>
          <w:rStyle w:val="StyleA1-Answer10pt1Char"/>
          <w:sz w:val="20"/>
        </w:rPr>
        <w:t>3</w:t>
      </w:r>
      <w:r w:rsidR="00561F72" w:rsidRPr="00452B46">
        <w:rPr>
          <w:sz w:val="32"/>
          <w:szCs w:val="32"/>
        </w:rPr>
        <w:sym w:font="Wingdings" w:char="F06F"/>
      </w:r>
      <w:r w:rsidR="00561F72">
        <w:tab/>
        <w:t>Usually</w:t>
      </w:r>
    </w:p>
    <w:p w:rsidR="00561F72" w:rsidRDefault="00392F2F" w:rsidP="00B37F4D">
      <w:pPr>
        <w:pStyle w:val="StyleA1-AnswerLeft031Hanging092"/>
        <w:tabs>
          <w:tab w:val="clear" w:pos="936"/>
          <w:tab w:val="left" w:pos="900"/>
        </w:tabs>
      </w:pPr>
      <w:r w:rsidRPr="00392F2F">
        <w:rPr>
          <w:rStyle w:val="StyleA1-Answer10pt1Char"/>
          <w:sz w:val="20"/>
        </w:rPr>
        <w:t>4</w:t>
      </w:r>
      <w:r w:rsidR="00561F72" w:rsidRPr="00452B46">
        <w:rPr>
          <w:sz w:val="32"/>
          <w:szCs w:val="32"/>
        </w:rPr>
        <w:sym w:font="Wingdings" w:char="F06F"/>
      </w:r>
      <w:r w:rsidR="00561F72">
        <w:tab/>
        <w:t>Always</w:t>
      </w:r>
    </w:p>
    <w:p w:rsidR="00561F72" w:rsidRDefault="00DA5E11" w:rsidP="00A62A72">
      <w:pPr>
        <w:pStyle w:val="Question"/>
        <w:tabs>
          <w:tab w:val="left" w:pos="936"/>
        </w:tabs>
      </w:pPr>
      <w:r>
        <w:t>37</w:t>
      </w:r>
      <w:r w:rsidR="00561F72">
        <w:t>.</w:t>
      </w:r>
      <w:r w:rsidR="00561F72">
        <w:tab/>
        <w:t xml:space="preserve">In the last 6 months, how often did your child’s personal doctor </w:t>
      </w:r>
      <w:r w:rsidR="00561F72" w:rsidRPr="00BB33F4">
        <w:t>spend enough time with your child</w:t>
      </w:r>
      <w:r w:rsidR="00561F72">
        <w:t>?</w:t>
      </w:r>
    </w:p>
    <w:p w:rsidR="00561F72" w:rsidRDefault="00392F2F" w:rsidP="00B37F4D">
      <w:pPr>
        <w:pStyle w:val="StyleA1-AnswerLeft031Hanging092"/>
        <w:tabs>
          <w:tab w:val="clear" w:pos="936"/>
          <w:tab w:val="left" w:pos="900"/>
        </w:tabs>
      </w:pPr>
      <w:r w:rsidRPr="00392F2F">
        <w:rPr>
          <w:rStyle w:val="StyleA1-Answer10pt1Char"/>
          <w:sz w:val="20"/>
        </w:rPr>
        <w:t>1</w:t>
      </w:r>
      <w:r w:rsidR="00561F72" w:rsidRPr="00452B46">
        <w:rPr>
          <w:sz w:val="32"/>
          <w:szCs w:val="32"/>
        </w:rPr>
        <w:sym w:font="Wingdings" w:char="F06F"/>
      </w:r>
      <w:r w:rsidR="00561F72">
        <w:tab/>
        <w:t>Never</w:t>
      </w:r>
    </w:p>
    <w:p w:rsidR="00561F72" w:rsidRDefault="00392F2F" w:rsidP="00B37F4D">
      <w:pPr>
        <w:pStyle w:val="StyleA1-AnswerLeft031Hanging092"/>
        <w:tabs>
          <w:tab w:val="clear" w:pos="936"/>
          <w:tab w:val="left" w:pos="900"/>
        </w:tabs>
      </w:pPr>
      <w:r w:rsidRPr="00392F2F">
        <w:rPr>
          <w:rStyle w:val="StyleA1-Answer10pt1Char"/>
          <w:sz w:val="20"/>
        </w:rPr>
        <w:t>2</w:t>
      </w:r>
      <w:r w:rsidR="00561F72" w:rsidRPr="00452B46">
        <w:rPr>
          <w:sz w:val="32"/>
          <w:szCs w:val="32"/>
        </w:rPr>
        <w:sym w:font="Wingdings" w:char="F06F"/>
      </w:r>
      <w:r w:rsidR="00561F72">
        <w:tab/>
        <w:t>Sometimes</w:t>
      </w:r>
    </w:p>
    <w:p w:rsidR="00561F72" w:rsidRDefault="00392F2F" w:rsidP="00B37F4D">
      <w:pPr>
        <w:pStyle w:val="StyleA1-AnswerLeft031Hanging092"/>
        <w:tabs>
          <w:tab w:val="clear" w:pos="936"/>
          <w:tab w:val="left" w:pos="900"/>
        </w:tabs>
      </w:pPr>
      <w:r w:rsidRPr="00392F2F">
        <w:rPr>
          <w:rStyle w:val="StyleA1-Answer10pt1Char"/>
          <w:sz w:val="20"/>
        </w:rPr>
        <w:t>3</w:t>
      </w:r>
      <w:r w:rsidR="00561F72" w:rsidRPr="00452B46">
        <w:rPr>
          <w:sz w:val="32"/>
          <w:szCs w:val="32"/>
        </w:rPr>
        <w:sym w:font="Wingdings" w:char="F06F"/>
      </w:r>
      <w:r w:rsidR="00561F72">
        <w:tab/>
        <w:t>Usually</w:t>
      </w:r>
    </w:p>
    <w:p w:rsidR="00561F72" w:rsidRDefault="00392F2F" w:rsidP="00B37F4D">
      <w:pPr>
        <w:pStyle w:val="StyleA1-AnswerLeft031Hanging092"/>
        <w:tabs>
          <w:tab w:val="clear" w:pos="936"/>
          <w:tab w:val="left" w:pos="900"/>
        </w:tabs>
      </w:pPr>
      <w:r w:rsidRPr="00392F2F">
        <w:rPr>
          <w:rStyle w:val="StyleA1-Answer10pt1Char"/>
          <w:sz w:val="20"/>
        </w:rPr>
        <w:t>4</w:t>
      </w:r>
      <w:r w:rsidR="00561F72" w:rsidRPr="00452B46">
        <w:rPr>
          <w:sz w:val="32"/>
          <w:szCs w:val="32"/>
        </w:rPr>
        <w:sym w:font="Wingdings" w:char="F06F"/>
      </w:r>
      <w:r w:rsidR="00561F72">
        <w:tab/>
        <w:t>Always</w:t>
      </w:r>
    </w:p>
    <w:p w:rsidR="00561F72" w:rsidRDefault="00DA5E11" w:rsidP="00A62A72">
      <w:pPr>
        <w:pStyle w:val="Question"/>
        <w:tabs>
          <w:tab w:val="left" w:pos="936"/>
        </w:tabs>
      </w:pPr>
      <w:r>
        <w:t>38</w:t>
      </w:r>
      <w:r w:rsidR="00561F72">
        <w:t>.</w:t>
      </w:r>
      <w:r w:rsidR="00561F72">
        <w:tab/>
        <w:t xml:space="preserve">In the last 6 months, did your child’s personal doctor talk with you </w:t>
      </w:r>
      <w:r w:rsidR="00561F72" w:rsidRPr="00373249">
        <w:t>about how your child is feeling, growing</w:t>
      </w:r>
      <w:r w:rsidR="00561F72">
        <w:t>, o</w:t>
      </w:r>
      <w:r w:rsidR="00561F72" w:rsidRPr="00373249">
        <w:t>r behaving</w:t>
      </w:r>
      <w:r w:rsidR="00561F72">
        <w:t xml:space="preserve">? </w:t>
      </w:r>
    </w:p>
    <w:p w:rsidR="00561F72" w:rsidRDefault="00392F2F" w:rsidP="00B37F4D">
      <w:pPr>
        <w:pStyle w:val="StyleA1-AnswerLeft031Hanging092"/>
        <w:tabs>
          <w:tab w:val="clear" w:pos="936"/>
          <w:tab w:val="left" w:pos="900"/>
        </w:tabs>
      </w:pPr>
      <w:r w:rsidRPr="00392F2F">
        <w:rPr>
          <w:rStyle w:val="StyleA1-Answer10pt1Char"/>
          <w:sz w:val="20"/>
        </w:rPr>
        <w:t>1</w:t>
      </w:r>
      <w:r w:rsidR="00561F72" w:rsidRPr="00452B46">
        <w:rPr>
          <w:sz w:val="32"/>
          <w:szCs w:val="32"/>
        </w:rPr>
        <w:sym w:font="Wingdings" w:char="F06F"/>
      </w:r>
      <w:r w:rsidR="00561F72">
        <w:tab/>
        <w:t>Yes</w:t>
      </w:r>
    </w:p>
    <w:p w:rsidR="00561F72" w:rsidRDefault="00392F2F" w:rsidP="00B37F4D">
      <w:pPr>
        <w:pStyle w:val="StyleA1-AnswerLeft031Hanging092"/>
        <w:tabs>
          <w:tab w:val="clear" w:pos="936"/>
          <w:tab w:val="left" w:pos="900"/>
        </w:tabs>
      </w:pPr>
      <w:r w:rsidRPr="00392F2F">
        <w:rPr>
          <w:rStyle w:val="StyleA1-Answer10pt1Char"/>
          <w:sz w:val="20"/>
        </w:rPr>
        <w:t>2</w:t>
      </w:r>
      <w:r w:rsidR="00561F72" w:rsidRPr="00452B46">
        <w:rPr>
          <w:sz w:val="32"/>
          <w:szCs w:val="32"/>
        </w:rPr>
        <w:sym w:font="Wingdings" w:char="F06F"/>
      </w:r>
      <w:r w:rsidR="00561F72">
        <w:tab/>
        <w:t>No</w:t>
      </w:r>
    </w:p>
    <w:p w:rsidR="00452B46" w:rsidRDefault="00452B46" w:rsidP="00561F72">
      <w:pPr>
        <w:pStyle w:val="SL-FlLftSg"/>
      </w:pPr>
    </w:p>
    <w:p w:rsidR="00452B46" w:rsidRDefault="00452B46" w:rsidP="00561F72">
      <w:pPr>
        <w:pStyle w:val="SL-FlLftSg"/>
      </w:pPr>
    </w:p>
    <w:p w:rsidR="00452B46" w:rsidRDefault="00452B46" w:rsidP="00561F72">
      <w:pPr>
        <w:pStyle w:val="SL-FlLftSg"/>
      </w:pPr>
    </w:p>
    <w:p w:rsidR="00452B46" w:rsidRDefault="00452B46" w:rsidP="00561F72">
      <w:pPr>
        <w:pStyle w:val="SL-FlLftSg"/>
      </w:pPr>
    </w:p>
    <w:p w:rsidR="00A65005" w:rsidRDefault="00A65005" w:rsidP="00561F72">
      <w:pPr>
        <w:pStyle w:val="SL-FlLftSg"/>
      </w:pPr>
    </w:p>
    <w:p w:rsidR="00561F72" w:rsidRPr="00C4510B" w:rsidRDefault="00561F72" w:rsidP="00A62A72">
      <w:pPr>
        <w:pStyle w:val="Question"/>
        <w:tabs>
          <w:tab w:val="left" w:pos="936"/>
        </w:tabs>
        <w:spacing w:before="0"/>
      </w:pPr>
      <w:r>
        <w:br w:type="column"/>
      </w:r>
      <w:r w:rsidR="00DA5E11" w:rsidRPr="00C4510B">
        <w:lastRenderedPageBreak/>
        <w:t>3</w:t>
      </w:r>
      <w:r w:rsidR="00DA5E11">
        <w:t>9</w:t>
      </w:r>
      <w:r w:rsidRPr="00C4510B">
        <w:t>.</w:t>
      </w:r>
      <w:r w:rsidRPr="00C4510B">
        <w:tab/>
        <w:t>In the last 6 months, did your child get care from a doctor or other health provider besides his or her personal doctor?</w:t>
      </w:r>
    </w:p>
    <w:p w:rsidR="00561F72" w:rsidRPr="003A1AAF" w:rsidRDefault="00392F2F" w:rsidP="00B37F4D">
      <w:pPr>
        <w:pStyle w:val="StyleA1-AnswerLeft031Hanging092"/>
      </w:pPr>
      <w:r w:rsidRPr="00392F2F">
        <w:rPr>
          <w:rStyle w:val="StyleA1-Answer10pt1Char"/>
          <w:sz w:val="20"/>
        </w:rPr>
        <w:t>1</w:t>
      </w:r>
      <w:r w:rsidR="00561F72" w:rsidRPr="003A1AAF">
        <w:rPr>
          <w:sz w:val="32"/>
        </w:rPr>
        <w:sym w:font="Wingdings" w:char="F06F"/>
      </w:r>
      <w:r w:rsidR="00561F72" w:rsidRPr="003A1AAF">
        <w:tab/>
        <w:t xml:space="preserve">Yes </w:t>
      </w:r>
    </w:p>
    <w:p w:rsidR="00561F72" w:rsidRPr="003A1AAF" w:rsidRDefault="00392F2F" w:rsidP="00B37F4D">
      <w:pPr>
        <w:pStyle w:val="StyleA1-AnswerLeft031Hanging092"/>
      </w:pPr>
      <w:r w:rsidRPr="00392F2F">
        <w:rPr>
          <w:rStyle w:val="StyleA1-Answer10pt1Char"/>
          <w:sz w:val="20"/>
        </w:rPr>
        <w:t>2</w:t>
      </w:r>
      <w:r w:rsidR="00561F72" w:rsidRPr="00452B46">
        <w:rPr>
          <w:sz w:val="32"/>
          <w:szCs w:val="32"/>
        </w:rPr>
        <w:sym w:font="Wingdings" w:char="F06F"/>
      </w:r>
      <w:r w:rsidR="00561F72" w:rsidRPr="003A1AAF">
        <w:tab/>
        <w:t xml:space="preserve">No </w:t>
      </w:r>
      <w:r w:rsidR="00561F72" w:rsidRPr="003A1AAF">
        <w:sym w:font="Wingdings" w:char="F0E8"/>
      </w:r>
      <w:r w:rsidR="00561F72" w:rsidRPr="00AF6355">
        <w:rPr>
          <w:b/>
        </w:rPr>
        <w:t xml:space="preserve">If No, Go to Question </w:t>
      </w:r>
      <w:r w:rsidR="00DA5E11">
        <w:rPr>
          <w:b/>
        </w:rPr>
        <w:t>41</w:t>
      </w:r>
    </w:p>
    <w:p w:rsidR="00561F72" w:rsidRPr="00C4510B" w:rsidRDefault="00DA5E11" w:rsidP="00A62A72">
      <w:pPr>
        <w:pStyle w:val="Question"/>
        <w:tabs>
          <w:tab w:val="left" w:pos="936"/>
        </w:tabs>
      </w:pPr>
      <w:r>
        <w:t>40</w:t>
      </w:r>
      <w:r w:rsidR="00561F72" w:rsidRPr="00C4510B">
        <w:t>.</w:t>
      </w:r>
      <w:r w:rsidR="00561F72" w:rsidRPr="00C4510B">
        <w:tab/>
        <w:t xml:space="preserve">In the last 6 months, how often did your child’s personal doctor seem informed and up-to-date about the care your child got from these doctors or other health providers? </w:t>
      </w:r>
    </w:p>
    <w:p w:rsidR="00561F72" w:rsidRDefault="00392F2F" w:rsidP="00DC7F8B">
      <w:pPr>
        <w:pStyle w:val="StyleA1-AnswerLeft031Hanging092"/>
      </w:pPr>
      <w:r w:rsidRPr="00392F2F">
        <w:rPr>
          <w:rStyle w:val="StyleA1-Answer10pt1Char"/>
          <w:sz w:val="20"/>
        </w:rPr>
        <w:t>1</w:t>
      </w:r>
      <w:r w:rsidR="00561F72" w:rsidRPr="00452B46">
        <w:rPr>
          <w:sz w:val="32"/>
          <w:szCs w:val="32"/>
        </w:rPr>
        <w:sym w:font="Wingdings" w:char="F06F"/>
      </w:r>
      <w:r w:rsidR="00561F72">
        <w:tab/>
        <w:t>Never</w:t>
      </w:r>
    </w:p>
    <w:p w:rsidR="00561F72" w:rsidRDefault="00392F2F" w:rsidP="00DC7F8B">
      <w:pPr>
        <w:pStyle w:val="StyleA1-AnswerLeft031Hanging092"/>
      </w:pPr>
      <w:r w:rsidRPr="00392F2F">
        <w:rPr>
          <w:rStyle w:val="StyleA1-Answer10pt1Char"/>
          <w:sz w:val="20"/>
        </w:rPr>
        <w:t>2</w:t>
      </w:r>
      <w:r w:rsidR="00561F72" w:rsidRPr="00452B46">
        <w:rPr>
          <w:sz w:val="32"/>
          <w:szCs w:val="32"/>
        </w:rPr>
        <w:sym w:font="Wingdings" w:char="F06F"/>
      </w:r>
      <w:r w:rsidR="00561F72">
        <w:tab/>
        <w:t>Sometimes</w:t>
      </w:r>
    </w:p>
    <w:p w:rsidR="00561F72" w:rsidRDefault="00392F2F" w:rsidP="00DC7F8B">
      <w:pPr>
        <w:pStyle w:val="StyleA1-AnswerLeft031Hanging092"/>
      </w:pPr>
      <w:r w:rsidRPr="00392F2F">
        <w:rPr>
          <w:rStyle w:val="StyleA1-Answer10pt1Char"/>
          <w:sz w:val="20"/>
        </w:rPr>
        <w:t>3</w:t>
      </w:r>
      <w:r w:rsidR="00561F72" w:rsidRPr="00452B46">
        <w:rPr>
          <w:sz w:val="32"/>
          <w:szCs w:val="32"/>
        </w:rPr>
        <w:sym w:font="Wingdings" w:char="F06F"/>
      </w:r>
      <w:r w:rsidR="00561F72">
        <w:tab/>
        <w:t>Usually</w:t>
      </w:r>
    </w:p>
    <w:p w:rsidR="00561F72" w:rsidRDefault="00392F2F" w:rsidP="00DC7F8B">
      <w:pPr>
        <w:pStyle w:val="StyleA1-AnswerLeft031Hanging092"/>
      </w:pPr>
      <w:r w:rsidRPr="00392F2F">
        <w:rPr>
          <w:rStyle w:val="StyleA1-Answer10pt1Char"/>
          <w:sz w:val="20"/>
        </w:rPr>
        <w:t>4</w:t>
      </w:r>
      <w:r w:rsidR="00561F72" w:rsidRPr="00452B46">
        <w:rPr>
          <w:sz w:val="32"/>
          <w:szCs w:val="32"/>
        </w:rPr>
        <w:sym w:font="Wingdings" w:char="F06F"/>
      </w:r>
      <w:r w:rsidR="00561F72">
        <w:tab/>
        <w:t>Always</w:t>
      </w:r>
    </w:p>
    <w:p w:rsidR="00561F72" w:rsidRPr="00AC679D" w:rsidRDefault="00DA5E11" w:rsidP="00A62A72">
      <w:pPr>
        <w:pStyle w:val="Question"/>
        <w:tabs>
          <w:tab w:val="left" w:pos="936"/>
        </w:tabs>
      </w:pPr>
      <w:r>
        <w:t>41</w:t>
      </w:r>
      <w:r w:rsidR="00561F72" w:rsidRPr="00AC679D">
        <w:t>.</w:t>
      </w:r>
      <w:r w:rsidR="00561F72" w:rsidRPr="00AC679D">
        <w:tab/>
        <w:t>Using any number from 0 to 10</w:t>
      </w:r>
      <w:r w:rsidR="00561F72">
        <w:t>,</w:t>
      </w:r>
      <w:r w:rsidR="00561F72" w:rsidRPr="00AC679D">
        <w:t xml:space="preserve"> where 0 is the worst personal doctor possible and 10 is the best personal doctor possible, what number would you use to rate your child’s personal doctor?</w:t>
      </w:r>
    </w:p>
    <w:p w:rsidR="00561F72" w:rsidRDefault="00392F2F" w:rsidP="007C2524">
      <w:pPr>
        <w:pStyle w:val="A1-Answer"/>
        <w:tabs>
          <w:tab w:val="clear" w:pos="1800"/>
          <w:tab w:val="left" w:pos="1014"/>
        </w:tabs>
        <w:ind w:left="1260" w:hanging="814"/>
      </w:pPr>
      <w:r w:rsidRPr="00392F2F">
        <w:rPr>
          <w:rStyle w:val="StyleA1-Answer10pt1Char"/>
          <w:sz w:val="20"/>
        </w:rPr>
        <w:t>00</w:t>
      </w:r>
      <w:r w:rsidR="00561F72">
        <w:rPr>
          <w:sz w:val="32"/>
        </w:rPr>
        <w:sym w:font="Wingdings" w:char="F06F"/>
      </w:r>
      <w:r w:rsidR="00561F72">
        <w:rPr>
          <w:sz w:val="32"/>
        </w:rPr>
        <w:tab/>
      </w:r>
      <w:r w:rsidR="00561F72">
        <w:t>0</w:t>
      </w:r>
      <w:r w:rsidR="00561F72">
        <w:tab/>
        <w:t>Worst personal doctor possible</w:t>
      </w:r>
    </w:p>
    <w:p w:rsidR="00561F72" w:rsidRDefault="00392F2F" w:rsidP="00DC7F8B">
      <w:pPr>
        <w:pStyle w:val="StyleA1-AnswerLeft031Hanging092"/>
      </w:pPr>
      <w:r w:rsidRPr="00392F2F">
        <w:rPr>
          <w:rStyle w:val="StyleA1-Answer10pt1Char"/>
          <w:sz w:val="20"/>
        </w:rPr>
        <w:t>01</w:t>
      </w:r>
      <w:r w:rsidR="00561F72">
        <w:rPr>
          <w:sz w:val="32"/>
        </w:rPr>
        <w:sym w:font="Wingdings" w:char="F06F"/>
      </w:r>
      <w:r w:rsidR="00561F72">
        <w:rPr>
          <w:sz w:val="32"/>
        </w:rPr>
        <w:tab/>
      </w:r>
      <w:r w:rsidR="00561F72">
        <w:t>1</w:t>
      </w:r>
    </w:p>
    <w:p w:rsidR="00561F72" w:rsidRDefault="00392F2F" w:rsidP="00DC7F8B">
      <w:pPr>
        <w:pStyle w:val="StyleA1-AnswerLeft031Hanging092"/>
      </w:pPr>
      <w:r w:rsidRPr="00392F2F">
        <w:rPr>
          <w:rStyle w:val="StyleA1-Answer10pt1Char"/>
          <w:sz w:val="20"/>
        </w:rPr>
        <w:t>02</w:t>
      </w:r>
      <w:r w:rsidR="00561F72">
        <w:rPr>
          <w:sz w:val="32"/>
        </w:rPr>
        <w:sym w:font="Wingdings" w:char="F06F"/>
      </w:r>
      <w:r w:rsidR="00561F72">
        <w:rPr>
          <w:sz w:val="32"/>
        </w:rPr>
        <w:tab/>
      </w:r>
      <w:r w:rsidR="00561F72">
        <w:t>2</w:t>
      </w:r>
    </w:p>
    <w:p w:rsidR="00561F72" w:rsidRDefault="00392F2F" w:rsidP="00DC7F8B">
      <w:pPr>
        <w:pStyle w:val="StyleA1-AnswerLeft031Hanging092"/>
      </w:pPr>
      <w:r w:rsidRPr="00392F2F">
        <w:rPr>
          <w:rStyle w:val="StyleA1-Answer10pt1Char"/>
          <w:sz w:val="20"/>
        </w:rPr>
        <w:t>03</w:t>
      </w:r>
      <w:r w:rsidR="00561F72">
        <w:rPr>
          <w:sz w:val="32"/>
        </w:rPr>
        <w:sym w:font="Wingdings" w:char="F06F"/>
      </w:r>
      <w:r w:rsidR="00561F72">
        <w:rPr>
          <w:sz w:val="32"/>
        </w:rPr>
        <w:tab/>
      </w:r>
      <w:r w:rsidR="00561F72">
        <w:t>3</w:t>
      </w:r>
    </w:p>
    <w:p w:rsidR="00561F72" w:rsidRDefault="00392F2F" w:rsidP="00DC7F8B">
      <w:pPr>
        <w:pStyle w:val="StyleA1-AnswerLeft031Hanging092"/>
      </w:pPr>
      <w:r w:rsidRPr="00392F2F">
        <w:rPr>
          <w:rStyle w:val="StyleA1-Answer10pt1Char"/>
          <w:sz w:val="20"/>
        </w:rPr>
        <w:t>04</w:t>
      </w:r>
      <w:r w:rsidR="00561F72">
        <w:rPr>
          <w:sz w:val="32"/>
        </w:rPr>
        <w:sym w:font="Wingdings" w:char="F06F"/>
      </w:r>
      <w:r w:rsidR="00561F72">
        <w:rPr>
          <w:sz w:val="32"/>
        </w:rPr>
        <w:tab/>
      </w:r>
      <w:r w:rsidR="00561F72">
        <w:t>4</w:t>
      </w:r>
    </w:p>
    <w:p w:rsidR="00561F72" w:rsidRDefault="00392F2F" w:rsidP="00DC7F8B">
      <w:pPr>
        <w:pStyle w:val="StyleA1-AnswerLeft031Hanging092"/>
      </w:pPr>
      <w:r w:rsidRPr="00392F2F">
        <w:rPr>
          <w:rStyle w:val="StyleA1-Answer10pt1Char"/>
          <w:sz w:val="20"/>
        </w:rPr>
        <w:t>05</w:t>
      </w:r>
      <w:r w:rsidR="00561F72">
        <w:rPr>
          <w:sz w:val="32"/>
        </w:rPr>
        <w:sym w:font="Wingdings" w:char="F06F"/>
      </w:r>
      <w:r w:rsidR="00561F72">
        <w:rPr>
          <w:sz w:val="32"/>
        </w:rPr>
        <w:tab/>
      </w:r>
      <w:r w:rsidR="00561F72">
        <w:t>5</w:t>
      </w:r>
    </w:p>
    <w:p w:rsidR="00561F72" w:rsidRDefault="00392F2F" w:rsidP="00DC7F8B">
      <w:pPr>
        <w:pStyle w:val="StyleA1-AnswerLeft031Hanging092"/>
      </w:pPr>
      <w:r w:rsidRPr="00392F2F">
        <w:rPr>
          <w:rStyle w:val="StyleA1-Answer10pt1Char"/>
          <w:sz w:val="20"/>
        </w:rPr>
        <w:t>06</w:t>
      </w:r>
      <w:r w:rsidR="00561F72">
        <w:rPr>
          <w:sz w:val="32"/>
        </w:rPr>
        <w:sym w:font="Wingdings" w:char="F06F"/>
      </w:r>
      <w:r w:rsidR="00561F72">
        <w:rPr>
          <w:sz w:val="32"/>
        </w:rPr>
        <w:tab/>
      </w:r>
      <w:r w:rsidR="00561F72">
        <w:t>6</w:t>
      </w:r>
    </w:p>
    <w:p w:rsidR="00561F72" w:rsidRDefault="00392F2F" w:rsidP="00DC7F8B">
      <w:pPr>
        <w:pStyle w:val="StyleA1-AnswerLeft031Hanging092"/>
      </w:pPr>
      <w:r w:rsidRPr="00392F2F">
        <w:rPr>
          <w:rStyle w:val="StyleA1-Answer10pt1Char"/>
          <w:sz w:val="20"/>
        </w:rPr>
        <w:t>07</w:t>
      </w:r>
      <w:r w:rsidR="00561F72">
        <w:rPr>
          <w:sz w:val="32"/>
        </w:rPr>
        <w:sym w:font="Wingdings" w:char="F06F"/>
      </w:r>
      <w:r w:rsidR="00561F72">
        <w:rPr>
          <w:sz w:val="32"/>
        </w:rPr>
        <w:tab/>
      </w:r>
      <w:r w:rsidR="00561F72">
        <w:t>7</w:t>
      </w:r>
    </w:p>
    <w:p w:rsidR="00561F72" w:rsidRDefault="00392F2F" w:rsidP="00DC7F8B">
      <w:pPr>
        <w:pStyle w:val="StyleA1-AnswerLeft031Hanging092"/>
      </w:pPr>
      <w:r w:rsidRPr="00392F2F">
        <w:rPr>
          <w:rStyle w:val="StyleA1-Answer10pt1Char"/>
          <w:sz w:val="20"/>
        </w:rPr>
        <w:t>08</w:t>
      </w:r>
      <w:r w:rsidR="00561F72">
        <w:rPr>
          <w:sz w:val="32"/>
        </w:rPr>
        <w:sym w:font="Wingdings" w:char="F06F"/>
      </w:r>
      <w:r w:rsidR="00561F72">
        <w:rPr>
          <w:sz w:val="32"/>
        </w:rPr>
        <w:tab/>
      </w:r>
      <w:r w:rsidR="00561F72">
        <w:t>8</w:t>
      </w:r>
    </w:p>
    <w:p w:rsidR="00561F72" w:rsidRDefault="00392F2F" w:rsidP="00DC7F8B">
      <w:pPr>
        <w:pStyle w:val="StyleA1-AnswerLeft031Hanging092"/>
      </w:pPr>
      <w:r w:rsidRPr="00392F2F">
        <w:rPr>
          <w:rStyle w:val="StyleA1-Answer10pt1Char"/>
          <w:sz w:val="20"/>
        </w:rPr>
        <w:t>09</w:t>
      </w:r>
      <w:r w:rsidR="00561F72">
        <w:rPr>
          <w:sz w:val="32"/>
        </w:rPr>
        <w:sym w:font="Wingdings" w:char="F06F"/>
      </w:r>
      <w:r w:rsidR="00561F72">
        <w:rPr>
          <w:sz w:val="32"/>
        </w:rPr>
        <w:tab/>
      </w:r>
      <w:r w:rsidR="00561F72">
        <w:t>9</w:t>
      </w:r>
    </w:p>
    <w:p w:rsidR="00561F72" w:rsidRPr="007C2524" w:rsidRDefault="00392F2F" w:rsidP="007C2524">
      <w:pPr>
        <w:pStyle w:val="SL-FlLftSgl"/>
        <w:widowControl w:val="0"/>
        <w:numPr>
          <w:ilvl w:val="12"/>
          <w:numId w:val="0"/>
        </w:numPr>
        <w:tabs>
          <w:tab w:val="left" w:pos="936"/>
          <w:tab w:val="left" w:pos="1482"/>
          <w:tab w:val="left" w:pos="2880"/>
        </w:tabs>
        <w:ind w:left="1260" w:hanging="814"/>
        <w:rPr>
          <w:b w:val="0"/>
          <w:szCs w:val="24"/>
        </w:rPr>
      </w:pPr>
      <w:r w:rsidRPr="00392F2F">
        <w:rPr>
          <w:b w:val="0"/>
          <w:sz w:val="20"/>
          <w:vertAlign w:val="superscript"/>
        </w:rPr>
        <w:t>10</w:t>
      </w:r>
      <w:r w:rsidR="00561F72" w:rsidRPr="00792A4D">
        <w:rPr>
          <w:b w:val="0"/>
          <w:sz w:val="32"/>
        </w:rPr>
        <w:sym w:font="Wingdings" w:char="F06F"/>
      </w:r>
      <w:r w:rsidR="00561F72">
        <w:rPr>
          <w:sz w:val="32"/>
        </w:rPr>
        <w:tab/>
      </w:r>
      <w:r w:rsidR="00561F72" w:rsidRPr="007C2524">
        <w:rPr>
          <w:b w:val="0"/>
          <w:szCs w:val="24"/>
        </w:rPr>
        <w:t>10</w:t>
      </w:r>
      <w:r w:rsidR="00561F72" w:rsidRPr="007C2524">
        <w:rPr>
          <w:b w:val="0"/>
          <w:szCs w:val="24"/>
        </w:rPr>
        <w:tab/>
        <w:t xml:space="preserve">Best personal doctor possible </w:t>
      </w:r>
    </w:p>
    <w:p w:rsidR="00452B46" w:rsidRDefault="00452B46" w:rsidP="002167EE">
      <w:pPr>
        <w:pStyle w:val="Question"/>
        <w:tabs>
          <w:tab w:val="left" w:pos="936"/>
        </w:tabs>
      </w:pPr>
    </w:p>
    <w:p w:rsidR="00900D1C" w:rsidRDefault="00900D1C" w:rsidP="002167EE">
      <w:pPr>
        <w:pStyle w:val="Question"/>
        <w:tabs>
          <w:tab w:val="left" w:pos="936"/>
        </w:tabs>
      </w:pPr>
    </w:p>
    <w:p w:rsidR="00900D1C" w:rsidRDefault="00900D1C" w:rsidP="00900D1C">
      <w:pPr>
        <w:pStyle w:val="Question"/>
        <w:tabs>
          <w:tab w:val="left" w:pos="936"/>
        </w:tabs>
        <w:spacing w:before="120"/>
      </w:pPr>
    </w:p>
    <w:p w:rsidR="00452B46" w:rsidRDefault="00452B46" w:rsidP="002167EE">
      <w:pPr>
        <w:pStyle w:val="Question"/>
        <w:tabs>
          <w:tab w:val="left" w:pos="936"/>
        </w:tabs>
      </w:pPr>
    </w:p>
    <w:p w:rsidR="002167EE" w:rsidRPr="00CC453F" w:rsidRDefault="00900D1C" w:rsidP="00511739">
      <w:pPr>
        <w:pStyle w:val="Question"/>
        <w:tabs>
          <w:tab w:val="left" w:pos="936"/>
        </w:tabs>
        <w:spacing w:before="0"/>
      </w:pPr>
      <w:r>
        <w:br w:type="column"/>
      </w:r>
      <w:r w:rsidR="00DA5E11">
        <w:lastRenderedPageBreak/>
        <w:t>42</w:t>
      </w:r>
      <w:r w:rsidR="002167EE" w:rsidRPr="00CC453F">
        <w:t>.</w:t>
      </w:r>
      <w:r w:rsidR="002167EE" w:rsidRPr="00CC453F">
        <w:tab/>
        <w:t xml:space="preserve">Does your child have any medical, behavioral, or other health conditions that have lasted for more than </w:t>
      </w:r>
      <w:r w:rsidR="002167EE" w:rsidRPr="00CC453F">
        <w:rPr>
          <w:u w:val="single"/>
        </w:rPr>
        <w:t>3 months</w:t>
      </w:r>
      <w:r w:rsidR="002167EE" w:rsidRPr="00CC453F">
        <w:t>?</w:t>
      </w:r>
    </w:p>
    <w:p w:rsidR="002167EE" w:rsidRPr="00CC453F" w:rsidRDefault="002167EE" w:rsidP="00B37F4D">
      <w:pPr>
        <w:pStyle w:val="StyleA1-AnswerLeft031Hanging092"/>
        <w:tabs>
          <w:tab w:val="clear" w:pos="936"/>
          <w:tab w:val="left" w:pos="900"/>
        </w:tabs>
      </w:pPr>
      <w:r w:rsidRPr="00392F2F">
        <w:rPr>
          <w:rStyle w:val="StyleA1-Answer10pt1Char"/>
          <w:sz w:val="20"/>
        </w:rPr>
        <w:t>1</w:t>
      </w:r>
      <w:r w:rsidRPr="00CC453F">
        <w:rPr>
          <w:sz w:val="32"/>
        </w:rPr>
        <w:sym w:font="Wingdings" w:char="F06F"/>
      </w:r>
      <w:r w:rsidRPr="00CC453F">
        <w:tab/>
        <w:t>Yes</w:t>
      </w:r>
    </w:p>
    <w:p w:rsidR="002167EE" w:rsidRPr="00CC453F" w:rsidRDefault="002167EE" w:rsidP="00B37F4D">
      <w:pPr>
        <w:pStyle w:val="A1-Answer"/>
        <w:tabs>
          <w:tab w:val="clear" w:pos="936"/>
          <w:tab w:val="clear" w:pos="1440"/>
          <w:tab w:val="clear" w:pos="1800"/>
          <w:tab w:val="left" w:pos="900"/>
          <w:tab w:val="left" w:pos="1014"/>
          <w:tab w:val="left" w:pos="1260"/>
        </w:tabs>
        <w:ind w:left="1716" w:hanging="1270"/>
        <w:rPr>
          <w:b/>
        </w:rPr>
      </w:pPr>
      <w:r w:rsidRPr="00392F2F">
        <w:rPr>
          <w:rStyle w:val="StyleA1-Answer10pt1Char"/>
          <w:sz w:val="20"/>
        </w:rPr>
        <w:t>2</w:t>
      </w:r>
      <w:r w:rsidRPr="00CC453F">
        <w:rPr>
          <w:sz w:val="32"/>
        </w:rPr>
        <w:sym w:font="Wingdings" w:char="F06F"/>
      </w:r>
      <w:r>
        <w:tab/>
        <w:t xml:space="preserve">No </w:t>
      </w:r>
      <w:r w:rsidRPr="00CC453F">
        <w:rPr>
          <w:b/>
        </w:rPr>
        <w:sym w:font="Wingdings" w:char="F0E8"/>
      </w:r>
      <w:r w:rsidRPr="00CC453F">
        <w:rPr>
          <w:b/>
        </w:rPr>
        <w:t xml:space="preserve">If No, Go to Question </w:t>
      </w:r>
      <w:r w:rsidR="00DA5E11">
        <w:rPr>
          <w:b/>
        </w:rPr>
        <w:t>45</w:t>
      </w:r>
    </w:p>
    <w:p w:rsidR="00561F72" w:rsidRPr="00CC453F" w:rsidRDefault="00DA5E11" w:rsidP="00452B46">
      <w:pPr>
        <w:pStyle w:val="Question"/>
        <w:tabs>
          <w:tab w:val="left" w:pos="936"/>
        </w:tabs>
      </w:pPr>
      <w:r>
        <w:t>43</w:t>
      </w:r>
      <w:r w:rsidR="00561F72" w:rsidRPr="00CC453F">
        <w:t>.</w:t>
      </w:r>
      <w:r w:rsidR="00561F72" w:rsidRPr="00CC453F">
        <w:tab/>
        <w:t>Does your child’s personal doctor understand how these medical, behavioral, or other health conditions affect your child’s day-to-day life?</w:t>
      </w:r>
    </w:p>
    <w:p w:rsidR="00561F72" w:rsidRPr="00CC453F" w:rsidRDefault="00392F2F" w:rsidP="00B37F4D">
      <w:pPr>
        <w:pStyle w:val="StyleA1-AnswerLeft031Hanging092"/>
        <w:tabs>
          <w:tab w:val="clear" w:pos="936"/>
          <w:tab w:val="left" w:pos="900"/>
        </w:tabs>
      </w:pPr>
      <w:r w:rsidRPr="00392F2F">
        <w:rPr>
          <w:rStyle w:val="StyleA1-Answer10pt1Char"/>
          <w:sz w:val="20"/>
        </w:rPr>
        <w:t>1</w:t>
      </w:r>
      <w:r w:rsidR="00561F72" w:rsidRPr="00CC453F">
        <w:rPr>
          <w:sz w:val="32"/>
        </w:rPr>
        <w:sym w:font="Wingdings" w:char="F06F"/>
      </w:r>
      <w:r w:rsidR="00561F72" w:rsidRPr="00CC453F">
        <w:tab/>
        <w:t>Yes</w:t>
      </w:r>
    </w:p>
    <w:p w:rsidR="00561F72" w:rsidRPr="00CC453F" w:rsidRDefault="00392F2F" w:rsidP="00B37F4D">
      <w:pPr>
        <w:pStyle w:val="StyleA1-AnswerLeft031Hanging092"/>
        <w:tabs>
          <w:tab w:val="clear" w:pos="936"/>
          <w:tab w:val="left" w:pos="900"/>
        </w:tabs>
      </w:pPr>
      <w:r w:rsidRPr="00392F2F">
        <w:rPr>
          <w:rStyle w:val="StyleA1-Answer10pt1Char"/>
          <w:sz w:val="20"/>
        </w:rPr>
        <w:t>2</w:t>
      </w:r>
      <w:r w:rsidR="00561F72" w:rsidRPr="00452B46">
        <w:rPr>
          <w:sz w:val="32"/>
          <w:szCs w:val="32"/>
        </w:rPr>
        <w:sym w:font="Wingdings" w:char="F06F"/>
      </w:r>
      <w:r w:rsidR="00561F72" w:rsidRPr="00CC453F">
        <w:tab/>
        <w:t>No</w:t>
      </w:r>
    </w:p>
    <w:p w:rsidR="00561F72" w:rsidRPr="00CC453F" w:rsidRDefault="00DA5E11" w:rsidP="00A62A72">
      <w:pPr>
        <w:pStyle w:val="Question"/>
        <w:tabs>
          <w:tab w:val="left" w:pos="936"/>
        </w:tabs>
      </w:pPr>
      <w:r>
        <w:t>44</w:t>
      </w:r>
      <w:r w:rsidR="00561F72" w:rsidRPr="00CC453F">
        <w:t>.</w:t>
      </w:r>
      <w:r w:rsidR="00561F72" w:rsidRPr="00CC453F">
        <w:tab/>
        <w:t xml:space="preserve">Does your child’s personal doctor understand how your child’s medical, behavioral, or other health conditions affect your </w:t>
      </w:r>
      <w:r w:rsidR="00561F72" w:rsidRPr="00CC453F">
        <w:rPr>
          <w:u w:val="single"/>
        </w:rPr>
        <w:t>family’s</w:t>
      </w:r>
      <w:r w:rsidR="00561F72" w:rsidRPr="00CC453F">
        <w:t xml:space="preserve"> day-to-day life?</w:t>
      </w:r>
    </w:p>
    <w:p w:rsidR="00561F72" w:rsidRPr="00CC453F" w:rsidRDefault="00392F2F" w:rsidP="00B37F4D">
      <w:pPr>
        <w:pStyle w:val="StyleA1-AnswerLeft031Hanging092"/>
        <w:tabs>
          <w:tab w:val="clear" w:pos="936"/>
          <w:tab w:val="left" w:pos="900"/>
        </w:tabs>
      </w:pPr>
      <w:r w:rsidRPr="00392F2F">
        <w:rPr>
          <w:rStyle w:val="StyleA1-Answer10pt1Char"/>
          <w:sz w:val="20"/>
        </w:rPr>
        <w:t>1</w:t>
      </w:r>
      <w:r w:rsidR="00561F72" w:rsidRPr="00CC453F">
        <w:rPr>
          <w:sz w:val="32"/>
        </w:rPr>
        <w:sym w:font="Wingdings" w:char="F06F"/>
      </w:r>
      <w:r w:rsidR="00561F72" w:rsidRPr="00CC453F">
        <w:tab/>
        <w:t>Yes</w:t>
      </w:r>
    </w:p>
    <w:p w:rsidR="00561F72" w:rsidRDefault="00392F2F" w:rsidP="00B37F4D">
      <w:pPr>
        <w:pStyle w:val="StyleA1-AnswerLeft031Hanging092"/>
        <w:tabs>
          <w:tab w:val="clear" w:pos="936"/>
          <w:tab w:val="left" w:pos="900"/>
        </w:tabs>
      </w:pPr>
      <w:r w:rsidRPr="00392F2F">
        <w:rPr>
          <w:rStyle w:val="StyleA1-Answer10pt1Char"/>
          <w:sz w:val="20"/>
        </w:rPr>
        <w:t>2</w:t>
      </w:r>
      <w:r w:rsidR="00561F72" w:rsidRPr="00452B46">
        <w:rPr>
          <w:sz w:val="32"/>
          <w:szCs w:val="32"/>
        </w:rPr>
        <w:sym w:font="Wingdings" w:char="F06F"/>
      </w:r>
      <w:r w:rsidR="00561F72" w:rsidRPr="00452B46">
        <w:rPr>
          <w:sz w:val="32"/>
          <w:szCs w:val="32"/>
        </w:rPr>
        <w:tab/>
      </w:r>
      <w:r w:rsidR="00561F72" w:rsidRPr="00CC453F">
        <w:t>No</w:t>
      </w:r>
    </w:p>
    <w:p w:rsidR="00561F72" w:rsidRDefault="00561F72" w:rsidP="00561F72">
      <w:pPr>
        <w:pStyle w:val="SL-FlLftSgl"/>
        <w:numPr>
          <w:ilvl w:val="12"/>
          <w:numId w:val="0"/>
        </w:numPr>
        <w:tabs>
          <w:tab w:val="left" w:pos="1980"/>
          <w:tab w:val="left" w:pos="2610"/>
          <w:tab w:val="left" w:pos="3150"/>
        </w:tabs>
        <w:rPr>
          <w:b w:val="0"/>
          <w:i/>
        </w:rPr>
      </w:pPr>
    </w:p>
    <w:p w:rsidR="00561F72" w:rsidRDefault="00561F72" w:rsidP="00A65005">
      <w:pPr>
        <w:pStyle w:val="ColumnHead"/>
      </w:pPr>
      <w:r>
        <w:br w:type="column"/>
      </w:r>
      <w:r>
        <w:lastRenderedPageBreak/>
        <w:t xml:space="preserve">GETTING HEALTH CARE </w:t>
      </w:r>
      <w:r>
        <w:br/>
        <w:t>FROM SPECIALISTS</w:t>
      </w:r>
    </w:p>
    <w:p w:rsidR="00561F72" w:rsidRDefault="00561F72" w:rsidP="00C2149F">
      <w:pPr>
        <w:pStyle w:val="QuestionText"/>
        <w:spacing w:before="240"/>
      </w:pPr>
      <w:r>
        <w:t xml:space="preserve">When you answer the next questions, </w:t>
      </w:r>
      <w:r w:rsidRPr="00164F43">
        <w:t>do</w:t>
      </w:r>
      <w:r w:rsidRPr="000C7744">
        <w:t xml:space="preserve"> </w:t>
      </w:r>
      <w:r>
        <w:rPr>
          <w:u w:val="single"/>
        </w:rPr>
        <w:t>not</w:t>
      </w:r>
      <w:r>
        <w:t xml:space="preserve"> include dental visits or care your child got when he or she stayed overnight in a hospital.</w:t>
      </w:r>
    </w:p>
    <w:p w:rsidR="00561F72" w:rsidRDefault="00DA5E11" w:rsidP="00A62A72">
      <w:pPr>
        <w:pStyle w:val="Question"/>
        <w:tabs>
          <w:tab w:val="left" w:pos="936"/>
        </w:tabs>
      </w:pPr>
      <w:r>
        <w:t>45</w:t>
      </w:r>
      <w:r w:rsidR="00561F72">
        <w:t>.</w:t>
      </w:r>
      <w:r w:rsidR="00561F72">
        <w:tab/>
      </w:r>
      <w:r w:rsidR="00561F72" w:rsidRPr="001868A6">
        <w:t>Specialists</w:t>
      </w:r>
      <w:r w:rsidR="00561F72">
        <w:t xml:space="preserve"> are doctors like surgeons, heart doctors, allergy doctors, skin doctors, and other doctors who specialize in one area of health care.</w:t>
      </w:r>
      <w:r w:rsidR="00AE3BC9">
        <w:t xml:space="preserve"> </w:t>
      </w:r>
      <w:r w:rsidR="00561F72">
        <w:t>In the last 6 months, did you make any appointments for your child to see a specialist?</w:t>
      </w:r>
    </w:p>
    <w:p w:rsidR="00561F72" w:rsidRDefault="00392F2F" w:rsidP="00B37F4D">
      <w:pPr>
        <w:pStyle w:val="StyleA1-AnswerLeft031Hanging092"/>
        <w:tabs>
          <w:tab w:val="clear" w:pos="936"/>
          <w:tab w:val="left" w:pos="900"/>
        </w:tabs>
      </w:pPr>
      <w:r w:rsidRPr="00392F2F">
        <w:rPr>
          <w:rStyle w:val="StyleA1-Answer10pt1Char"/>
          <w:sz w:val="20"/>
        </w:rPr>
        <w:t>1</w:t>
      </w:r>
      <w:r w:rsidR="00561F72" w:rsidRPr="009B549F">
        <w:rPr>
          <w:sz w:val="32"/>
          <w:szCs w:val="32"/>
        </w:rPr>
        <w:sym w:font="Wingdings" w:char="F06F"/>
      </w:r>
      <w:r w:rsidR="00561F72">
        <w:tab/>
        <w:t>Yes</w:t>
      </w:r>
    </w:p>
    <w:p w:rsidR="00561F72" w:rsidRDefault="00392F2F" w:rsidP="00B37F4D">
      <w:pPr>
        <w:pStyle w:val="A1-Answer"/>
        <w:tabs>
          <w:tab w:val="clear" w:pos="936"/>
          <w:tab w:val="clear" w:pos="1800"/>
          <w:tab w:val="clear" w:pos="2880"/>
          <w:tab w:val="left" w:pos="900"/>
          <w:tab w:val="left" w:pos="1014"/>
          <w:tab w:val="left" w:pos="1890"/>
          <w:tab w:val="left" w:pos="2160"/>
        </w:tabs>
        <w:ind w:left="1716" w:hanging="1270"/>
      </w:pPr>
      <w:r w:rsidRPr="00392F2F">
        <w:rPr>
          <w:rStyle w:val="StyleA1-Answer10pt1Char"/>
          <w:sz w:val="20"/>
        </w:rPr>
        <w:t>2</w:t>
      </w:r>
      <w:r w:rsidR="00561F72">
        <w:rPr>
          <w:sz w:val="32"/>
        </w:rPr>
        <w:sym w:font="Wingdings" w:char="F06F"/>
      </w:r>
      <w:r w:rsidR="00561F72">
        <w:rPr>
          <w:sz w:val="32"/>
        </w:rPr>
        <w:tab/>
      </w:r>
      <w:r w:rsidR="00561F72">
        <w:t>No</w:t>
      </w:r>
      <w:r w:rsidR="00A65005">
        <w:t xml:space="preserve"> </w:t>
      </w:r>
      <w:r w:rsidR="00561F72">
        <w:rPr>
          <w:b/>
        </w:rPr>
        <w:sym w:font="Wingdings" w:char="F0E8"/>
      </w:r>
      <w:r w:rsidR="00561F72">
        <w:rPr>
          <w:b/>
        </w:rPr>
        <w:t>If No, Go to</w:t>
      </w:r>
      <w:r w:rsidR="000C7744">
        <w:rPr>
          <w:b/>
        </w:rPr>
        <w:t xml:space="preserve"> </w:t>
      </w:r>
      <w:r w:rsidR="00561F72">
        <w:rPr>
          <w:b/>
        </w:rPr>
        <w:t xml:space="preserve">Question </w:t>
      </w:r>
      <w:r w:rsidR="00DA5E11">
        <w:rPr>
          <w:b/>
        </w:rPr>
        <w:t xml:space="preserve">49 </w:t>
      </w:r>
    </w:p>
    <w:p w:rsidR="00561F72" w:rsidRDefault="00DA5E11" w:rsidP="00A62A72">
      <w:pPr>
        <w:pStyle w:val="Question"/>
        <w:tabs>
          <w:tab w:val="left" w:pos="936"/>
        </w:tabs>
      </w:pPr>
      <w:r>
        <w:t>46</w:t>
      </w:r>
      <w:r w:rsidR="00561F72">
        <w:t>.</w:t>
      </w:r>
      <w:r w:rsidR="00561F72">
        <w:tab/>
        <w:t xml:space="preserve">In the last 6 months, </w:t>
      </w:r>
      <w:r w:rsidR="008E4CBC" w:rsidRPr="00B646BA">
        <w:rPr>
          <w:szCs w:val="20"/>
        </w:rPr>
        <w:t xml:space="preserve">how often did you get an appointment </w:t>
      </w:r>
      <w:r w:rsidR="008E4CBC">
        <w:rPr>
          <w:szCs w:val="20"/>
        </w:rPr>
        <w:t xml:space="preserve">for your child </w:t>
      </w:r>
      <w:r w:rsidR="008E4CBC" w:rsidRPr="00B646BA">
        <w:rPr>
          <w:szCs w:val="20"/>
        </w:rPr>
        <w:t>to see a specialist as soon as you needed?</w:t>
      </w:r>
    </w:p>
    <w:p w:rsidR="00561F72" w:rsidRDefault="00392F2F" w:rsidP="00B37F4D">
      <w:pPr>
        <w:pStyle w:val="StyleA1-AnswerLeft031Hanging092"/>
        <w:tabs>
          <w:tab w:val="clear" w:pos="936"/>
          <w:tab w:val="left" w:pos="900"/>
        </w:tabs>
      </w:pPr>
      <w:r w:rsidRPr="00392F2F">
        <w:rPr>
          <w:rStyle w:val="StyleA1-Answer10pt1Char"/>
          <w:sz w:val="20"/>
        </w:rPr>
        <w:t>1</w:t>
      </w:r>
      <w:r w:rsidR="00561F72" w:rsidRPr="009B549F">
        <w:rPr>
          <w:sz w:val="32"/>
          <w:szCs w:val="32"/>
        </w:rPr>
        <w:sym w:font="Wingdings" w:char="F06F"/>
      </w:r>
      <w:r w:rsidR="00561F72">
        <w:tab/>
        <w:t>Never</w:t>
      </w:r>
    </w:p>
    <w:p w:rsidR="00561F72" w:rsidRDefault="00392F2F" w:rsidP="00B37F4D">
      <w:pPr>
        <w:pStyle w:val="StyleA1-AnswerLeft031Hanging092"/>
        <w:tabs>
          <w:tab w:val="clear" w:pos="936"/>
          <w:tab w:val="left" w:pos="900"/>
        </w:tabs>
      </w:pPr>
      <w:r w:rsidRPr="00392F2F">
        <w:rPr>
          <w:rStyle w:val="StyleA1-Answer10pt1Char"/>
          <w:sz w:val="20"/>
        </w:rPr>
        <w:t>2</w:t>
      </w:r>
      <w:r w:rsidR="00561F72" w:rsidRPr="009B549F">
        <w:rPr>
          <w:sz w:val="32"/>
          <w:szCs w:val="32"/>
        </w:rPr>
        <w:sym w:font="Wingdings" w:char="F06F"/>
      </w:r>
      <w:r w:rsidR="00561F72">
        <w:tab/>
        <w:t>Sometimes</w:t>
      </w:r>
    </w:p>
    <w:p w:rsidR="00561F72" w:rsidRDefault="00392F2F" w:rsidP="00B37F4D">
      <w:pPr>
        <w:pStyle w:val="StyleA1-AnswerLeft031Hanging092"/>
        <w:tabs>
          <w:tab w:val="clear" w:pos="936"/>
          <w:tab w:val="left" w:pos="900"/>
        </w:tabs>
      </w:pPr>
      <w:r w:rsidRPr="00392F2F">
        <w:rPr>
          <w:rStyle w:val="StyleA1-Answer10pt1Char"/>
          <w:sz w:val="20"/>
        </w:rPr>
        <w:t>3</w:t>
      </w:r>
      <w:r w:rsidR="00561F72" w:rsidRPr="009B549F">
        <w:rPr>
          <w:sz w:val="32"/>
          <w:szCs w:val="32"/>
        </w:rPr>
        <w:sym w:font="Wingdings" w:char="F06F"/>
      </w:r>
      <w:r w:rsidR="00561F72">
        <w:tab/>
        <w:t>Usually</w:t>
      </w:r>
    </w:p>
    <w:p w:rsidR="00561F72" w:rsidRDefault="00392F2F" w:rsidP="00B37F4D">
      <w:pPr>
        <w:pStyle w:val="StyleA1-AnswerLeft031Hanging092"/>
        <w:tabs>
          <w:tab w:val="clear" w:pos="936"/>
          <w:tab w:val="left" w:pos="900"/>
        </w:tabs>
      </w:pPr>
      <w:r w:rsidRPr="00392F2F">
        <w:rPr>
          <w:rStyle w:val="StyleA1-Answer10pt1Char"/>
          <w:sz w:val="20"/>
        </w:rPr>
        <w:t>4</w:t>
      </w:r>
      <w:r w:rsidR="00561F72" w:rsidRPr="009B549F">
        <w:rPr>
          <w:sz w:val="32"/>
          <w:szCs w:val="32"/>
        </w:rPr>
        <w:sym w:font="Wingdings" w:char="F06F"/>
      </w:r>
      <w:r w:rsidR="00561F72">
        <w:tab/>
        <w:t>Always</w:t>
      </w:r>
    </w:p>
    <w:p w:rsidR="00561F72" w:rsidRDefault="00DA5E11" w:rsidP="00A62A72">
      <w:pPr>
        <w:pStyle w:val="Question"/>
        <w:tabs>
          <w:tab w:val="left" w:pos="936"/>
        </w:tabs>
      </w:pPr>
      <w:r>
        <w:t>47</w:t>
      </w:r>
      <w:r w:rsidR="00561F72">
        <w:t>.</w:t>
      </w:r>
      <w:r w:rsidR="00561F72">
        <w:tab/>
        <w:t>How many specialists has your child seen in the last 6 months?</w:t>
      </w:r>
    </w:p>
    <w:p w:rsidR="00561F72" w:rsidRDefault="00392F2F" w:rsidP="00B37F4D">
      <w:pPr>
        <w:pStyle w:val="A1-Answer"/>
        <w:tabs>
          <w:tab w:val="clear" w:pos="936"/>
          <w:tab w:val="clear" w:pos="2880"/>
          <w:tab w:val="left" w:pos="900"/>
          <w:tab w:val="left" w:pos="1014"/>
        </w:tabs>
        <w:ind w:hanging="1354"/>
        <w:rPr>
          <w:b/>
        </w:rPr>
      </w:pPr>
      <w:r w:rsidRPr="00392F2F">
        <w:rPr>
          <w:rStyle w:val="StyleA1-Answer10pt1Char"/>
          <w:sz w:val="20"/>
        </w:rPr>
        <w:t>0</w:t>
      </w:r>
      <w:r w:rsidR="00561F72">
        <w:rPr>
          <w:sz w:val="32"/>
        </w:rPr>
        <w:sym w:font="Wingdings" w:char="F06F"/>
      </w:r>
      <w:r w:rsidR="00561F72">
        <w:rPr>
          <w:sz w:val="32"/>
        </w:rPr>
        <w:tab/>
      </w:r>
      <w:r w:rsidR="00561F72">
        <w:t>None</w:t>
      </w:r>
      <w:r w:rsidR="00A65005">
        <w:t xml:space="preserve"> </w:t>
      </w:r>
      <w:r w:rsidR="00561F72">
        <w:sym w:font="Wingdings" w:char="F0E8"/>
      </w:r>
      <w:r w:rsidR="00B37F4D">
        <w:tab/>
      </w:r>
      <w:r w:rsidR="00561F72" w:rsidRPr="00841625">
        <w:rPr>
          <w:b/>
        </w:rPr>
        <w:t>If None, Go to</w:t>
      </w:r>
      <w:r w:rsidR="002167EE">
        <w:rPr>
          <w:b/>
        </w:rPr>
        <w:t xml:space="preserve"> </w:t>
      </w:r>
      <w:r w:rsidR="00B37F4D">
        <w:rPr>
          <w:b/>
        </w:rPr>
        <w:br/>
      </w:r>
      <w:r w:rsidR="00561F72" w:rsidRPr="00841625">
        <w:rPr>
          <w:b/>
        </w:rPr>
        <w:t xml:space="preserve">Question </w:t>
      </w:r>
      <w:r w:rsidR="00DA5E11">
        <w:rPr>
          <w:b/>
        </w:rPr>
        <w:t>49</w:t>
      </w:r>
      <w:r w:rsidR="00DA5E11" w:rsidRPr="007E5B87">
        <w:rPr>
          <w:b/>
          <w:sz w:val="22"/>
          <w:szCs w:val="22"/>
        </w:rPr>
        <w:t xml:space="preserve"> </w:t>
      </w:r>
    </w:p>
    <w:p w:rsidR="00561F72" w:rsidRDefault="00392F2F" w:rsidP="00B37F4D">
      <w:pPr>
        <w:pStyle w:val="StyleA1-AnswerLeft031Hanging092"/>
        <w:tabs>
          <w:tab w:val="clear" w:pos="936"/>
          <w:tab w:val="left" w:pos="900"/>
        </w:tabs>
      </w:pPr>
      <w:r w:rsidRPr="00392F2F">
        <w:rPr>
          <w:rStyle w:val="StyleA1-Answer10pt1Char"/>
          <w:sz w:val="20"/>
        </w:rPr>
        <w:t>1</w:t>
      </w:r>
      <w:r w:rsidR="00561F72" w:rsidRPr="009B549F">
        <w:rPr>
          <w:sz w:val="32"/>
          <w:szCs w:val="32"/>
        </w:rPr>
        <w:sym w:font="Wingdings" w:char="F06F"/>
      </w:r>
      <w:r w:rsidR="00561F72">
        <w:tab/>
        <w:t>1 specialist</w:t>
      </w:r>
    </w:p>
    <w:p w:rsidR="00561F72" w:rsidRDefault="00392F2F" w:rsidP="00B37F4D">
      <w:pPr>
        <w:pStyle w:val="StyleA1-AnswerLeft031Hanging092"/>
        <w:tabs>
          <w:tab w:val="clear" w:pos="936"/>
          <w:tab w:val="left" w:pos="900"/>
        </w:tabs>
      </w:pPr>
      <w:r w:rsidRPr="00392F2F">
        <w:rPr>
          <w:rStyle w:val="StyleA1-Answer10pt1Char"/>
          <w:sz w:val="20"/>
        </w:rPr>
        <w:t>2</w:t>
      </w:r>
      <w:r w:rsidR="00561F72" w:rsidRPr="009B549F">
        <w:rPr>
          <w:sz w:val="32"/>
          <w:szCs w:val="32"/>
        </w:rPr>
        <w:sym w:font="Wingdings" w:char="F06F"/>
      </w:r>
      <w:r w:rsidR="00561F72">
        <w:tab/>
        <w:t>2</w:t>
      </w:r>
    </w:p>
    <w:p w:rsidR="00561F72" w:rsidRDefault="00392F2F" w:rsidP="00B37F4D">
      <w:pPr>
        <w:pStyle w:val="StyleA1-AnswerLeft031Hanging092"/>
        <w:tabs>
          <w:tab w:val="clear" w:pos="936"/>
          <w:tab w:val="left" w:pos="900"/>
        </w:tabs>
      </w:pPr>
      <w:r w:rsidRPr="00392F2F">
        <w:rPr>
          <w:rStyle w:val="StyleA1-Answer10pt1Char"/>
          <w:sz w:val="20"/>
        </w:rPr>
        <w:t>3</w:t>
      </w:r>
      <w:r w:rsidR="00561F72" w:rsidRPr="009B549F">
        <w:rPr>
          <w:sz w:val="32"/>
          <w:szCs w:val="32"/>
        </w:rPr>
        <w:sym w:font="Wingdings" w:char="F06F"/>
      </w:r>
      <w:r w:rsidR="00561F72">
        <w:tab/>
        <w:t>3</w:t>
      </w:r>
    </w:p>
    <w:p w:rsidR="00561F72" w:rsidRDefault="00392F2F" w:rsidP="00B37F4D">
      <w:pPr>
        <w:pStyle w:val="StyleA1-AnswerLeft031Hanging092"/>
        <w:tabs>
          <w:tab w:val="clear" w:pos="936"/>
          <w:tab w:val="left" w:pos="900"/>
        </w:tabs>
      </w:pPr>
      <w:r w:rsidRPr="00392F2F">
        <w:rPr>
          <w:rStyle w:val="StyleA1-Answer10pt1Char"/>
          <w:sz w:val="20"/>
        </w:rPr>
        <w:t>4</w:t>
      </w:r>
      <w:r w:rsidR="00561F72" w:rsidRPr="009B549F">
        <w:rPr>
          <w:sz w:val="32"/>
          <w:szCs w:val="32"/>
        </w:rPr>
        <w:sym w:font="Wingdings" w:char="F06F"/>
      </w:r>
      <w:r w:rsidR="00561F72">
        <w:tab/>
        <w:t>4</w:t>
      </w:r>
    </w:p>
    <w:p w:rsidR="00561F72" w:rsidRDefault="00392F2F" w:rsidP="00B37F4D">
      <w:pPr>
        <w:pStyle w:val="StyleA1-AnswerLeft031Hanging092"/>
        <w:tabs>
          <w:tab w:val="clear" w:pos="936"/>
          <w:tab w:val="left" w:pos="900"/>
        </w:tabs>
      </w:pPr>
      <w:r w:rsidRPr="00392F2F">
        <w:rPr>
          <w:rStyle w:val="StyleA1-Answer10pt1Char"/>
          <w:sz w:val="20"/>
        </w:rPr>
        <w:t>5</w:t>
      </w:r>
      <w:r w:rsidR="00561F72" w:rsidRPr="009B549F">
        <w:rPr>
          <w:sz w:val="32"/>
          <w:szCs w:val="32"/>
        </w:rPr>
        <w:sym w:font="Wingdings" w:char="F06F"/>
      </w:r>
      <w:r w:rsidR="00561F72">
        <w:tab/>
        <w:t>5 or more specialists</w:t>
      </w:r>
    </w:p>
    <w:p w:rsidR="00A65005" w:rsidRDefault="00A65005" w:rsidP="00827B3F">
      <w:pPr>
        <w:pStyle w:val="Question"/>
        <w:spacing w:before="0"/>
      </w:pPr>
    </w:p>
    <w:p w:rsidR="00A65005" w:rsidRDefault="00A65005" w:rsidP="00827B3F">
      <w:pPr>
        <w:pStyle w:val="Question"/>
        <w:spacing w:before="0"/>
      </w:pPr>
    </w:p>
    <w:p w:rsidR="00A65005" w:rsidRDefault="00A65005" w:rsidP="00827B3F">
      <w:pPr>
        <w:pStyle w:val="Question"/>
        <w:spacing w:before="0"/>
      </w:pPr>
    </w:p>
    <w:p w:rsidR="00A65005" w:rsidRDefault="00A65005" w:rsidP="00827B3F">
      <w:pPr>
        <w:pStyle w:val="Question"/>
        <w:spacing w:before="0"/>
      </w:pPr>
    </w:p>
    <w:p w:rsidR="002167EE" w:rsidRDefault="002167EE" w:rsidP="00827B3F">
      <w:pPr>
        <w:pStyle w:val="Question"/>
        <w:spacing w:before="0"/>
      </w:pPr>
    </w:p>
    <w:p w:rsidR="002167EE" w:rsidRDefault="002167EE" w:rsidP="00827B3F">
      <w:pPr>
        <w:pStyle w:val="Question"/>
        <w:spacing w:before="0"/>
      </w:pPr>
    </w:p>
    <w:p w:rsidR="00940E9A" w:rsidRDefault="00940E9A" w:rsidP="00827B3F">
      <w:pPr>
        <w:pStyle w:val="Question"/>
        <w:spacing w:before="0"/>
      </w:pPr>
    </w:p>
    <w:p w:rsidR="00561F72" w:rsidRDefault="00900D1C" w:rsidP="00900D1C">
      <w:pPr>
        <w:pStyle w:val="Question"/>
        <w:spacing w:before="0"/>
      </w:pPr>
      <w:r>
        <w:br w:type="column"/>
      </w:r>
      <w:r w:rsidR="00DA5E11">
        <w:lastRenderedPageBreak/>
        <w:t>48</w:t>
      </w:r>
      <w:r w:rsidR="00561F72">
        <w:t>.</w:t>
      </w:r>
      <w:r w:rsidR="00561F72">
        <w:tab/>
      </w:r>
      <w:r w:rsidR="00561F72" w:rsidRPr="00EB6230">
        <w:t xml:space="preserve">We want to know your rating of the specialist your child saw most often in the last </w:t>
      </w:r>
      <w:r w:rsidR="00561F72">
        <w:t>6</w:t>
      </w:r>
      <w:r w:rsidR="00561F72" w:rsidRPr="00EB6230">
        <w:t xml:space="preserve"> months. Using any number from 0 to 10</w:t>
      </w:r>
      <w:r w:rsidR="00561F72">
        <w:t>,</w:t>
      </w:r>
      <w:r w:rsidR="00561F72" w:rsidRPr="00EB6230">
        <w:t xml:space="preserve"> where 0 is the worst specialist possible and 10 is the best specialist possible, what number would you use to rate </w:t>
      </w:r>
      <w:r w:rsidR="004C44B0">
        <w:t>that</w:t>
      </w:r>
      <w:r w:rsidR="00C472FE">
        <w:t xml:space="preserve"> </w:t>
      </w:r>
      <w:r w:rsidR="00561F72" w:rsidRPr="00EB6230">
        <w:t>specialist</w:t>
      </w:r>
      <w:r w:rsidR="00561F72">
        <w:t>?</w:t>
      </w:r>
    </w:p>
    <w:p w:rsidR="00561F72" w:rsidRDefault="00392F2F" w:rsidP="007C2524">
      <w:pPr>
        <w:pStyle w:val="StyleA1-AnswerLeft031Hanging092"/>
        <w:tabs>
          <w:tab w:val="clear" w:pos="1440"/>
          <w:tab w:val="left" w:pos="1350"/>
        </w:tabs>
      </w:pPr>
      <w:r w:rsidRPr="00392F2F">
        <w:rPr>
          <w:rStyle w:val="StyleA1-Answer10pt1Char"/>
          <w:sz w:val="20"/>
        </w:rPr>
        <w:t>00</w:t>
      </w:r>
      <w:r w:rsidR="00561F72">
        <w:rPr>
          <w:sz w:val="32"/>
        </w:rPr>
        <w:sym w:font="Wingdings" w:char="F06F"/>
      </w:r>
      <w:r w:rsidR="00561F72">
        <w:rPr>
          <w:sz w:val="32"/>
        </w:rPr>
        <w:tab/>
      </w:r>
      <w:r w:rsidR="00561F72">
        <w:t>0</w:t>
      </w:r>
      <w:r w:rsidR="00561F72">
        <w:tab/>
        <w:t>Worst specialist possible</w:t>
      </w:r>
    </w:p>
    <w:p w:rsidR="00561F72" w:rsidRDefault="00392F2F" w:rsidP="007C2524">
      <w:pPr>
        <w:pStyle w:val="StyleA1-AnswerLeft031Hanging092"/>
        <w:tabs>
          <w:tab w:val="clear" w:pos="1440"/>
          <w:tab w:val="left" w:pos="1350"/>
        </w:tabs>
      </w:pPr>
      <w:r w:rsidRPr="00392F2F">
        <w:rPr>
          <w:rStyle w:val="StyleA1-Answer10pt1Char"/>
          <w:sz w:val="20"/>
        </w:rPr>
        <w:t>01</w:t>
      </w:r>
      <w:r w:rsidR="00561F72">
        <w:rPr>
          <w:sz w:val="32"/>
        </w:rPr>
        <w:sym w:font="Wingdings" w:char="F06F"/>
      </w:r>
      <w:r w:rsidR="00561F72">
        <w:rPr>
          <w:sz w:val="32"/>
        </w:rPr>
        <w:tab/>
      </w:r>
      <w:r w:rsidR="00561F72">
        <w:t>1</w:t>
      </w:r>
    </w:p>
    <w:p w:rsidR="00561F72" w:rsidRDefault="00392F2F" w:rsidP="007C2524">
      <w:pPr>
        <w:pStyle w:val="StyleA1-AnswerLeft031Hanging092"/>
        <w:tabs>
          <w:tab w:val="clear" w:pos="1440"/>
          <w:tab w:val="left" w:pos="1350"/>
        </w:tabs>
      </w:pPr>
      <w:r w:rsidRPr="00392F2F">
        <w:rPr>
          <w:rStyle w:val="StyleA1-Answer10pt1Char"/>
          <w:sz w:val="20"/>
        </w:rPr>
        <w:t>02</w:t>
      </w:r>
      <w:r w:rsidR="00561F72">
        <w:rPr>
          <w:sz w:val="32"/>
        </w:rPr>
        <w:sym w:font="Wingdings" w:char="F06F"/>
      </w:r>
      <w:r w:rsidR="00561F72">
        <w:rPr>
          <w:sz w:val="32"/>
        </w:rPr>
        <w:tab/>
      </w:r>
      <w:r w:rsidR="00561F72">
        <w:t>2</w:t>
      </w:r>
    </w:p>
    <w:p w:rsidR="00561F72" w:rsidRDefault="00392F2F" w:rsidP="007C2524">
      <w:pPr>
        <w:pStyle w:val="StyleA1-AnswerLeft031Hanging092"/>
        <w:tabs>
          <w:tab w:val="clear" w:pos="1440"/>
          <w:tab w:val="left" w:pos="1350"/>
        </w:tabs>
      </w:pPr>
      <w:r w:rsidRPr="00392F2F">
        <w:rPr>
          <w:rStyle w:val="StyleA1-Answer10pt1Char"/>
          <w:sz w:val="20"/>
        </w:rPr>
        <w:t>03</w:t>
      </w:r>
      <w:r w:rsidR="00561F72">
        <w:rPr>
          <w:sz w:val="32"/>
        </w:rPr>
        <w:sym w:font="Wingdings" w:char="F06F"/>
      </w:r>
      <w:r w:rsidR="00561F72">
        <w:rPr>
          <w:sz w:val="32"/>
        </w:rPr>
        <w:tab/>
      </w:r>
      <w:r w:rsidR="00561F72">
        <w:t>3</w:t>
      </w:r>
    </w:p>
    <w:p w:rsidR="00561F72" w:rsidRDefault="00392F2F" w:rsidP="007C2524">
      <w:pPr>
        <w:pStyle w:val="StyleA1-AnswerLeft031Hanging092"/>
        <w:tabs>
          <w:tab w:val="clear" w:pos="1440"/>
          <w:tab w:val="left" w:pos="1350"/>
        </w:tabs>
      </w:pPr>
      <w:r w:rsidRPr="00392F2F">
        <w:rPr>
          <w:rStyle w:val="StyleA1-Answer10pt1Char"/>
          <w:sz w:val="20"/>
        </w:rPr>
        <w:t>04</w:t>
      </w:r>
      <w:r w:rsidR="00561F72">
        <w:rPr>
          <w:sz w:val="32"/>
        </w:rPr>
        <w:sym w:font="Wingdings" w:char="F06F"/>
      </w:r>
      <w:r w:rsidR="00561F72">
        <w:rPr>
          <w:sz w:val="32"/>
        </w:rPr>
        <w:tab/>
      </w:r>
      <w:r w:rsidR="00561F72">
        <w:t>4</w:t>
      </w:r>
    </w:p>
    <w:p w:rsidR="00561F72" w:rsidRDefault="00392F2F" w:rsidP="007C2524">
      <w:pPr>
        <w:pStyle w:val="StyleA1-AnswerLeft031Hanging092"/>
        <w:tabs>
          <w:tab w:val="clear" w:pos="1440"/>
          <w:tab w:val="left" w:pos="1350"/>
        </w:tabs>
      </w:pPr>
      <w:r w:rsidRPr="00392F2F">
        <w:rPr>
          <w:rStyle w:val="StyleA1-Answer10pt1Char"/>
          <w:sz w:val="20"/>
        </w:rPr>
        <w:t>05</w:t>
      </w:r>
      <w:r w:rsidR="00561F72">
        <w:rPr>
          <w:sz w:val="32"/>
        </w:rPr>
        <w:sym w:font="Wingdings" w:char="F06F"/>
      </w:r>
      <w:r w:rsidR="00561F72">
        <w:rPr>
          <w:sz w:val="32"/>
        </w:rPr>
        <w:tab/>
      </w:r>
      <w:r w:rsidR="00561F72">
        <w:t>5</w:t>
      </w:r>
    </w:p>
    <w:p w:rsidR="00561F72" w:rsidRDefault="00392F2F" w:rsidP="007C2524">
      <w:pPr>
        <w:pStyle w:val="StyleA1-AnswerLeft031Hanging092"/>
        <w:tabs>
          <w:tab w:val="clear" w:pos="1440"/>
          <w:tab w:val="left" w:pos="1350"/>
        </w:tabs>
      </w:pPr>
      <w:r w:rsidRPr="00392F2F">
        <w:rPr>
          <w:rStyle w:val="StyleA1-Answer10pt1Char"/>
          <w:sz w:val="20"/>
        </w:rPr>
        <w:t>06</w:t>
      </w:r>
      <w:r w:rsidR="00561F72">
        <w:rPr>
          <w:sz w:val="32"/>
        </w:rPr>
        <w:sym w:font="Wingdings" w:char="F06F"/>
      </w:r>
      <w:r w:rsidR="00561F72">
        <w:rPr>
          <w:sz w:val="32"/>
        </w:rPr>
        <w:tab/>
      </w:r>
      <w:r w:rsidR="00561F72">
        <w:t>6</w:t>
      </w:r>
    </w:p>
    <w:p w:rsidR="00561F72" w:rsidRDefault="00392F2F" w:rsidP="007C2524">
      <w:pPr>
        <w:pStyle w:val="StyleA1-AnswerLeft031Hanging092"/>
        <w:tabs>
          <w:tab w:val="clear" w:pos="1440"/>
          <w:tab w:val="left" w:pos="1350"/>
        </w:tabs>
      </w:pPr>
      <w:r w:rsidRPr="00392F2F">
        <w:rPr>
          <w:rStyle w:val="StyleA1-Answer10pt1Char"/>
          <w:sz w:val="20"/>
        </w:rPr>
        <w:t>07</w:t>
      </w:r>
      <w:r w:rsidR="00561F72">
        <w:rPr>
          <w:sz w:val="32"/>
        </w:rPr>
        <w:sym w:font="Wingdings" w:char="F06F"/>
      </w:r>
      <w:r w:rsidR="00561F72">
        <w:rPr>
          <w:sz w:val="32"/>
        </w:rPr>
        <w:tab/>
      </w:r>
      <w:r w:rsidR="00561F72">
        <w:t>7</w:t>
      </w:r>
    </w:p>
    <w:p w:rsidR="00561F72" w:rsidRDefault="00392F2F" w:rsidP="007C2524">
      <w:pPr>
        <w:pStyle w:val="StyleA1-AnswerLeft031Hanging092"/>
        <w:tabs>
          <w:tab w:val="clear" w:pos="1440"/>
          <w:tab w:val="left" w:pos="1350"/>
        </w:tabs>
      </w:pPr>
      <w:r w:rsidRPr="00392F2F">
        <w:rPr>
          <w:rStyle w:val="StyleA1-Answer10pt1Char"/>
          <w:sz w:val="20"/>
        </w:rPr>
        <w:t>08</w:t>
      </w:r>
      <w:r w:rsidR="00561F72">
        <w:rPr>
          <w:sz w:val="32"/>
        </w:rPr>
        <w:sym w:font="Wingdings" w:char="F06F"/>
      </w:r>
      <w:r w:rsidR="00561F72">
        <w:rPr>
          <w:sz w:val="32"/>
        </w:rPr>
        <w:tab/>
      </w:r>
      <w:r w:rsidR="00561F72">
        <w:t>8</w:t>
      </w:r>
    </w:p>
    <w:p w:rsidR="00561F72" w:rsidRDefault="00392F2F" w:rsidP="007C2524">
      <w:pPr>
        <w:pStyle w:val="StyleA1-AnswerLeft031Hanging092"/>
        <w:tabs>
          <w:tab w:val="clear" w:pos="1440"/>
          <w:tab w:val="left" w:pos="1350"/>
        </w:tabs>
      </w:pPr>
      <w:r w:rsidRPr="00392F2F">
        <w:rPr>
          <w:rStyle w:val="StyleA1-Answer10pt1Char"/>
          <w:sz w:val="20"/>
        </w:rPr>
        <w:t>09</w:t>
      </w:r>
      <w:r w:rsidR="00561F72">
        <w:rPr>
          <w:sz w:val="32"/>
        </w:rPr>
        <w:sym w:font="Wingdings" w:char="F06F"/>
      </w:r>
      <w:r w:rsidR="00561F72">
        <w:tab/>
        <w:t>9</w:t>
      </w:r>
    </w:p>
    <w:p w:rsidR="00561F72" w:rsidRDefault="00392F2F" w:rsidP="007C2524">
      <w:pPr>
        <w:pStyle w:val="StyleA1-AnswerLeft031Hanging092"/>
        <w:tabs>
          <w:tab w:val="clear" w:pos="1440"/>
          <w:tab w:val="left" w:pos="1350"/>
        </w:tabs>
      </w:pPr>
      <w:r w:rsidRPr="00392F2F">
        <w:rPr>
          <w:rStyle w:val="StyleA1-Answer10pt1Char"/>
          <w:sz w:val="20"/>
        </w:rPr>
        <w:t>10</w:t>
      </w:r>
      <w:r w:rsidR="00561F72">
        <w:rPr>
          <w:sz w:val="32"/>
        </w:rPr>
        <w:sym w:font="Wingdings" w:char="F06F"/>
      </w:r>
      <w:r w:rsidR="00561F72">
        <w:rPr>
          <w:sz w:val="32"/>
        </w:rPr>
        <w:tab/>
      </w:r>
      <w:r w:rsidR="00561F72">
        <w:t>10</w:t>
      </w:r>
      <w:r w:rsidR="002167EE">
        <w:tab/>
      </w:r>
      <w:r w:rsidR="00561F72">
        <w:t>Best specialist possible</w:t>
      </w:r>
    </w:p>
    <w:p w:rsidR="00561F72" w:rsidRDefault="00561F72" w:rsidP="00561F72">
      <w:pPr>
        <w:pStyle w:val="SL-FlLftSgl"/>
      </w:pPr>
    </w:p>
    <w:p w:rsidR="00561F72" w:rsidRDefault="00561F72" w:rsidP="00827B3F">
      <w:pPr>
        <w:pStyle w:val="ColumnHead"/>
      </w:pPr>
      <w:r>
        <w:br w:type="column"/>
      </w:r>
      <w:r>
        <w:lastRenderedPageBreak/>
        <w:t>YOUR CHILD’S HEALTH PLAN</w:t>
      </w:r>
    </w:p>
    <w:p w:rsidR="00561F72" w:rsidRDefault="00940537" w:rsidP="00561F72">
      <w:pPr>
        <w:pStyle w:val="SL-FlLftSg"/>
        <w:numPr>
          <w:ilvl w:val="12"/>
          <w:numId w:val="0"/>
        </w:numPr>
        <w:spacing w:line="120" w:lineRule="exact"/>
        <w:rPr>
          <w:b/>
        </w:rPr>
      </w:pPr>
      <w:r>
        <w:rPr>
          <w:sz w:val="26"/>
          <w:u w:val="single"/>
        </w:rPr>
        <w:fldChar w:fldCharType="begin"/>
      </w:r>
      <w:r w:rsidR="00561F72">
        <w:rPr>
          <w:sz w:val="26"/>
          <w:u w:val="single"/>
        </w:rPr>
        <w:instrText>ADVANCE \U 10.80</w:instrText>
      </w:r>
      <w:r>
        <w:rPr>
          <w:sz w:val="26"/>
          <w:u w:val="single"/>
        </w:rPr>
        <w:fldChar w:fldCharType="end"/>
      </w:r>
    </w:p>
    <w:p w:rsidR="00561F72" w:rsidRDefault="00561F72" w:rsidP="00827B3F">
      <w:pPr>
        <w:pStyle w:val="QuestionText"/>
      </w:pPr>
      <w:r>
        <w:t xml:space="preserve">The next questions ask about your experience with </w:t>
      </w:r>
      <w:r w:rsidRPr="00FF3B25">
        <w:t>your child’s health plan</w:t>
      </w:r>
      <w:r>
        <w:t>.</w:t>
      </w:r>
    </w:p>
    <w:p w:rsidR="00561F72" w:rsidRDefault="00561F72" w:rsidP="00A62A72">
      <w:pPr>
        <w:pStyle w:val="Question"/>
        <w:tabs>
          <w:tab w:val="left" w:pos="936"/>
        </w:tabs>
      </w:pPr>
      <w:r>
        <w:t>49.</w:t>
      </w:r>
      <w:r>
        <w:tab/>
        <w:t>In the last 6 months, did you get information or help from customer service at your child’s health plan?</w:t>
      </w:r>
    </w:p>
    <w:p w:rsidR="00561F72" w:rsidRDefault="00392F2F" w:rsidP="0000244A">
      <w:pPr>
        <w:pStyle w:val="StyleA1-AnswerLeft031Hanging092"/>
        <w:tabs>
          <w:tab w:val="clear" w:pos="936"/>
          <w:tab w:val="left" w:pos="900"/>
        </w:tabs>
      </w:pPr>
      <w:r w:rsidRPr="00392F2F">
        <w:rPr>
          <w:rStyle w:val="StyleA1-Answer10pt1Char"/>
          <w:sz w:val="20"/>
        </w:rPr>
        <w:t>1</w:t>
      </w:r>
      <w:r w:rsidR="00561F72" w:rsidRPr="00E965C6">
        <w:rPr>
          <w:sz w:val="32"/>
          <w:szCs w:val="32"/>
        </w:rPr>
        <w:sym w:font="Wingdings" w:char="F06F"/>
      </w:r>
      <w:r w:rsidR="00561F72">
        <w:tab/>
        <w:t>Yes</w:t>
      </w:r>
    </w:p>
    <w:p w:rsidR="00561F72" w:rsidRPr="00AF6355" w:rsidRDefault="00392F2F" w:rsidP="0000244A">
      <w:pPr>
        <w:pStyle w:val="StyleA1-AnswerLeft031Hanging092"/>
        <w:tabs>
          <w:tab w:val="clear" w:pos="936"/>
          <w:tab w:val="left" w:pos="900"/>
        </w:tabs>
        <w:rPr>
          <w:b/>
        </w:rPr>
      </w:pPr>
      <w:r w:rsidRPr="00392F2F">
        <w:rPr>
          <w:rStyle w:val="StyleA1-Answer10pt1Char"/>
          <w:sz w:val="20"/>
        </w:rPr>
        <w:t>2</w:t>
      </w:r>
      <w:r w:rsidR="00561F72">
        <w:rPr>
          <w:sz w:val="32"/>
        </w:rPr>
        <w:sym w:font="Wingdings" w:char="F06F"/>
      </w:r>
      <w:r w:rsidR="00561F72">
        <w:tab/>
        <w:t>No</w:t>
      </w:r>
      <w:r w:rsidR="004E0CC7">
        <w:t xml:space="preserve"> </w:t>
      </w:r>
      <w:r w:rsidR="00561F72">
        <w:sym w:font="Wingdings" w:char="F0E8"/>
      </w:r>
      <w:r w:rsidR="00561F72" w:rsidRPr="00AF6355">
        <w:rPr>
          <w:b/>
        </w:rPr>
        <w:t>If No, Go to Question 52</w:t>
      </w:r>
    </w:p>
    <w:p w:rsidR="00561F72" w:rsidRDefault="00561F72" w:rsidP="00A62A72">
      <w:pPr>
        <w:pStyle w:val="Question"/>
        <w:tabs>
          <w:tab w:val="left" w:pos="936"/>
        </w:tabs>
      </w:pPr>
      <w:r>
        <w:t>50.</w:t>
      </w:r>
      <w:r>
        <w:tab/>
        <w:t>In the last 6 months, how often did customer service at your child’s health plan give you the information or help you needed?</w:t>
      </w:r>
    </w:p>
    <w:p w:rsidR="00561F72" w:rsidRDefault="00392F2F" w:rsidP="0000244A">
      <w:pPr>
        <w:pStyle w:val="StyleA1-AnswerLeft031Hanging092"/>
        <w:tabs>
          <w:tab w:val="clear" w:pos="936"/>
          <w:tab w:val="left" w:pos="900"/>
        </w:tabs>
      </w:pPr>
      <w:r w:rsidRPr="00392F2F">
        <w:rPr>
          <w:rStyle w:val="StyleA1-Answer10pt1Char"/>
          <w:sz w:val="20"/>
        </w:rPr>
        <w:t>1</w:t>
      </w:r>
      <w:r w:rsidR="00561F72" w:rsidRPr="00E965C6">
        <w:rPr>
          <w:sz w:val="32"/>
          <w:szCs w:val="32"/>
        </w:rPr>
        <w:sym w:font="Wingdings" w:char="F06F"/>
      </w:r>
      <w:r w:rsidR="00561F72">
        <w:tab/>
        <w:t>Never</w:t>
      </w:r>
    </w:p>
    <w:p w:rsidR="00561F72" w:rsidRDefault="00392F2F" w:rsidP="0000244A">
      <w:pPr>
        <w:pStyle w:val="StyleA1-AnswerLeft031Hanging092"/>
        <w:tabs>
          <w:tab w:val="clear" w:pos="936"/>
          <w:tab w:val="left" w:pos="900"/>
        </w:tabs>
      </w:pPr>
      <w:r w:rsidRPr="00392F2F">
        <w:rPr>
          <w:rStyle w:val="StyleA1-Answer10pt1Char"/>
          <w:sz w:val="20"/>
        </w:rPr>
        <w:t>2</w:t>
      </w:r>
      <w:r w:rsidR="00561F72" w:rsidRPr="00E965C6">
        <w:rPr>
          <w:sz w:val="32"/>
          <w:szCs w:val="32"/>
        </w:rPr>
        <w:sym w:font="Wingdings" w:char="F06F"/>
      </w:r>
      <w:r w:rsidR="00561F72">
        <w:tab/>
        <w:t>Sometimes</w:t>
      </w:r>
    </w:p>
    <w:p w:rsidR="00561F72" w:rsidRDefault="00392F2F" w:rsidP="0000244A">
      <w:pPr>
        <w:pStyle w:val="StyleA1-AnswerLeft031Hanging092"/>
        <w:tabs>
          <w:tab w:val="clear" w:pos="936"/>
          <w:tab w:val="left" w:pos="900"/>
        </w:tabs>
      </w:pPr>
      <w:r w:rsidRPr="00392F2F">
        <w:rPr>
          <w:rStyle w:val="StyleA1-Answer10pt1Char"/>
          <w:sz w:val="20"/>
        </w:rPr>
        <w:t>3</w:t>
      </w:r>
      <w:r w:rsidR="00561F72" w:rsidRPr="00E965C6">
        <w:rPr>
          <w:sz w:val="32"/>
          <w:szCs w:val="32"/>
        </w:rPr>
        <w:sym w:font="Wingdings" w:char="F06F"/>
      </w:r>
      <w:r w:rsidR="00561F72">
        <w:tab/>
        <w:t>Usually</w:t>
      </w:r>
    </w:p>
    <w:p w:rsidR="00561F72" w:rsidRDefault="00392F2F" w:rsidP="0000244A">
      <w:pPr>
        <w:pStyle w:val="StyleA1-AnswerLeft031Hanging092"/>
        <w:tabs>
          <w:tab w:val="clear" w:pos="936"/>
          <w:tab w:val="left" w:pos="900"/>
        </w:tabs>
      </w:pPr>
      <w:r w:rsidRPr="00392F2F">
        <w:rPr>
          <w:rStyle w:val="StyleA1-Answer10pt1Char"/>
          <w:sz w:val="20"/>
        </w:rPr>
        <w:t>4</w:t>
      </w:r>
      <w:r w:rsidR="00561F72" w:rsidRPr="00E965C6">
        <w:rPr>
          <w:sz w:val="32"/>
          <w:szCs w:val="32"/>
        </w:rPr>
        <w:sym w:font="Wingdings" w:char="F06F"/>
      </w:r>
      <w:r w:rsidR="00561F72">
        <w:tab/>
        <w:t>Always</w:t>
      </w:r>
    </w:p>
    <w:p w:rsidR="002167EE" w:rsidRDefault="002167EE" w:rsidP="00BB467A">
      <w:pPr>
        <w:pStyle w:val="Question"/>
        <w:tabs>
          <w:tab w:val="left" w:pos="936"/>
        </w:tabs>
      </w:pPr>
      <w:r>
        <w:t>51.</w:t>
      </w:r>
      <w:r>
        <w:tab/>
        <w:t>In the last 6 months, how often did customer service staff at your child’s health plan treat you with courtesy and respect?</w:t>
      </w:r>
    </w:p>
    <w:p w:rsidR="002167EE" w:rsidRDefault="002167EE" w:rsidP="0000244A">
      <w:pPr>
        <w:pStyle w:val="StyleA1-AnswerLeft031Hanging092"/>
        <w:tabs>
          <w:tab w:val="clear" w:pos="936"/>
          <w:tab w:val="left" w:pos="900"/>
        </w:tabs>
      </w:pPr>
      <w:r w:rsidRPr="00392F2F">
        <w:rPr>
          <w:rStyle w:val="StyleA1-Answer10pt1Char"/>
          <w:sz w:val="20"/>
        </w:rPr>
        <w:t>1</w:t>
      </w:r>
      <w:r w:rsidRPr="00E965C6">
        <w:rPr>
          <w:sz w:val="32"/>
          <w:szCs w:val="32"/>
        </w:rPr>
        <w:sym w:font="Wingdings" w:char="F06F"/>
      </w:r>
      <w:r>
        <w:tab/>
        <w:t>Never</w:t>
      </w:r>
    </w:p>
    <w:p w:rsidR="002167EE" w:rsidRDefault="002167EE" w:rsidP="0000244A">
      <w:pPr>
        <w:pStyle w:val="StyleA1-AnswerLeft031Hanging092"/>
        <w:tabs>
          <w:tab w:val="clear" w:pos="936"/>
          <w:tab w:val="left" w:pos="900"/>
        </w:tabs>
      </w:pPr>
      <w:r w:rsidRPr="00392F2F">
        <w:rPr>
          <w:rStyle w:val="StyleA1-Answer10pt1Char"/>
          <w:sz w:val="20"/>
        </w:rPr>
        <w:t>2</w:t>
      </w:r>
      <w:r w:rsidRPr="00E965C6">
        <w:rPr>
          <w:sz w:val="32"/>
          <w:szCs w:val="32"/>
        </w:rPr>
        <w:sym w:font="Wingdings" w:char="F06F"/>
      </w:r>
      <w:r>
        <w:tab/>
        <w:t>Sometimes</w:t>
      </w:r>
    </w:p>
    <w:p w:rsidR="002167EE" w:rsidRDefault="002167EE" w:rsidP="0000244A">
      <w:pPr>
        <w:pStyle w:val="StyleA1-AnswerLeft031Hanging092"/>
        <w:tabs>
          <w:tab w:val="clear" w:pos="936"/>
          <w:tab w:val="left" w:pos="900"/>
        </w:tabs>
      </w:pPr>
      <w:r w:rsidRPr="00392F2F">
        <w:rPr>
          <w:rStyle w:val="StyleA1-Answer10pt1Char"/>
          <w:sz w:val="20"/>
        </w:rPr>
        <w:t>3</w:t>
      </w:r>
      <w:r w:rsidRPr="00E965C6">
        <w:rPr>
          <w:sz w:val="32"/>
          <w:szCs w:val="32"/>
        </w:rPr>
        <w:sym w:font="Wingdings" w:char="F06F"/>
      </w:r>
      <w:r>
        <w:tab/>
        <w:t>Usually</w:t>
      </w:r>
    </w:p>
    <w:p w:rsidR="002167EE" w:rsidRDefault="002167EE" w:rsidP="0000244A">
      <w:pPr>
        <w:pStyle w:val="StyleA1-AnswerLeft031Hanging092"/>
        <w:tabs>
          <w:tab w:val="clear" w:pos="936"/>
          <w:tab w:val="left" w:pos="900"/>
        </w:tabs>
      </w:pPr>
      <w:r w:rsidRPr="00392F2F">
        <w:rPr>
          <w:rStyle w:val="StyleA1-Answer10pt1Char"/>
          <w:sz w:val="20"/>
        </w:rPr>
        <w:t>4</w:t>
      </w:r>
      <w:r w:rsidRPr="00E965C6">
        <w:rPr>
          <w:sz w:val="32"/>
          <w:szCs w:val="32"/>
        </w:rPr>
        <w:sym w:font="Wingdings" w:char="F06F"/>
      </w:r>
      <w:r>
        <w:tab/>
        <w:t>Always</w:t>
      </w:r>
    </w:p>
    <w:p w:rsidR="002167EE" w:rsidRDefault="002167EE" w:rsidP="00E965C6">
      <w:pPr>
        <w:pStyle w:val="Question"/>
      </w:pPr>
      <w:r>
        <w:t>52.</w:t>
      </w:r>
      <w:r>
        <w:tab/>
        <w:t xml:space="preserve">In the last 6 months, did your child’s </w:t>
      </w:r>
      <w:r w:rsidRPr="00B13787">
        <w:t>health</w:t>
      </w:r>
      <w:r>
        <w:t xml:space="preserve"> plan give you any forms to fill out?</w:t>
      </w:r>
    </w:p>
    <w:p w:rsidR="002167EE" w:rsidRDefault="002167EE" w:rsidP="0000244A">
      <w:pPr>
        <w:pStyle w:val="StyleA1-AnswerLeft031Hanging092"/>
        <w:tabs>
          <w:tab w:val="clear" w:pos="936"/>
          <w:tab w:val="left" w:pos="900"/>
        </w:tabs>
      </w:pPr>
      <w:r w:rsidRPr="00392F2F">
        <w:rPr>
          <w:rStyle w:val="StyleA1-Answer10pt1Char"/>
          <w:sz w:val="20"/>
        </w:rPr>
        <w:t>1</w:t>
      </w:r>
      <w:r w:rsidRPr="00E965C6">
        <w:rPr>
          <w:sz w:val="32"/>
          <w:szCs w:val="32"/>
        </w:rPr>
        <w:sym w:font="Wingdings" w:char="F06F"/>
      </w:r>
      <w:r w:rsidRPr="00E965C6">
        <w:rPr>
          <w:sz w:val="32"/>
          <w:szCs w:val="32"/>
        </w:rPr>
        <w:tab/>
      </w:r>
      <w:r>
        <w:t>Yes</w:t>
      </w:r>
    </w:p>
    <w:p w:rsidR="002167EE" w:rsidRDefault="002167EE" w:rsidP="0000244A">
      <w:pPr>
        <w:pStyle w:val="StyleA1-AnswerLeft031Hanging092"/>
        <w:tabs>
          <w:tab w:val="clear" w:pos="936"/>
          <w:tab w:val="left" w:pos="900"/>
        </w:tabs>
      </w:pPr>
      <w:r w:rsidRPr="00392F2F">
        <w:rPr>
          <w:rStyle w:val="StyleA1-Answer10pt1Char"/>
          <w:sz w:val="20"/>
        </w:rPr>
        <w:t>2</w:t>
      </w:r>
      <w:r>
        <w:rPr>
          <w:sz w:val="32"/>
        </w:rPr>
        <w:sym w:font="Wingdings" w:char="F06F"/>
      </w:r>
      <w:r>
        <w:tab/>
        <w:t xml:space="preserve">No </w:t>
      </w:r>
      <w:r>
        <w:sym w:font="Wingdings" w:char="F0E8"/>
      </w:r>
      <w:r w:rsidRPr="00AF6355">
        <w:rPr>
          <w:b/>
        </w:rPr>
        <w:t>If No, Go to Question 54</w:t>
      </w:r>
      <w:r>
        <w:t xml:space="preserve"> </w:t>
      </w:r>
    </w:p>
    <w:p w:rsidR="00BB467A" w:rsidRDefault="00BB467A" w:rsidP="00DC7F8B">
      <w:pPr>
        <w:pStyle w:val="StyleA1-AnswerLeft031Hanging092"/>
      </w:pPr>
    </w:p>
    <w:p w:rsidR="0000244A" w:rsidRDefault="0000244A" w:rsidP="00DC7F8B">
      <w:pPr>
        <w:pStyle w:val="StyleA1-AnswerLeft031Hanging092"/>
      </w:pPr>
    </w:p>
    <w:p w:rsidR="0000244A" w:rsidRDefault="0000244A" w:rsidP="00DC7F8B">
      <w:pPr>
        <w:pStyle w:val="StyleA1-AnswerLeft031Hanging092"/>
      </w:pPr>
    </w:p>
    <w:p w:rsidR="0000244A" w:rsidRDefault="0000244A" w:rsidP="00DC7F8B">
      <w:pPr>
        <w:pStyle w:val="StyleA1-AnswerLeft031Hanging092"/>
      </w:pPr>
    </w:p>
    <w:p w:rsidR="0000244A" w:rsidRDefault="0000244A" w:rsidP="00DC7F8B">
      <w:pPr>
        <w:pStyle w:val="StyleA1-AnswerLeft031Hanging092"/>
      </w:pPr>
    </w:p>
    <w:p w:rsidR="0000244A" w:rsidRDefault="0000244A" w:rsidP="00DC7F8B">
      <w:pPr>
        <w:pStyle w:val="StyleA1-AnswerLeft031Hanging092"/>
      </w:pPr>
    </w:p>
    <w:p w:rsidR="0000244A" w:rsidRDefault="0000244A" w:rsidP="00DC7F8B">
      <w:pPr>
        <w:pStyle w:val="StyleA1-AnswerLeft031Hanging092"/>
      </w:pPr>
    </w:p>
    <w:p w:rsidR="0000244A" w:rsidRDefault="0000244A" w:rsidP="00DC7F8B">
      <w:pPr>
        <w:pStyle w:val="StyleA1-AnswerLeft031Hanging092"/>
      </w:pPr>
    </w:p>
    <w:p w:rsidR="00561F72" w:rsidRDefault="00BB467A" w:rsidP="00BB467A">
      <w:pPr>
        <w:pStyle w:val="Q1"/>
        <w:tabs>
          <w:tab w:val="clear" w:pos="576"/>
        </w:tabs>
        <w:spacing w:after="0"/>
        <w:ind w:left="450" w:hanging="450"/>
      </w:pPr>
      <w:r>
        <w:br w:type="column"/>
      </w:r>
      <w:r w:rsidR="00561F72">
        <w:lastRenderedPageBreak/>
        <w:t>53.</w:t>
      </w:r>
      <w:r w:rsidR="00561F72">
        <w:tab/>
        <w:t>In the last 6 months, how often were the forms from your child’s health plan easy to fill out?</w:t>
      </w:r>
    </w:p>
    <w:p w:rsidR="00561F72" w:rsidRDefault="00392F2F" w:rsidP="00DC7F8B">
      <w:pPr>
        <w:pStyle w:val="StyleA1-AnswerLeft031Hanging092"/>
      </w:pPr>
      <w:r w:rsidRPr="00392F2F">
        <w:rPr>
          <w:rStyle w:val="StyleA1-Answer10pt1Char"/>
          <w:sz w:val="20"/>
        </w:rPr>
        <w:t>1</w:t>
      </w:r>
      <w:r w:rsidR="00561F72" w:rsidRPr="00AF6355">
        <w:rPr>
          <w:sz w:val="32"/>
          <w:szCs w:val="32"/>
        </w:rPr>
        <w:sym w:font="Wingdings" w:char="F06F"/>
      </w:r>
      <w:r w:rsidR="00561F72">
        <w:tab/>
        <w:t>Never</w:t>
      </w:r>
    </w:p>
    <w:p w:rsidR="00561F72" w:rsidRDefault="00392F2F" w:rsidP="00DC7F8B">
      <w:pPr>
        <w:pStyle w:val="StyleA1-AnswerLeft031Hanging092"/>
      </w:pPr>
      <w:r w:rsidRPr="00392F2F">
        <w:rPr>
          <w:rStyle w:val="StyleA1-Answer10pt1Char"/>
          <w:sz w:val="20"/>
        </w:rPr>
        <w:t>2</w:t>
      </w:r>
      <w:r w:rsidR="00561F72" w:rsidRPr="00AF6355">
        <w:rPr>
          <w:sz w:val="32"/>
          <w:szCs w:val="32"/>
        </w:rPr>
        <w:sym w:font="Wingdings" w:char="F06F"/>
      </w:r>
      <w:r w:rsidR="00561F72">
        <w:tab/>
        <w:t>Sometimes</w:t>
      </w:r>
    </w:p>
    <w:p w:rsidR="00561F72" w:rsidRDefault="00392F2F" w:rsidP="00DC7F8B">
      <w:pPr>
        <w:pStyle w:val="StyleA1-AnswerLeft031Hanging092"/>
      </w:pPr>
      <w:r w:rsidRPr="00392F2F">
        <w:rPr>
          <w:rStyle w:val="StyleA1-Answer10pt1Char"/>
          <w:sz w:val="20"/>
        </w:rPr>
        <w:t>3</w:t>
      </w:r>
      <w:r w:rsidR="00561F72" w:rsidRPr="00AF6355">
        <w:rPr>
          <w:sz w:val="32"/>
          <w:szCs w:val="32"/>
        </w:rPr>
        <w:sym w:font="Wingdings" w:char="F06F"/>
      </w:r>
      <w:r w:rsidR="00561F72">
        <w:tab/>
        <w:t>Usually</w:t>
      </w:r>
    </w:p>
    <w:p w:rsidR="00561F72" w:rsidRDefault="00392F2F" w:rsidP="00DC7F8B">
      <w:pPr>
        <w:pStyle w:val="StyleA1-AnswerLeft031Hanging092"/>
      </w:pPr>
      <w:r w:rsidRPr="00392F2F">
        <w:rPr>
          <w:rStyle w:val="StyleA1-Answer10pt1Char"/>
          <w:sz w:val="20"/>
        </w:rPr>
        <w:t>4</w:t>
      </w:r>
      <w:r w:rsidR="00561F72" w:rsidRPr="00AF6355">
        <w:rPr>
          <w:sz w:val="32"/>
          <w:szCs w:val="32"/>
        </w:rPr>
        <w:sym w:font="Wingdings" w:char="F06F"/>
      </w:r>
      <w:r w:rsidR="00561F72">
        <w:tab/>
        <w:t>Always</w:t>
      </w:r>
    </w:p>
    <w:p w:rsidR="00561F72" w:rsidRDefault="00561F72" w:rsidP="00A62A72">
      <w:pPr>
        <w:pStyle w:val="Question"/>
        <w:tabs>
          <w:tab w:val="left" w:pos="936"/>
          <w:tab w:val="left" w:pos="1014"/>
        </w:tabs>
      </w:pPr>
      <w:r>
        <w:t>54.</w:t>
      </w:r>
      <w:r>
        <w:tab/>
        <w:t>Using any number from 0 to 10, where 0 is the worst health plan possible and 10 is the best health plan possible, what number would you use to rate your child’s health plan?</w:t>
      </w:r>
    </w:p>
    <w:p w:rsidR="00561F72" w:rsidRDefault="00392F2F" w:rsidP="007C2524">
      <w:pPr>
        <w:pStyle w:val="StyleA1-AnswerLeft031Hanging092"/>
        <w:tabs>
          <w:tab w:val="clear" w:pos="1440"/>
          <w:tab w:val="left" w:pos="1350"/>
        </w:tabs>
      </w:pPr>
      <w:r w:rsidRPr="00392F2F">
        <w:rPr>
          <w:rStyle w:val="StyleA1-Answer10pt1Char"/>
          <w:sz w:val="20"/>
        </w:rPr>
        <w:t>00</w:t>
      </w:r>
      <w:r w:rsidR="00561F72">
        <w:rPr>
          <w:sz w:val="32"/>
        </w:rPr>
        <w:sym w:font="Wingdings" w:char="F06F"/>
      </w:r>
      <w:r w:rsidR="00561F72">
        <w:rPr>
          <w:sz w:val="32"/>
        </w:rPr>
        <w:tab/>
      </w:r>
      <w:r w:rsidR="00561F72">
        <w:t>0</w:t>
      </w:r>
      <w:r w:rsidR="00561F72">
        <w:tab/>
        <w:t>Worst health plan possible</w:t>
      </w:r>
    </w:p>
    <w:p w:rsidR="00561F72" w:rsidRDefault="00392F2F" w:rsidP="007C2524">
      <w:pPr>
        <w:pStyle w:val="StyleA1-AnswerLeft031Hanging092"/>
        <w:tabs>
          <w:tab w:val="clear" w:pos="1440"/>
          <w:tab w:val="left" w:pos="1350"/>
        </w:tabs>
      </w:pPr>
      <w:r w:rsidRPr="00392F2F">
        <w:rPr>
          <w:rStyle w:val="StyleA1-Answer10pt1Char"/>
          <w:sz w:val="20"/>
        </w:rPr>
        <w:t>01</w:t>
      </w:r>
      <w:r w:rsidR="00561F72">
        <w:rPr>
          <w:sz w:val="32"/>
        </w:rPr>
        <w:sym w:font="Wingdings" w:char="F06F"/>
      </w:r>
      <w:r w:rsidR="00561F72">
        <w:rPr>
          <w:sz w:val="32"/>
        </w:rPr>
        <w:tab/>
      </w:r>
      <w:r w:rsidR="00561F72">
        <w:t>1</w:t>
      </w:r>
    </w:p>
    <w:p w:rsidR="00561F72" w:rsidRDefault="00392F2F" w:rsidP="007C2524">
      <w:pPr>
        <w:pStyle w:val="StyleA1-AnswerLeft031Hanging092"/>
        <w:tabs>
          <w:tab w:val="clear" w:pos="1440"/>
          <w:tab w:val="left" w:pos="1350"/>
        </w:tabs>
      </w:pPr>
      <w:r w:rsidRPr="00392F2F">
        <w:rPr>
          <w:rStyle w:val="StyleA1-Answer10pt1Char"/>
          <w:sz w:val="20"/>
        </w:rPr>
        <w:t>02</w:t>
      </w:r>
      <w:r w:rsidR="00561F72">
        <w:rPr>
          <w:sz w:val="32"/>
        </w:rPr>
        <w:sym w:font="Wingdings" w:char="F06F"/>
      </w:r>
      <w:r w:rsidR="00561F72">
        <w:rPr>
          <w:sz w:val="32"/>
        </w:rPr>
        <w:tab/>
      </w:r>
      <w:r w:rsidR="00561F72">
        <w:t>2</w:t>
      </w:r>
    </w:p>
    <w:p w:rsidR="00561F72" w:rsidRDefault="00392F2F" w:rsidP="007C2524">
      <w:pPr>
        <w:pStyle w:val="StyleA1-AnswerLeft031Hanging092"/>
        <w:tabs>
          <w:tab w:val="clear" w:pos="1440"/>
          <w:tab w:val="left" w:pos="1350"/>
        </w:tabs>
      </w:pPr>
      <w:r w:rsidRPr="00392F2F">
        <w:rPr>
          <w:rStyle w:val="StyleA1-Answer10pt1Char"/>
          <w:sz w:val="20"/>
        </w:rPr>
        <w:t>03</w:t>
      </w:r>
      <w:r w:rsidR="00561F72">
        <w:rPr>
          <w:sz w:val="32"/>
        </w:rPr>
        <w:sym w:font="Wingdings" w:char="F06F"/>
      </w:r>
      <w:r w:rsidR="00561F72">
        <w:rPr>
          <w:sz w:val="32"/>
        </w:rPr>
        <w:tab/>
      </w:r>
      <w:r w:rsidR="00561F72">
        <w:t>3</w:t>
      </w:r>
    </w:p>
    <w:p w:rsidR="00561F72" w:rsidRDefault="00392F2F" w:rsidP="007C2524">
      <w:pPr>
        <w:pStyle w:val="StyleA1-AnswerLeft031Hanging092"/>
        <w:tabs>
          <w:tab w:val="clear" w:pos="1440"/>
          <w:tab w:val="left" w:pos="1350"/>
        </w:tabs>
      </w:pPr>
      <w:r w:rsidRPr="00392F2F">
        <w:rPr>
          <w:rStyle w:val="StyleA1-Answer10pt1Char"/>
          <w:sz w:val="20"/>
        </w:rPr>
        <w:t>04</w:t>
      </w:r>
      <w:r w:rsidR="00561F72">
        <w:rPr>
          <w:sz w:val="32"/>
        </w:rPr>
        <w:sym w:font="Wingdings" w:char="F06F"/>
      </w:r>
      <w:r w:rsidR="00561F72">
        <w:rPr>
          <w:sz w:val="32"/>
        </w:rPr>
        <w:tab/>
      </w:r>
      <w:r w:rsidR="00561F72">
        <w:t>4</w:t>
      </w:r>
    </w:p>
    <w:p w:rsidR="00561F72" w:rsidRDefault="00392F2F" w:rsidP="007C2524">
      <w:pPr>
        <w:pStyle w:val="StyleA1-AnswerLeft031Hanging092"/>
        <w:tabs>
          <w:tab w:val="clear" w:pos="1440"/>
          <w:tab w:val="left" w:pos="1350"/>
        </w:tabs>
      </w:pPr>
      <w:r w:rsidRPr="00392F2F">
        <w:rPr>
          <w:rStyle w:val="StyleA1-Answer10pt1Char"/>
          <w:sz w:val="20"/>
        </w:rPr>
        <w:t>05</w:t>
      </w:r>
      <w:r w:rsidR="00561F72">
        <w:rPr>
          <w:sz w:val="32"/>
        </w:rPr>
        <w:sym w:font="Wingdings" w:char="F06F"/>
      </w:r>
      <w:r w:rsidR="00561F72">
        <w:rPr>
          <w:sz w:val="32"/>
        </w:rPr>
        <w:tab/>
      </w:r>
      <w:r w:rsidR="00561F72">
        <w:t>5</w:t>
      </w:r>
    </w:p>
    <w:p w:rsidR="00561F72" w:rsidRDefault="00392F2F" w:rsidP="007C2524">
      <w:pPr>
        <w:pStyle w:val="StyleA1-AnswerLeft031Hanging092"/>
        <w:tabs>
          <w:tab w:val="clear" w:pos="1440"/>
          <w:tab w:val="left" w:pos="1350"/>
        </w:tabs>
      </w:pPr>
      <w:r w:rsidRPr="00392F2F">
        <w:rPr>
          <w:rStyle w:val="StyleA1-Answer10pt1Char"/>
          <w:sz w:val="20"/>
        </w:rPr>
        <w:t>06</w:t>
      </w:r>
      <w:r w:rsidR="00561F72">
        <w:rPr>
          <w:sz w:val="32"/>
        </w:rPr>
        <w:sym w:font="Wingdings" w:char="F06F"/>
      </w:r>
      <w:r w:rsidR="00561F72">
        <w:rPr>
          <w:sz w:val="32"/>
        </w:rPr>
        <w:tab/>
      </w:r>
      <w:r w:rsidR="00561F72">
        <w:t>6</w:t>
      </w:r>
    </w:p>
    <w:p w:rsidR="00561F72" w:rsidRDefault="00392F2F" w:rsidP="007C2524">
      <w:pPr>
        <w:pStyle w:val="StyleA1-AnswerLeft031Hanging092"/>
        <w:tabs>
          <w:tab w:val="clear" w:pos="1440"/>
          <w:tab w:val="left" w:pos="1350"/>
        </w:tabs>
      </w:pPr>
      <w:r w:rsidRPr="00392F2F">
        <w:rPr>
          <w:rStyle w:val="StyleA1-Answer10pt1Char"/>
          <w:sz w:val="20"/>
        </w:rPr>
        <w:t>07</w:t>
      </w:r>
      <w:r w:rsidR="00561F72">
        <w:rPr>
          <w:sz w:val="32"/>
        </w:rPr>
        <w:sym w:font="Wingdings" w:char="F06F"/>
      </w:r>
      <w:r w:rsidR="00561F72">
        <w:rPr>
          <w:sz w:val="32"/>
        </w:rPr>
        <w:tab/>
      </w:r>
      <w:r w:rsidR="00561F72">
        <w:t>7</w:t>
      </w:r>
    </w:p>
    <w:p w:rsidR="00561F72" w:rsidRDefault="00392F2F" w:rsidP="007C2524">
      <w:pPr>
        <w:pStyle w:val="StyleA1-AnswerLeft031Hanging092"/>
        <w:tabs>
          <w:tab w:val="clear" w:pos="1440"/>
          <w:tab w:val="left" w:pos="1350"/>
        </w:tabs>
      </w:pPr>
      <w:r w:rsidRPr="00392F2F">
        <w:rPr>
          <w:rStyle w:val="StyleA1-Answer10pt1Char"/>
          <w:sz w:val="20"/>
        </w:rPr>
        <w:t>08</w:t>
      </w:r>
      <w:r w:rsidR="00561F72">
        <w:rPr>
          <w:sz w:val="32"/>
        </w:rPr>
        <w:sym w:font="Wingdings" w:char="F06F"/>
      </w:r>
      <w:r w:rsidR="00561F72">
        <w:rPr>
          <w:sz w:val="32"/>
        </w:rPr>
        <w:tab/>
      </w:r>
      <w:r w:rsidR="00561F72">
        <w:t>8</w:t>
      </w:r>
    </w:p>
    <w:p w:rsidR="00561F72" w:rsidRDefault="00392F2F" w:rsidP="007C2524">
      <w:pPr>
        <w:pStyle w:val="StyleA1-AnswerLeft031Hanging092"/>
        <w:tabs>
          <w:tab w:val="clear" w:pos="1440"/>
          <w:tab w:val="left" w:pos="1350"/>
        </w:tabs>
      </w:pPr>
      <w:r w:rsidRPr="00392F2F">
        <w:rPr>
          <w:rStyle w:val="StyleA1-Answer10pt1Char"/>
          <w:sz w:val="20"/>
        </w:rPr>
        <w:t>09</w:t>
      </w:r>
      <w:r w:rsidR="00561F72">
        <w:rPr>
          <w:sz w:val="32"/>
        </w:rPr>
        <w:sym w:font="Wingdings" w:char="F06F"/>
      </w:r>
      <w:r w:rsidR="00561F72">
        <w:rPr>
          <w:sz w:val="32"/>
        </w:rPr>
        <w:tab/>
      </w:r>
      <w:r w:rsidR="00561F72">
        <w:t>9</w:t>
      </w:r>
    </w:p>
    <w:p w:rsidR="00561F72" w:rsidRPr="00BB467A" w:rsidRDefault="00392F2F" w:rsidP="00ED56E6">
      <w:pPr>
        <w:pStyle w:val="StyleA1-AnswerLeft031Hanging092"/>
        <w:tabs>
          <w:tab w:val="clear" w:pos="1440"/>
          <w:tab w:val="left" w:pos="1350"/>
        </w:tabs>
        <w:rPr>
          <w:sz w:val="20"/>
          <w:szCs w:val="24"/>
          <w:vertAlign w:val="superscript"/>
        </w:rPr>
      </w:pPr>
      <w:r w:rsidRPr="00392F2F">
        <w:rPr>
          <w:rStyle w:val="StyleA1-Answer10pt1Char"/>
          <w:sz w:val="20"/>
        </w:rPr>
        <w:t>10</w:t>
      </w:r>
      <w:r w:rsidR="00561F72">
        <w:rPr>
          <w:sz w:val="32"/>
        </w:rPr>
        <w:sym w:font="Wingdings" w:char="F06F"/>
      </w:r>
      <w:r w:rsidR="00561F72">
        <w:rPr>
          <w:sz w:val="32"/>
        </w:rPr>
        <w:tab/>
      </w:r>
      <w:r w:rsidR="00561F72">
        <w:t>10</w:t>
      </w:r>
      <w:r w:rsidR="00561F72">
        <w:tab/>
        <w:t>Best health plan possible</w:t>
      </w:r>
    </w:p>
    <w:p w:rsidR="00BB467A" w:rsidRDefault="00BB467A" w:rsidP="00BB467A">
      <w:pPr>
        <w:pStyle w:val="A1-Answer"/>
      </w:pPr>
    </w:p>
    <w:p w:rsidR="00BB467A" w:rsidRDefault="00BB467A" w:rsidP="00BB467A">
      <w:pPr>
        <w:pStyle w:val="A1-Answer"/>
      </w:pPr>
    </w:p>
    <w:p w:rsidR="00BB467A" w:rsidRDefault="00BB467A" w:rsidP="00BB467A">
      <w:pPr>
        <w:pStyle w:val="A1-Answer"/>
      </w:pPr>
    </w:p>
    <w:p w:rsidR="00BB467A" w:rsidRDefault="00BB467A" w:rsidP="00BB467A">
      <w:pPr>
        <w:pStyle w:val="A1-Answer"/>
      </w:pPr>
    </w:p>
    <w:p w:rsidR="00BB467A" w:rsidRDefault="00BB467A" w:rsidP="00BB467A">
      <w:pPr>
        <w:pStyle w:val="A1-Answer"/>
      </w:pPr>
    </w:p>
    <w:p w:rsidR="00BB467A" w:rsidRDefault="00BB467A" w:rsidP="00BB467A">
      <w:pPr>
        <w:pStyle w:val="A1-Answer"/>
      </w:pPr>
    </w:p>
    <w:p w:rsidR="00BB467A" w:rsidRDefault="00BB467A" w:rsidP="00BB467A">
      <w:pPr>
        <w:pStyle w:val="A1-Answer"/>
      </w:pPr>
    </w:p>
    <w:p w:rsidR="00BB467A" w:rsidRDefault="00BB467A" w:rsidP="00BB467A">
      <w:pPr>
        <w:pStyle w:val="A1-Answer"/>
      </w:pPr>
    </w:p>
    <w:p w:rsidR="00BB467A" w:rsidRDefault="00BB467A" w:rsidP="00BB467A">
      <w:pPr>
        <w:pStyle w:val="A1-Answer"/>
      </w:pPr>
    </w:p>
    <w:p w:rsidR="00BB467A" w:rsidRDefault="00BB467A" w:rsidP="00BB467A">
      <w:pPr>
        <w:pStyle w:val="A1-Answer"/>
      </w:pPr>
    </w:p>
    <w:p w:rsidR="00BB467A" w:rsidRDefault="00BB467A" w:rsidP="00BB467A">
      <w:pPr>
        <w:pStyle w:val="A1-Answer"/>
      </w:pPr>
    </w:p>
    <w:p w:rsidR="00BB467A" w:rsidRDefault="00BB467A" w:rsidP="00BB467A">
      <w:pPr>
        <w:pStyle w:val="A1-Answer"/>
      </w:pPr>
    </w:p>
    <w:p w:rsidR="00BB467A" w:rsidRDefault="00BB467A" w:rsidP="00BB467A">
      <w:pPr>
        <w:pStyle w:val="A1-Answer"/>
      </w:pPr>
    </w:p>
    <w:p w:rsidR="00BB467A" w:rsidRDefault="00BB467A" w:rsidP="00BB467A">
      <w:pPr>
        <w:pStyle w:val="A1-Answer"/>
      </w:pPr>
    </w:p>
    <w:p w:rsidR="00BB467A" w:rsidRDefault="00BB467A" w:rsidP="00BB467A">
      <w:pPr>
        <w:pStyle w:val="A1-Answer"/>
      </w:pPr>
    </w:p>
    <w:p w:rsidR="00BB467A" w:rsidRDefault="00BB467A" w:rsidP="00BB467A">
      <w:pPr>
        <w:pStyle w:val="A1-Answer"/>
      </w:pPr>
    </w:p>
    <w:p w:rsidR="00BB467A" w:rsidRDefault="00BB467A" w:rsidP="00BB467A">
      <w:pPr>
        <w:pStyle w:val="A1-Answer"/>
      </w:pPr>
    </w:p>
    <w:p w:rsidR="00561F72" w:rsidRDefault="00B74D87" w:rsidP="00FF2468">
      <w:pPr>
        <w:pStyle w:val="ColumnHead"/>
      </w:pPr>
      <w:r>
        <w:br w:type="column"/>
      </w:r>
      <w:r w:rsidR="00240CB5">
        <w:lastRenderedPageBreak/>
        <w:t>PRESCRIPTION MEDICINES</w:t>
      </w:r>
    </w:p>
    <w:p w:rsidR="00561F72" w:rsidRPr="008467A7" w:rsidRDefault="00561F72" w:rsidP="00A62A72">
      <w:pPr>
        <w:pStyle w:val="Question"/>
        <w:tabs>
          <w:tab w:val="left" w:pos="936"/>
        </w:tabs>
      </w:pPr>
      <w:r>
        <w:t>55</w:t>
      </w:r>
      <w:r w:rsidRPr="008467A7">
        <w:t>.</w:t>
      </w:r>
      <w:r w:rsidRPr="008467A7">
        <w:tab/>
        <w:t>In the last 6 months, did you get or refill any prescription medicines for your child?</w:t>
      </w:r>
    </w:p>
    <w:p w:rsidR="00561F72" w:rsidRPr="008467A7" w:rsidRDefault="00392F2F" w:rsidP="00FF2468">
      <w:pPr>
        <w:pStyle w:val="StyleA1-AnswerLeft031Hanging092"/>
        <w:tabs>
          <w:tab w:val="clear" w:pos="936"/>
          <w:tab w:val="left" w:pos="900"/>
        </w:tabs>
      </w:pPr>
      <w:r w:rsidRPr="00392F2F">
        <w:rPr>
          <w:rStyle w:val="StyleA1-Answer10pt1Char"/>
          <w:sz w:val="20"/>
        </w:rPr>
        <w:t>1</w:t>
      </w:r>
      <w:r w:rsidR="00561F72" w:rsidRPr="008467A7">
        <w:rPr>
          <w:sz w:val="32"/>
        </w:rPr>
        <w:sym w:font="Wingdings" w:char="F06F"/>
      </w:r>
      <w:r w:rsidR="00561F72" w:rsidRPr="008467A7">
        <w:tab/>
        <w:t>Yes</w:t>
      </w:r>
    </w:p>
    <w:p w:rsidR="00561F72" w:rsidRPr="008467A7" w:rsidRDefault="00392F2F" w:rsidP="00FF2468">
      <w:pPr>
        <w:pStyle w:val="StyleA1-AnswerLeft031Hanging092"/>
        <w:tabs>
          <w:tab w:val="clear" w:pos="936"/>
          <w:tab w:val="left" w:pos="900"/>
        </w:tabs>
      </w:pPr>
      <w:r w:rsidRPr="00392F2F">
        <w:rPr>
          <w:rStyle w:val="StyleA1-Answer10pt1Char"/>
          <w:sz w:val="20"/>
        </w:rPr>
        <w:t>2</w:t>
      </w:r>
      <w:r w:rsidR="00561F72" w:rsidRPr="008467A7">
        <w:rPr>
          <w:sz w:val="32"/>
        </w:rPr>
        <w:sym w:font="Wingdings" w:char="F06F"/>
      </w:r>
      <w:r w:rsidR="00827B3F">
        <w:tab/>
        <w:t xml:space="preserve">No </w:t>
      </w:r>
      <w:r w:rsidR="00561F72" w:rsidRPr="008467A7">
        <w:sym w:font="Wingdings" w:char="F0E8"/>
      </w:r>
      <w:r w:rsidR="00561F72" w:rsidRPr="00AF6355">
        <w:rPr>
          <w:b/>
        </w:rPr>
        <w:t>If No, Go to Question 58</w:t>
      </w:r>
    </w:p>
    <w:p w:rsidR="00561F72" w:rsidRPr="008467A7" w:rsidRDefault="00561F72" w:rsidP="00A62A72">
      <w:pPr>
        <w:pStyle w:val="Question"/>
        <w:tabs>
          <w:tab w:val="left" w:pos="936"/>
        </w:tabs>
      </w:pPr>
      <w:r>
        <w:t>56</w:t>
      </w:r>
      <w:r w:rsidRPr="008467A7">
        <w:t>.</w:t>
      </w:r>
      <w:r w:rsidRPr="008467A7">
        <w:tab/>
        <w:t>In the last 6 months, how often was it easy to get prescription medicines for your child through his or her health plan?</w:t>
      </w:r>
    </w:p>
    <w:p w:rsidR="00561F72" w:rsidRPr="008467A7" w:rsidRDefault="00392F2F" w:rsidP="00FF2468">
      <w:pPr>
        <w:pStyle w:val="StyleA1-AnswerLeft031Hanging092"/>
        <w:tabs>
          <w:tab w:val="clear" w:pos="936"/>
          <w:tab w:val="left" w:pos="900"/>
        </w:tabs>
      </w:pPr>
      <w:r w:rsidRPr="00392F2F">
        <w:rPr>
          <w:rStyle w:val="StyleA1-Answer10pt1Char"/>
          <w:sz w:val="20"/>
        </w:rPr>
        <w:t>1</w:t>
      </w:r>
      <w:r w:rsidR="00561F72" w:rsidRPr="008467A7">
        <w:rPr>
          <w:sz w:val="32"/>
        </w:rPr>
        <w:sym w:font="Wingdings" w:char="F06F"/>
      </w:r>
      <w:r w:rsidR="00561F72" w:rsidRPr="008467A7">
        <w:tab/>
        <w:t>Never</w:t>
      </w:r>
    </w:p>
    <w:p w:rsidR="00561F72" w:rsidRPr="008467A7" w:rsidRDefault="00392F2F" w:rsidP="00FF2468">
      <w:pPr>
        <w:pStyle w:val="StyleA1-AnswerLeft031Hanging092"/>
        <w:tabs>
          <w:tab w:val="clear" w:pos="936"/>
          <w:tab w:val="left" w:pos="900"/>
        </w:tabs>
      </w:pPr>
      <w:r w:rsidRPr="00392F2F">
        <w:rPr>
          <w:rStyle w:val="StyleA1-Answer10pt1Char"/>
          <w:sz w:val="20"/>
        </w:rPr>
        <w:t>2</w:t>
      </w:r>
      <w:r w:rsidR="00561F72" w:rsidRPr="008467A7">
        <w:rPr>
          <w:sz w:val="32"/>
        </w:rPr>
        <w:sym w:font="Wingdings" w:char="F06F"/>
      </w:r>
      <w:r w:rsidR="00561F72" w:rsidRPr="008467A7">
        <w:tab/>
        <w:t>Sometimes</w:t>
      </w:r>
    </w:p>
    <w:p w:rsidR="00561F72" w:rsidRPr="008467A7" w:rsidRDefault="00392F2F" w:rsidP="00FF2468">
      <w:pPr>
        <w:pStyle w:val="StyleA1-AnswerLeft031Hanging092"/>
        <w:tabs>
          <w:tab w:val="clear" w:pos="936"/>
          <w:tab w:val="left" w:pos="900"/>
        </w:tabs>
      </w:pPr>
      <w:r w:rsidRPr="00392F2F">
        <w:rPr>
          <w:rStyle w:val="StyleA1-Answer10pt1Char"/>
          <w:sz w:val="20"/>
        </w:rPr>
        <w:t>3</w:t>
      </w:r>
      <w:r w:rsidR="00561F72" w:rsidRPr="008467A7">
        <w:rPr>
          <w:sz w:val="32"/>
        </w:rPr>
        <w:sym w:font="Wingdings" w:char="F06F"/>
      </w:r>
      <w:r w:rsidR="00561F72" w:rsidRPr="008467A7">
        <w:tab/>
        <w:t>Usually</w:t>
      </w:r>
    </w:p>
    <w:p w:rsidR="00561F72" w:rsidRPr="008467A7" w:rsidRDefault="00392F2F" w:rsidP="00FF2468">
      <w:pPr>
        <w:pStyle w:val="StyleA1-AnswerLeft031Hanging092"/>
        <w:tabs>
          <w:tab w:val="clear" w:pos="936"/>
          <w:tab w:val="left" w:pos="900"/>
        </w:tabs>
      </w:pPr>
      <w:r w:rsidRPr="00392F2F">
        <w:rPr>
          <w:rStyle w:val="StyleA1-Answer10pt1Char"/>
          <w:sz w:val="20"/>
        </w:rPr>
        <w:t>4</w:t>
      </w:r>
      <w:r w:rsidR="00561F72" w:rsidRPr="008467A7">
        <w:rPr>
          <w:sz w:val="32"/>
        </w:rPr>
        <w:sym w:font="Wingdings" w:char="F06F"/>
      </w:r>
      <w:r w:rsidR="00561F72" w:rsidRPr="008467A7">
        <w:tab/>
        <w:t>Always</w:t>
      </w:r>
    </w:p>
    <w:p w:rsidR="00AB5EE1" w:rsidRPr="008467A7" w:rsidRDefault="00561F72" w:rsidP="00A62A72">
      <w:pPr>
        <w:pStyle w:val="Question"/>
        <w:tabs>
          <w:tab w:val="left" w:pos="936"/>
        </w:tabs>
      </w:pPr>
      <w:r>
        <w:t>57</w:t>
      </w:r>
      <w:r w:rsidRPr="008467A7">
        <w:t>.</w:t>
      </w:r>
      <w:r w:rsidRPr="008467A7">
        <w:tab/>
        <w:t>Did anyone from your child’s health plan, doctor’s office, or clinic help you get your child’s prescription medicines?</w:t>
      </w:r>
    </w:p>
    <w:p w:rsidR="00561F72" w:rsidRPr="008467A7" w:rsidRDefault="00392F2F" w:rsidP="00FF2468">
      <w:pPr>
        <w:pStyle w:val="StyleA1-AnswerLeft031Hanging092"/>
        <w:tabs>
          <w:tab w:val="clear" w:pos="936"/>
          <w:tab w:val="left" w:pos="900"/>
        </w:tabs>
      </w:pPr>
      <w:r w:rsidRPr="00392F2F">
        <w:rPr>
          <w:rStyle w:val="StyleA1-Answer10pt1Char"/>
          <w:sz w:val="20"/>
        </w:rPr>
        <w:t>1</w:t>
      </w:r>
      <w:r w:rsidR="00561F72" w:rsidRPr="008467A7">
        <w:rPr>
          <w:sz w:val="32"/>
        </w:rPr>
        <w:sym w:font="Wingdings" w:char="F06F"/>
      </w:r>
      <w:r w:rsidR="00561F72" w:rsidRPr="008467A7">
        <w:tab/>
        <w:t>Yes</w:t>
      </w:r>
    </w:p>
    <w:p w:rsidR="00561F72" w:rsidRPr="008467A7" w:rsidRDefault="00392F2F" w:rsidP="00FF2468">
      <w:pPr>
        <w:pStyle w:val="StyleA1-AnswerLeft031Hanging092"/>
        <w:tabs>
          <w:tab w:val="clear" w:pos="936"/>
          <w:tab w:val="left" w:pos="900"/>
        </w:tabs>
      </w:pPr>
      <w:r w:rsidRPr="00392F2F">
        <w:rPr>
          <w:rStyle w:val="StyleA1-Answer10pt1Char"/>
          <w:sz w:val="20"/>
        </w:rPr>
        <w:t>2</w:t>
      </w:r>
      <w:r w:rsidR="00561F72" w:rsidRPr="008467A7">
        <w:rPr>
          <w:sz w:val="32"/>
        </w:rPr>
        <w:sym w:font="Wingdings" w:char="F06F"/>
      </w:r>
      <w:r w:rsidR="00827B3F">
        <w:tab/>
        <w:t>No</w:t>
      </w:r>
    </w:p>
    <w:p w:rsidR="00561F72" w:rsidRPr="008467A7" w:rsidRDefault="00561F72" w:rsidP="00827B3F">
      <w:pPr>
        <w:pStyle w:val="ColumnHead"/>
      </w:pPr>
      <w:r w:rsidRPr="008467A7">
        <w:br w:type="column"/>
      </w:r>
      <w:r w:rsidRPr="008467A7">
        <w:lastRenderedPageBreak/>
        <w:t>ABOUT YOUR CHILD AND YOU</w:t>
      </w:r>
    </w:p>
    <w:p w:rsidR="00561F72" w:rsidRPr="008467A7" w:rsidRDefault="00561F72" w:rsidP="00827B3F">
      <w:pPr>
        <w:pStyle w:val="Question"/>
      </w:pPr>
      <w:r>
        <w:t>58</w:t>
      </w:r>
      <w:r w:rsidRPr="008467A7">
        <w:t>.</w:t>
      </w:r>
      <w:r w:rsidRPr="008467A7">
        <w:tab/>
        <w:t>In general, how would you rate your child’s overall health?</w:t>
      </w:r>
    </w:p>
    <w:p w:rsidR="00561F72" w:rsidRPr="008467A7" w:rsidRDefault="00392F2F" w:rsidP="00FF2468">
      <w:pPr>
        <w:pStyle w:val="StyleA1-AnswerLeft031Hanging092"/>
        <w:tabs>
          <w:tab w:val="clear" w:pos="936"/>
          <w:tab w:val="left" w:pos="900"/>
        </w:tabs>
      </w:pPr>
      <w:r w:rsidRPr="00392F2F">
        <w:rPr>
          <w:rStyle w:val="StyleA1-Answer10pt1Char"/>
          <w:sz w:val="20"/>
        </w:rPr>
        <w:t>1</w:t>
      </w:r>
      <w:r w:rsidR="00561F72" w:rsidRPr="00EF5FD8">
        <w:rPr>
          <w:sz w:val="32"/>
          <w:szCs w:val="32"/>
        </w:rPr>
        <w:sym w:font="Wingdings" w:char="F06F"/>
      </w:r>
      <w:r w:rsidR="00561F72" w:rsidRPr="008467A7">
        <w:tab/>
        <w:t>Excellent</w:t>
      </w:r>
    </w:p>
    <w:p w:rsidR="00561F72" w:rsidRPr="008467A7" w:rsidRDefault="00392F2F" w:rsidP="00FF2468">
      <w:pPr>
        <w:pStyle w:val="StyleA1-AnswerLeft031Hanging092"/>
        <w:tabs>
          <w:tab w:val="clear" w:pos="936"/>
          <w:tab w:val="left" w:pos="900"/>
        </w:tabs>
      </w:pPr>
      <w:r w:rsidRPr="00392F2F">
        <w:rPr>
          <w:rStyle w:val="StyleA1-Answer10pt1Char"/>
          <w:sz w:val="20"/>
        </w:rPr>
        <w:t>2</w:t>
      </w:r>
      <w:r w:rsidR="00561F72" w:rsidRPr="00EF5FD8">
        <w:rPr>
          <w:sz w:val="32"/>
          <w:szCs w:val="32"/>
        </w:rPr>
        <w:sym w:font="Wingdings" w:char="F06F"/>
      </w:r>
      <w:r w:rsidR="00561F72" w:rsidRPr="008467A7">
        <w:tab/>
        <w:t>Very Good</w:t>
      </w:r>
    </w:p>
    <w:p w:rsidR="00561F72" w:rsidRPr="008467A7" w:rsidRDefault="00392F2F" w:rsidP="00FF2468">
      <w:pPr>
        <w:pStyle w:val="StyleA1-AnswerLeft031Hanging092"/>
        <w:tabs>
          <w:tab w:val="clear" w:pos="936"/>
          <w:tab w:val="left" w:pos="900"/>
        </w:tabs>
      </w:pPr>
      <w:r w:rsidRPr="00392F2F">
        <w:rPr>
          <w:rStyle w:val="StyleA1-Answer10pt1Char"/>
          <w:sz w:val="20"/>
        </w:rPr>
        <w:t>3</w:t>
      </w:r>
      <w:r w:rsidR="00561F72" w:rsidRPr="00EF5FD8">
        <w:rPr>
          <w:sz w:val="32"/>
          <w:szCs w:val="32"/>
        </w:rPr>
        <w:sym w:font="Wingdings" w:char="F06F"/>
      </w:r>
      <w:r w:rsidR="00561F72" w:rsidRPr="008467A7">
        <w:tab/>
        <w:t>Good</w:t>
      </w:r>
    </w:p>
    <w:p w:rsidR="00561F72" w:rsidRPr="008467A7" w:rsidRDefault="00392F2F" w:rsidP="00FF2468">
      <w:pPr>
        <w:pStyle w:val="StyleA1-AnswerLeft031Hanging092"/>
        <w:tabs>
          <w:tab w:val="clear" w:pos="936"/>
          <w:tab w:val="left" w:pos="900"/>
        </w:tabs>
      </w:pPr>
      <w:r w:rsidRPr="00392F2F">
        <w:rPr>
          <w:rStyle w:val="StyleA1-Answer10pt1Char"/>
          <w:sz w:val="20"/>
        </w:rPr>
        <w:t>4</w:t>
      </w:r>
      <w:r w:rsidR="00561F72" w:rsidRPr="00EF5FD8">
        <w:rPr>
          <w:sz w:val="32"/>
          <w:szCs w:val="32"/>
        </w:rPr>
        <w:sym w:font="Wingdings" w:char="F06F"/>
      </w:r>
      <w:r w:rsidR="00561F72" w:rsidRPr="008467A7">
        <w:tab/>
        <w:t>Fair</w:t>
      </w:r>
    </w:p>
    <w:p w:rsidR="00561F72" w:rsidRDefault="00392F2F" w:rsidP="00FF2468">
      <w:pPr>
        <w:pStyle w:val="StyleA1-AnswerLeft031Hanging092"/>
        <w:tabs>
          <w:tab w:val="clear" w:pos="936"/>
          <w:tab w:val="left" w:pos="900"/>
        </w:tabs>
      </w:pPr>
      <w:r w:rsidRPr="00392F2F">
        <w:rPr>
          <w:rStyle w:val="StyleA1-Answer10pt1Char"/>
          <w:sz w:val="20"/>
        </w:rPr>
        <w:t>5</w:t>
      </w:r>
      <w:r w:rsidR="00561F72" w:rsidRPr="00EF5FD8">
        <w:rPr>
          <w:sz w:val="32"/>
          <w:szCs w:val="32"/>
        </w:rPr>
        <w:sym w:font="Wingdings" w:char="F06F"/>
      </w:r>
      <w:r w:rsidR="00561F72" w:rsidRPr="008467A7">
        <w:tab/>
        <w:t>Poor</w:t>
      </w:r>
    </w:p>
    <w:p w:rsidR="008E4CBC" w:rsidRPr="008E4CBC" w:rsidRDefault="008E4CBC" w:rsidP="00BB467A">
      <w:pPr>
        <w:pStyle w:val="Question"/>
      </w:pPr>
      <w:r w:rsidRPr="008E4CBC">
        <w:t>59.</w:t>
      </w:r>
      <w:r w:rsidR="00BB467A">
        <w:tab/>
      </w:r>
      <w:r w:rsidRPr="008E4CBC">
        <w:t xml:space="preserve">In general, how would you rate your child’s overall </w:t>
      </w:r>
      <w:r w:rsidRPr="009770E0">
        <w:rPr>
          <w:u w:val="single"/>
        </w:rPr>
        <w:t>mental or emotional</w:t>
      </w:r>
      <w:r w:rsidRPr="008E4CBC">
        <w:t xml:space="preserve"> health?</w:t>
      </w:r>
    </w:p>
    <w:p w:rsidR="008E4CBC" w:rsidRPr="008467A7" w:rsidRDefault="008E4CBC" w:rsidP="00FF2468">
      <w:pPr>
        <w:pStyle w:val="StyleA1-AnswerLeft031Hanging092"/>
        <w:tabs>
          <w:tab w:val="clear" w:pos="936"/>
          <w:tab w:val="left" w:pos="900"/>
        </w:tabs>
      </w:pPr>
      <w:r w:rsidRPr="00392F2F">
        <w:rPr>
          <w:rStyle w:val="StyleA1-Answer10pt1Char"/>
          <w:sz w:val="20"/>
        </w:rPr>
        <w:t>1</w:t>
      </w:r>
      <w:r w:rsidRPr="00EF5FD8">
        <w:rPr>
          <w:sz w:val="32"/>
          <w:szCs w:val="32"/>
        </w:rPr>
        <w:sym w:font="Wingdings" w:char="F06F"/>
      </w:r>
      <w:r w:rsidRPr="008467A7">
        <w:tab/>
        <w:t>Excellent</w:t>
      </w:r>
    </w:p>
    <w:p w:rsidR="008E4CBC" w:rsidRPr="008467A7" w:rsidRDefault="008E4CBC" w:rsidP="00FF2468">
      <w:pPr>
        <w:pStyle w:val="StyleA1-AnswerLeft031Hanging092"/>
        <w:tabs>
          <w:tab w:val="clear" w:pos="936"/>
          <w:tab w:val="left" w:pos="900"/>
        </w:tabs>
      </w:pPr>
      <w:r w:rsidRPr="00392F2F">
        <w:rPr>
          <w:rStyle w:val="StyleA1-Answer10pt1Char"/>
          <w:sz w:val="20"/>
        </w:rPr>
        <w:t>2</w:t>
      </w:r>
      <w:r w:rsidRPr="00EF5FD8">
        <w:rPr>
          <w:sz w:val="32"/>
          <w:szCs w:val="32"/>
        </w:rPr>
        <w:sym w:font="Wingdings" w:char="F06F"/>
      </w:r>
      <w:r w:rsidRPr="008467A7">
        <w:tab/>
        <w:t>Very Good</w:t>
      </w:r>
    </w:p>
    <w:p w:rsidR="008E4CBC" w:rsidRPr="008467A7" w:rsidRDefault="008E4CBC" w:rsidP="00FF2468">
      <w:pPr>
        <w:pStyle w:val="StyleA1-AnswerLeft031Hanging092"/>
        <w:tabs>
          <w:tab w:val="clear" w:pos="936"/>
          <w:tab w:val="left" w:pos="900"/>
        </w:tabs>
      </w:pPr>
      <w:r w:rsidRPr="00392F2F">
        <w:rPr>
          <w:rStyle w:val="StyleA1-Answer10pt1Char"/>
          <w:sz w:val="20"/>
        </w:rPr>
        <w:t>3</w:t>
      </w:r>
      <w:r w:rsidRPr="00EF5FD8">
        <w:rPr>
          <w:sz w:val="32"/>
          <w:szCs w:val="32"/>
        </w:rPr>
        <w:sym w:font="Wingdings" w:char="F06F"/>
      </w:r>
      <w:r w:rsidRPr="008467A7">
        <w:tab/>
        <w:t>Good</w:t>
      </w:r>
    </w:p>
    <w:p w:rsidR="008E4CBC" w:rsidRPr="008467A7" w:rsidRDefault="008E4CBC" w:rsidP="00FF2468">
      <w:pPr>
        <w:pStyle w:val="StyleA1-AnswerLeft031Hanging092"/>
        <w:tabs>
          <w:tab w:val="clear" w:pos="936"/>
          <w:tab w:val="left" w:pos="900"/>
        </w:tabs>
      </w:pPr>
      <w:r w:rsidRPr="00392F2F">
        <w:rPr>
          <w:rStyle w:val="StyleA1-Answer10pt1Char"/>
          <w:sz w:val="20"/>
        </w:rPr>
        <w:t>4</w:t>
      </w:r>
      <w:r w:rsidRPr="00EF5FD8">
        <w:rPr>
          <w:sz w:val="32"/>
          <w:szCs w:val="32"/>
        </w:rPr>
        <w:sym w:font="Wingdings" w:char="F06F"/>
      </w:r>
      <w:r w:rsidRPr="008467A7">
        <w:tab/>
        <w:t>Fair</w:t>
      </w:r>
    </w:p>
    <w:p w:rsidR="008E4CBC" w:rsidRPr="008467A7" w:rsidRDefault="008E4CBC" w:rsidP="00FF2468">
      <w:pPr>
        <w:pStyle w:val="StyleA1-AnswerLeft031Hanging092"/>
        <w:tabs>
          <w:tab w:val="clear" w:pos="936"/>
          <w:tab w:val="left" w:pos="900"/>
        </w:tabs>
      </w:pPr>
      <w:r w:rsidRPr="00392F2F">
        <w:rPr>
          <w:rStyle w:val="StyleA1-Answer10pt1Char"/>
          <w:sz w:val="20"/>
        </w:rPr>
        <w:t>5</w:t>
      </w:r>
      <w:r w:rsidRPr="00EF5FD8">
        <w:rPr>
          <w:sz w:val="32"/>
          <w:szCs w:val="32"/>
        </w:rPr>
        <w:sym w:font="Wingdings" w:char="F06F"/>
      </w:r>
      <w:r w:rsidRPr="008467A7">
        <w:tab/>
        <w:t>Poor</w:t>
      </w:r>
    </w:p>
    <w:p w:rsidR="00561F72" w:rsidRPr="008467A7" w:rsidRDefault="008E4CBC" w:rsidP="00A62A72">
      <w:pPr>
        <w:pStyle w:val="Question"/>
        <w:tabs>
          <w:tab w:val="left" w:pos="936"/>
        </w:tabs>
      </w:pPr>
      <w:r>
        <w:t>60</w:t>
      </w:r>
      <w:r w:rsidR="00561F72" w:rsidRPr="008467A7">
        <w:t>.</w:t>
      </w:r>
      <w:r w:rsidR="00561F72" w:rsidRPr="008467A7">
        <w:tab/>
        <w:t>Does your child currently need or use medicine prescribed by a doctor (other than vitamins)?</w:t>
      </w:r>
    </w:p>
    <w:p w:rsidR="00561F72" w:rsidRPr="008467A7" w:rsidRDefault="00392F2F" w:rsidP="00FF2468">
      <w:pPr>
        <w:pStyle w:val="StyleA1-AnswerLeft031Hanging092"/>
        <w:tabs>
          <w:tab w:val="clear" w:pos="936"/>
          <w:tab w:val="left" w:pos="900"/>
        </w:tabs>
      </w:pPr>
      <w:r w:rsidRPr="00392F2F">
        <w:rPr>
          <w:rStyle w:val="StyleA1-Answer10pt1Char"/>
          <w:sz w:val="20"/>
        </w:rPr>
        <w:t>1</w:t>
      </w:r>
      <w:r w:rsidR="00561F72" w:rsidRPr="008467A7">
        <w:rPr>
          <w:sz w:val="32"/>
        </w:rPr>
        <w:sym w:font="Wingdings" w:char="F06F"/>
      </w:r>
      <w:r w:rsidR="00561F72" w:rsidRPr="008467A7">
        <w:tab/>
        <w:t>Yes</w:t>
      </w:r>
    </w:p>
    <w:p w:rsidR="00561F72" w:rsidRPr="00AF6355" w:rsidRDefault="00392F2F" w:rsidP="00FF2468">
      <w:pPr>
        <w:pStyle w:val="StyleA1-AnswerLeft031Hanging092"/>
        <w:tabs>
          <w:tab w:val="clear" w:pos="936"/>
          <w:tab w:val="left" w:pos="900"/>
        </w:tabs>
        <w:rPr>
          <w:b/>
        </w:rPr>
      </w:pPr>
      <w:r w:rsidRPr="00392F2F">
        <w:rPr>
          <w:rStyle w:val="StyleA1-Answer10pt1Char"/>
          <w:sz w:val="20"/>
        </w:rPr>
        <w:t>2</w:t>
      </w:r>
      <w:r w:rsidR="00561F72" w:rsidRPr="008467A7">
        <w:rPr>
          <w:sz w:val="32"/>
        </w:rPr>
        <w:sym w:font="Wingdings" w:char="F06F"/>
      </w:r>
      <w:r w:rsidR="00827B3F">
        <w:tab/>
        <w:t xml:space="preserve">No </w:t>
      </w:r>
      <w:r w:rsidR="00561F72" w:rsidRPr="008467A7">
        <w:sym w:font="Wingdings" w:char="F0E8"/>
      </w:r>
      <w:r w:rsidR="00561F72" w:rsidRPr="00AF6355">
        <w:rPr>
          <w:b/>
        </w:rPr>
        <w:t xml:space="preserve">If No, Go to Question </w:t>
      </w:r>
      <w:r w:rsidR="008E4CBC" w:rsidRPr="00AF6355">
        <w:rPr>
          <w:b/>
        </w:rPr>
        <w:t>6</w:t>
      </w:r>
      <w:r w:rsidR="008E4CBC">
        <w:rPr>
          <w:b/>
        </w:rPr>
        <w:t>3</w:t>
      </w:r>
    </w:p>
    <w:p w:rsidR="00561F72" w:rsidRPr="008467A7" w:rsidRDefault="008E4CBC" w:rsidP="00A62A72">
      <w:pPr>
        <w:pStyle w:val="Question"/>
        <w:tabs>
          <w:tab w:val="left" w:pos="936"/>
        </w:tabs>
      </w:pPr>
      <w:r>
        <w:t>61</w:t>
      </w:r>
      <w:r w:rsidR="00561F72" w:rsidRPr="008467A7">
        <w:t>.</w:t>
      </w:r>
      <w:r w:rsidR="00561F72" w:rsidRPr="008467A7">
        <w:tab/>
        <w:t>Is this because of any medical, behavioral, or other health condition?</w:t>
      </w:r>
    </w:p>
    <w:p w:rsidR="00561F72" w:rsidRPr="008467A7" w:rsidRDefault="00392F2F" w:rsidP="00FF2468">
      <w:pPr>
        <w:pStyle w:val="StyleA1-AnswerLeft031Hanging092"/>
        <w:tabs>
          <w:tab w:val="clear" w:pos="936"/>
          <w:tab w:val="left" w:pos="900"/>
        </w:tabs>
        <w:rPr>
          <w:b/>
        </w:rPr>
      </w:pPr>
      <w:r w:rsidRPr="00392F2F">
        <w:rPr>
          <w:rStyle w:val="StyleA1-Answer10pt1Char"/>
          <w:sz w:val="20"/>
        </w:rPr>
        <w:t>1</w:t>
      </w:r>
      <w:r w:rsidR="00561F72" w:rsidRPr="00206E23">
        <w:rPr>
          <w:sz w:val="32"/>
          <w:szCs w:val="32"/>
        </w:rPr>
        <w:sym w:font="Wingdings" w:char="F06F"/>
      </w:r>
      <w:r w:rsidR="00561F72" w:rsidRPr="008467A7">
        <w:tab/>
        <w:t>Yes</w:t>
      </w:r>
    </w:p>
    <w:p w:rsidR="00561F72" w:rsidRPr="008467A7" w:rsidRDefault="00392F2F" w:rsidP="00FF2468">
      <w:pPr>
        <w:pStyle w:val="StyleA1-AnswerLeft031Hanging092"/>
        <w:tabs>
          <w:tab w:val="clear" w:pos="936"/>
          <w:tab w:val="left" w:pos="900"/>
        </w:tabs>
      </w:pPr>
      <w:r w:rsidRPr="00392F2F">
        <w:rPr>
          <w:rStyle w:val="StyleA1-Answer10pt1Char"/>
          <w:sz w:val="20"/>
        </w:rPr>
        <w:t>2</w:t>
      </w:r>
      <w:r w:rsidR="00561F72" w:rsidRPr="00206E23">
        <w:rPr>
          <w:sz w:val="32"/>
          <w:szCs w:val="32"/>
        </w:rPr>
        <w:sym w:font="Wingdings" w:char="F06F"/>
      </w:r>
      <w:r w:rsidR="00827B3F">
        <w:tab/>
        <w:t xml:space="preserve">No </w:t>
      </w:r>
      <w:r w:rsidR="00561F72" w:rsidRPr="008467A7">
        <w:sym w:font="Wingdings" w:char="F0E8"/>
      </w:r>
      <w:r w:rsidR="00561F72" w:rsidRPr="00AF6355">
        <w:rPr>
          <w:b/>
        </w:rPr>
        <w:t xml:space="preserve">If No, Go to Question </w:t>
      </w:r>
      <w:r w:rsidR="008E4CBC" w:rsidRPr="00AF6355">
        <w:rPr>
          <w:b/>
        </w:rPr>
        <w:t>6</w:t>
      </w:r>
      <w:r w:rsidR="008E4CBC">
        <w:rPr>
          <w:b/>
        </w:rPr>
        <w:t>3</w:t>
      </w:r>
    </w:p>
    <w:p w:rsidR="00561F72" w:rsidRPr="008467A7" w:rsidRDefault="008E4CBC" w:rsidP="00A62A72">
      <w:pPr>
        <w:pStyle w:val="Question"/>
        <w:tabs>
          <w:tab w:val="left" w:pos="936"/>
        </w:tabs>
      </w:pPr>
      <w:r>
        <w:t>62</w:t>
      </w:r>
      <w:r w:rsidR="00561F72" w:rsidRPr="008467A7">
        <w:t>.</w:t>
      </w:r>
      <w:r w:rsidR="00561F72" w:rsidRPr="008467A7">
        <w:tab/>
        <w:t>Is this a condition that has lasted or is expected to last for at least 12 months?</w:t>
      </w:r>
    </w:p>
    <w:p w:rsidR="00561F72" w:rsidRPr="008467A7" w:rsidRDefault="00392F2F" w:rsidP="00FF2468">
      <w:pPr>
        <w:pStyle w:val="StyleA1-AnswerLeft031Hanging092"/>
        <w:tabs>
          <w:tab w:val="clear" w:pos="936"/>
          <w:tab w:val="left" w:pos="900"/>
        </w:tabs>
      </w:pPr>
      <w:r w:rsidRPr="00392F2F">
        <w:rPr>
          <w:rStyle w:val="StyleA1-Answer10pt1Char"/>
          <w:sz w:val="20"/>
        </w:rPr>
        <w:t>1</w:t>
      </w:r>
      <w:r w:rsidR="00561F72" w:rsidRPr="008467A7">
        <w:rPr>
          <w:sz w:val="32"/>
        </w:rPr>
        <w:sym w:font="Wingdings" w:char="F06F"/>
      </w:r>
      <w:r w:rsidR="00561F72" w:rsidRPr="008467A7">
        <w:tab/>
        <w:t>Yes</w:t>
      </w:r>
    </w:p>
    <w:p w:rsidR="00561F72" w:rsidRDefault="00392F2F" w:rsidP="00FF2468">
      <w:pPr>
        <w:pStyle w:val="StyleA1-AnswerLeft031Hanging092"/>
        <w:tabs>
          <w:tab w:val="clear" w:pos="936"/>
          <w:tab w:val="left" w:pos="900"/>
        </w:tabs>
      </w:pPr>
      <w:r w:rsidRPr="00392F2F">
        <w:rPr>
          <w:rStyle w:val="StyleA1-Answer10pt1Char"/>
          <w:sz w:val="20"/>
        </w:rPr>
        <w:t>2</w:t>
      </w:r>
      <w:r w:rsidR="00561F72" w:rsidRPr="008467A7">
        <w:rPr>
          <w:sz w:val="32"/>
        </w:rPr>
        <w:sym w:font="Wingdings" w:char="F06F"/>
      </w:r>
      <w:r w:rsidR="00240CB5">
        <w:tab/>
        <w:t>No</w:t>
      </w:r>
    </w:p>
    <w:p w:rsidR="001A1454" w:rsidRDefault="001A1454" w:rsidP="00DC7F8B">
      <w:pPr>
        <w:pStyle w:val="StyleA1-AnswerLeft031Hanging092"/>
      </w:pPr>
    </w:p>
    <w:p w:rsidR="001A1454" w:rsidRDefault="001A1454" w:rsidP="00DC7F8B">
      <w:pPr>
        <w:pStyle w:val="StyleA1-AnswerLeft031Hanging092"/>
      </w:pPr>
    </w:p>
    <w:p w:rsidR="001A1454" w:rsidRDefault="001A1454" w:rsidP="00DC7F8B">
      <w:pPr>
        <w:pStyle w:val="StyleA1-AnswerLeft031Hanging092"/>
      </w:pPr>
    </w:p>
    <w:p w:rsidR="001A1454" w:rsidRDefault="001A1454" w:rsidP="00DC7F8B">
      <w:pPr>
        <w:pStyle w:val="StyleA1-AnswerLeft031Hanging092"/>
      </w:pPr>
    </w:p>
    <w:p w:rsidR="00561F72" w:rsidRPr="008467A7" w:rsidRDefault="00BB467A" w:rsidP="00BB467A">
      <w:pPr>
        <w:pStyle w:val="Q1"/>
        <w:tabs>
          <w:tab w:val="clear" w:pos="576"/>
        </w:tabs>
        <w:spacing w:after="0"/>
        <w:ind w:left="450" w:hanging="450"/>
      </w:pPr>
      <w:r>
        <w:br w:type="column"/>
      </w:r>
      <w:r w:rsidR="008E4CBC">
        <w:lastRenderedPageBreak/>
        <w:t>63</w:t>
      </w:r>
      <w:r w:rsidR="00561F72" w:rsidRPr="008467A7">
        <w:t>.</w:t>
      </w:r>
      <w:r w:rsidR="00561F72" w:rsidRPr="008467A7">
        <w:tab/>
        <w:t>Does your child need or use more medical care, more mental health services, or more educational services than is usual for most children of the same age?</w:t>
      </w:r>
    </w:p>
    <w:p w:rsidR="00561F72" w:rsidRPr="008467A7" w:rsidRDefault="00392F2F" w:rsidP="00FF2468">
      <w:pPr>
        <w:pStyle w:val="StyleA1-AnswerLeft031Hanging092"/>
        <w:tabs>
          <w:tab w:val="clear" w:pos="936"/>
          <w:tab w:val="left" w:pos="900"/>
        </w:tabs>
      </w:pPr>
      <w:r w:rsidRPr="00392F2F">
        <w:rPr>
          <w:rStyle w:val="StyleA1-Answer10pt1Char"/>
          <w:sz w:val="20"/>
        </w:rPr>
        <w:t>1</w:t>
      </w:r>
      <w:r w:rsidR="00561F72" w:rsidRPr="008467A7">
        <w:rPr>
          <w:sz w:val="32"/>
        </w:rPr>
        <w:sym w:font="Wingdings" w:char="F06F"/>
      </w:r>
      <w:r w:rsidR="00561F72" w:rsidRPr="008467A7">
        <w:tab/>
        <w:t>Yes</w:t>
      </w:r>
    </w:p>
    <w:p w:rsidR="00240CB5" w:rsidRDefault="00392F2F" w:rsidP="00FF2468">
      <w:pPr>
        <w:pStyle w:val="StyleA1-AnswerLeft031Hanging092"/>
        <w:tabs>
          <w:tab w:val="clear" w:pos="936"/>
          <w:tab w:val="left" w:pos="900"/>
        </w:tabs>
      </w:pPr>
      <w:r w:rsidRPr="00392F2F">
        <w:rPr>
          <w:rStyle w:val="StyleA1-Answer10pt1Char"/>
          <w:sz w:val="20"/>
        </w:rPr>
        <w:t>2</w:t>
      </w:r>
      <w:r w:rsidR="00561F72" w:rsidRPr="008467A7">
        <w:rPr>
          <w:sz w:val="32"/>
        </w:rPr>
        <w:sym w:font="Wingdings" w:char="F06F"/>
      </w:r>
      <w:r w:rsidR="00827B3F">
        <w:tab/>
        <w:t xml:space="preserve">No </w:t>
      </w:r>
      <w:r w:rsidR="00561F72" w:rsidRPr="008467A7">
        <w:sym w:font="Wingdings" w:char="F0E8"/>
      </w:r>
      <w:r w:rsidR="00561F72" w:rsidRPr="00AF6355">
        <w:rPr>
          <w:b/>
        </w:rPr>
        <w:t xml:space="preserve">If No, Go to Question </w:t>
      </w:r>
      <w:r w:rsidR="008E4CBC" w:rsidRPr="00AF6355">
        <w:rPr>
          <w:b/>
        </w:rPr>
        <w:t>6</w:t>
      </w:r>
      <w:r w:rsidR="008E4CBC">
        <w:rPr>
          <w:b/>
        </w:rPr>
        <w:t>6</w:t>
      </w:r>
    </w:p>
    <w:p w:rsidR="002167EE" w:rsidRPr="008467A7" w:rsidRDefault="008E4CBC" w:rsidP="002167EE">
      <w:pPr>
        <w:pStyle w:val="Question"/>
        <w:tabs>
          <w:tab w:val="left" w:pos="936"/>
        </w:tabs>
      </w:pPr>
      <w:r>
        <w:t>64</w:t>
      </w:r>
      <w:r w:rsidR="002167EE" w:rsidRPr="008467A7">
        <w:t xml:space="preserve">. </w:t>
      </w:r>
      <w:r w:rsidR="002167EE">
        <w:tab/>
      </w:r>
      <w:r w:rsidR="002167EE" w:rsidRPr="008467A7">
        <w:t>Is this because of any medical, behavioral, or other health condition?</w:t>
      </w:r>
    </w:p>
    <w:p w:rsidR="002167EE" w:rsidRPr="008467A7" w:rsidRDefault="002167EE" w:rsidP="00FF2468">
      <w:pPr>
        <w:pStyle w:val="StyleA1-AnswerLeft031Hanging092"/>
        <w:tabs>
          <w:tab w:val="clear" w:pos="936"/>
          <w:tab w:val="left" w:pos="900"/>
        </w:tabs>
      </w:pPr>
      <w:r w:rsidRPr="00392F2F">
        <w:rPr>
          <w:rStyle w:val="StyleA1-Answer10pt1Char"/>
          <w:sz w:val="20"/>
        </w:rPr>
        <w:t>1</w:t>
      </w:r>
      <w:r w:rsidRPr="008467A7">
        <w:rPr>
          <w:sz w:val="32"/>
        </w:rPr>
        <w:sym w:font="Wingdings" w:char="F06F"/>
      </w:r>
      <w:r w:rsidRPr="008467A7">
        <w:tab/>
        <w:t>Yes</w:t>
      </w:r>
    </w:p>
    <w:p w:rsidR="002167EE" w:rsidRDefault="002167EE" w:rsidP="00FF2468">
      <w:pPr>
        <w:pStyle w:val="StyleA1-AnswerLeft031Hanging092"/>
        <w:tabs>
          <w:tab w:val="clear" w:pos="936"/>
          <w:tab w:val="left" w:pos="900"/>
        </w:tabs>
        <w:rPr>
          <w:b/>
        </w:rPr>
      </w:pPr>
      <w:r w:rsidRPr="00392F2F">
        <w:rPr>
          <w:rStyle w:val="StyleA1-Answer10pt1Char"/>
          <w:sz w:val="20"/>
        </w:rPr>
        <w:t>2</w:t>
      </w:r>
      <w:r w:rsidRPr="008467A7">
        <w:rPr>
          <w:sz w:val="32"/>
        </w:rPr>
        <w:sym w:font="Wingdings" w:char="F06F"/>
      </w:r>
      <w:r>
        <w:tab/>
        <w:t xml:space="preserve">No </w:t>
      </w:r>
      <w:r w:rsidRPr="008467A7">
        <w:sym w:font="Wingdings" w:char="F0E8"/>
      </w:r>
      <w:r w:rsidRPr="00AF6355">
        <w:rPr>
          <w:b/>
        </w:rPr>
        <w:t xml:space="preserve">If No, Go to Question </w:t>
      </w:r>
      <w:r w:rsidR="008E4CBC" w:rsidRPr="00AF6355">
        <w:rPr>
          <w:b/>
        </w:rPr>
        <w:t>6</w:t>
      </w:r>
      <w:r w:rsidR="008E4CBC">
        <w:rPr>
          <w:b/>
        </w:rPr>
        <w:t>6</w:t>
      </w:r>
    </w:p>
    <w:p w:rsidR="002167EE" w:rsidRPr="008467A7" w:rsidRDefault="008E4CBC" w:rsidP="00BB467A">
      <w:pPr>
        <w:pStyle w:val="Question"/>
      </w:pPr>
      <w:r>
        <w:t>65</w:t>
      </w:r>
      <w:r w:rsidR="002167EE" w:rsidRPr="008467A7">
        <w:t>.</w:t>
      </w:r>
      <w:r w:rsidR="002167EE" w:rsidRPr="008467A7">
        <w:tab/>
        <w:t>Is this a condition that has lasted or is expected to last for at least 12 months?</w:t>
      </w:r>
    </w:p>
    <w:p w:rsidR="002167EE" w:rsidRPr="008467A7" w:rsidRDefault="002167EE" w:rsidP="00FF2468">
      <w:pPr>
        <w:pStyle w:val="StyleA1-AnswerLeft031Hanging092"/>
        <w:tabs>
          <w:tab w:val="clear" w:pos="936"/>
          <w:tab w:val="left" w:pos="900"/>
        </w:tabs>
      </w:pPr>
      <w:r w:rsidRPr="00392F2F">
        <w:rPr>
          <w:rStyle w:val="StyleA1-Answer10pt1Char"/>
          <w:sz w:val="20"/>
        </w:rPr>
        <w:t>1</w:t>
      </w:r>
      <w:r w:rsidRPr="008467A7">
        <w:rPr>
          <w:sz w:val="32"/>
        </w:rPr>
        <w:sym w:font="Wingdings" w:char="F06F"/>
      </w:r>
      <w:r w:rsidRPr="008467A7">
        <w:tab/>
        <w:t>Yes</w:t>
      </w:r>
    </w:p>
    <w:p w:rsidR="002167EE" w:rsidRPr="008467A7" w:rsidRDefault="002167EE" w:rsidP="00FF2468">
      <w:pPr>
        <w:pStyle w:val="StyleA1-AnswerLeft031Hanging092"/>
        <w:tabs>
          <w:tab w:val="clear" w:pos="936"/>
          <w:tab w:val="left" w:pos="900"/>
        </w:tabs>
      </w:pPr>
      <w:r w:rsidRPr="00392F2F">
        <w:rPr>
          <w:rStyle w:val="StyleA1-Answer10pt1Char"/>
          <w:sz w:val="20"/>
        </w:rPr>
        <w:t>2</w:t>
      </w:r>
      <w:r w:rsidRPr="008467A7">
        <w:rPr>
          <w:sz w:val="32"/>
        </w:rPr>
        <w:sym w:font="Wingdings" w:char="F06F"/>
      </w:r>
      <w:r>
        <w:tab/>
        <w:t>No</w:t>
      </w:r>
    </w:p>
    <w:p w:rsidR="00561F72" w:rsidRPr="008467A7" w:rsidRDefault="008E4CBC" w:rsidP="00A62A72">
      <w:pPr>
        <w:pStyle w:val="Question"/>
        <w:tabs>
          <w:tab w:val="left" w:pos="936"/>
        </w:tabs>
      </w:pPr>
      <w:r>
        <w:t>66</w:t>
      </w:r>
      <w:r w:rsidR="00561F72" w:rsidRPr="008467A7">
        <w:t>.</w:t>
      </w:r>
      <w:r w:rsidR="00561F72" w:rsidRPr="008467A7">
        <w:tab/>
        <w:t>Is your child limited or prevented in any way in his or her ability to do the things most children of the same age can do?</w:t>
      </w:r>
    </w:p>
    <w:p w:rsidR="00561F72" w:rsidRPr="008467A7" w:rsidRDefault="00392F2F" w:rsidP="00FF2468">
      <w:pPr>
        <w:pStyle w:val="StyleA1-AnswerLeft031Hanging092"/>
        <w:tabs>
          <w:tab w:val="clear" w:pos="936"/>
          <w:tab w:val="left" w:pos="900"/>
        </w:tabs>
      </w:pPr>
      <w:r w:rsidRPr="00392F2F">
        <w:rPr>
          <w:rStyle w:val="StyleA1-Answer10pt1Char"/>
          <w:sz w:val="20"/>
        </w:rPr>
        <w:t>1</w:t>
      </w:r>
      <w:r w:rsidR="00561F72" w:rsidRPr="008467A7">
        <w:rPr>
          <w:sz w:val="32"/>
        </w:rPr>
        <w:sym w:font="Wingdings" w:char="F06F"/>
      </w:r>
      <w:r w:rsidR="00561F72" w:rsidRPr="008467A7">
        <w:tab/>
        <w:t>Yes</w:t>
      </w:r>
    </w:p>
    <w:p w:rsidR="00561F72" w:rsidRPr="00376320" w:rsidRDefault="00392F2F" w:rsidP="00FF2468">
      <w:pPr>
        <w:pStyle w:val="StyleA1-AnswerLeft031Hanging092"/>
        <w:tabs>
          <w:tab w:val="clear" w:pos="936"/>
          <w:tab w:val="left" w:pos="900"/>
        </w:tabs>
        <w:rPr>
          <w:b/>
        </w:rPr>
      </w:pPr>
      <w:r w:rsidRPr="00392F2F">
        <w:rPr>
          <w:rStyle w:val="StyleA1-Answer10pt1Char"/>
          <w:sz w:val="20"/>
        </w:rPr>
        <w:t>2</w:t>
      </w:r>
      <w:r w:rsidR="00561F72" w:rsidRPr="008467A7">
        <w:rPr>
          <w:sz w:val="32"/>
        </w:rPr>
        <w:sym w:font="Wingdings" w:char="F06F"/>
      </w:r>
      <w:r w:rsidR="00827B3F">
        <w:tab/>
        <w:t>No</w:t>
      </w:r>
      <w:r w:rsidR="00206E23">
        <w:t xml:space="preserve"> </w:t>
      </w:r>
      <w:r w:rsidR="00561F72" w:rsidRPr="008467A7">
        <w:sym w:font="Wingdings" w:char="F0E8"/>
      </w:r>
      <w:r w:rsidR="00561F72" w:rsidRPr="00376320">
        <w:rPr>
          <w:b/>
        </w:rPr>
        <w:t xml:space="preserve">If No, Go to Question </w:t>
      </w:r>
      <w:r w:rsidR="008E4CBC" w:rsidRPr="00376320">
        <w:rPr>
          <w:b/>
        </w:rPr>
        <w:t>6</w:t>
      </w:r>
      <w:r w:rsidR="008E4CBC">
        <w:rPr>
          <w:b/>
        </w:rPr>
        <w:t>9</w:t>
      </w:r>
    </w:p>
    <w:p w:rsidR="00561F72" w:rsidRPr="008467A7" w:rsidRDefault="008E4CBC" w:rsidP="00A62A72">
      <w:pPr>
        <w:pStyle w:val="Question"/>
        <w:tabs>
          <w:tab w:val="left" w:pos="936"/>
        </w:tabs>
      </w:pPr>
      <w:r>
        <w:t>67</w:t>
      </w:r>
      <w:r w:rsidR="00561F72" w:rsidRPr="008467A7">
        <w:t>.</w:t>
      </w:r>
      <w:r w:rsidR="00561F72" w:rsidRPr="008467A7">
        <w:tab/>
        <w:t>Is this because of any medical, behavioral, or other health condition?</w:t>
      </w:r>
    </w:p>
    <w:p w:rsidR="00561F72" w:rsidRPr="008467A7" w:rsidRDefault="00392F2F" w:rsidP="00FF2468">
      <w:pPr>
        <w:pStyle w:val="StyleA1-AnswerLeft031Hanging092"/>
        <w:tabs>
          <w:tab w:val="clear" w:pos="936"/>
          <w:tab w:val="left" w:pos="900"/>
        </w:tabs>
        <w:rPr>
          <w:b/>
        </w:rPr>
      </w:pPr>
      <w:r w:rsidRPr="00392F2F">
        <w:rPr>
          <w:rStyle w:val="StyleA1-Answer10pt1Char"/>
          <w:sz w:val="20"/>
        </w:rPr>
        <w:t>1</w:t>
      </w:r>
      <w:r w:rsidR="00561F72" w:rsidRPr="008467A7">
        <w:rPr>
          <w:sz w:val="32"/>
          <w:szCs w:val="32"/>
        </w:rPr>
        <w:sym w:font="Wingdings" w:char="F06F"/>
      </w:r>
      <w:r w:rsidR="00561F72" w:rsidRPr="008467A7">
        <w:tab/>
        <w:t>Yes</w:t>
      </w:r>
    </w:p>
    <w:p w:rsidR="00561F72" w:rsidRPr="00376320" w:rsidRDefault="00392F2F" w:rsidP="00FF2468">
      <w:pPr>
        <w:pStyle w:val="StyleA1-AnswerLeft031Hanging092"/>
        <w:tabs>
          <w:tab w:val="clear" w:pos="936"/>
          <w:tab w:val="left" w:pos="900"/>
        </w:tabs>
        <w:rPr>
          <w:b/>
        </w:rPr>
      </w:pPr>
      <w:r w:rsidRPr="00392F2F">
        <w:rPr>
          <w:rStyle w:val="StyleA1-Answer10pt1Char"/>
          <w:sz w:val="20"/>
        </w:rPr>
        <w:t>2</w:t>
      </w:r>
      <w:r w:rsidR="00561F72" w:rsidRPr="008467A7">
        <w:rPr>
          <w:sz w:val="32"/>
          <w:szCs w:val="32"/>
        </w:rPr>
        <w:sym w:font="Wingdings" w:char="F06F"/>
      </w:r>
      <w:r w:rsidR="00827B3F">
        <w:tab/>
        <w:t xml:space="preserve">No </w:t>
      </w:r>
      <w:r w:rsidR="00561F72" w:rsidRPr="008467A7">
        <w:sym w:font="Wingdings" w:char="F0E8"/>
      </w:r>
      <w:r w:rsidR="00561F72" w:rsidRPr="00376320">
        <w:rPr>
          <w:b/>
        </w:rPr>
        <w:t xml:space="preserve">If No, Go to Question </w:t>
      </w:r>
      <w:r w:rsidR="008E4CBC" w:rsidRPr="00376320">
        <w:rPr>
          <w:b/>
        </w:rPr>
        <w:t>6</w:t>
      </w:r>
      <w:r w:rsidR="008E4CBC">
        <w:rPr>
          <w:b/>
        </w:rPr>
        <w:t>9</w:t>
      </w:r>
    </w:p>
    <w:p w:rsidR="00561F72" w:rsidRPr="008467A7" w:rsidRDefault="008E4CBC" w:rsidP="00A62A72">
      <w:pPr>
        <w:pStyle w:val="Question"/>
        <w:tabs>
          <w:tab w:val="left" w:pos="936"/>
        </w:tabs>
      </w:pPr>
      <w:r>
        <w:t>68</w:t>
      </w:r>
      <w:r w:rsidR="00561F72" w:rsidRPr="008467A7">
        <w:t>.</w:t>
      </w:r>
      <w:r w:rsidR="00561F72" w:rsidRPr="008467A7">
        <w:tab/>
        <w:t>Is this a condition that has lasted or is expected to last for at least 12 months?</w:t>
      </w:r>
    </w:p>
    <w:p w:rsidR="00561F72" w:rsidRPr="008467A7" w:rsidRDefault="00392F2F" w:rsidP="00FF2468">
      <w:pPr>
        <w:pStyle w:val="StyleA1-AnswerLeft031Hanging092"/>
        <w:tabs>
          <w:tab w:val="clear" w:pos="936"/>
          <w:tab w:val="left" w:pos="900"/>
        </w:tabs>
      </w:pPr>
      <w:r w:rsidRPr="00392F2F">
        <w:rPr>
          <w:rStyle w:val="StyleA1-Answer10pt1Char"/>
          <w:sz w:val="20"/>
        </w:rPr>
        <w:t>1</w:t>
      </w:r>
      <w:r w:rsidR="00561F72" w:rsidRPr="008467A7">
        <w:rPr>
          <w:sz w:val="32"/>
        </w:rPr>
        <w:sym w:font="Wingdings" w:char="F06F"/>
      </w:r>
      <w:r w:rsidR="00561F72" w:rsidRPr="008467A7">
        <w:tab/>
        <w:t>Yes</w:t>
      </w:r>
    </w:p>
    <w:p w:rsidR="00561F72" w:rsidRDefault="00392F2F" w:rsidP="00FF2468">
      <w:pPr>
        <w:pStyle w:val="StyleA1-AnswerLeft031Hanging092"/>
        <w:tabs>
          <w:tab w:val="clear" w:pos="936"/>
          <w:tab w:val="left" w:pos="900"/>
        </w:tabs>
      </w:pPr>
      <w:r w:rsidRPr="00392F2F">
        <w:rPr>
          <w:rStyle w:val="StyleA1-Answer10pt1Char"/>
          <w:sz w:val="20"/>
        </w:rPr>
        <w:t>2</w:t>
      </w:r>
      <w:r w:rsidR="00561F72" w:rsidRPr="008467A7">
        <w:rPr>
          <w:sz w:val="32"/>
        </w:rPr>
        <w:sym w:font="Wingdings" w:char="F06F"/>
      </w:r>
      <w:r w:rsidR="00BB467A">
        <w:tab/>
        <w:t>No</w:t>
      </w:r>
    </w:p>
    <w:p w:rsidR="00BB467A" w:rsidRDefault="00BB467A" w:rsidP="00DC7F8B">
      <w:pPr>
        <w:pStyle w:val="StyleA1-AnswerLeft031Hanging092"/>
      </w:pPr>
    </w:p>
    <w:p w:rsidR="00BB467A" w:rsidRDefault="00BB467A" w:rsidP="00DC7F8B">
      <w:pPr>
        <w:pStyle w:val="StyleA1-AnswerLeft031Hanging092"/>
      </w:pPr>
    </w:p>
    <w:p w:rsidR="00DA5D51" w:rsidRDefault="00DA5D51" w:rsidP="00DC7F8B">
      <w:pPr>
        <w:pStyle w:val="StyleA1-AnswerLeft031Hanging092"/>
      </w:pPr>
    </w:p>
    <w:p w:rsidR="00BB467A" w:rsidRDefault="00BB467A" w:rsidP="00DC7F8B">
      <w:pPr>
        <w:pStyle w:val="StyleA1-AnswerLeft031Hanging092"/>
      </w:pPr>
    </w:p>
    <w:p w:rsidR="00BB467A" w:rsidRDefault="00BB467A" w:rsidP="00DC7F8B">
      <w:pPr>
        <w:pStyle w:val="StyleA1-AnswerLeft031Hanging092"/>
      </w:pPr>
    </w:p>
    <w:p w:rsidR="00561F72" w:rsidRPr="008467A7" w:rsidRDefault="00BB467A" w:rsidP="008915BF">
      <w:pPr>
        <w:pStyle w:val="Q1"/>
        <w:tabs>
          <w:tab w:val="clear" w:pos="576"/>
        </w:tabs>
        <w:spacing w:after="0"/>
        <w:ind w:left="450" w:hanging="450"/>
      </w:pPr>
      <w:r>
        <w:br w:type="column"/>
      </w:r>
      <w:r w:rsidR="008E4CBC">
        <w:lastRenderedPageBreak/>
        <w:t>69</w:t>
      </w:r>
      <w:r w:rsidR="00561F72" w:rsidRPr="008467A7">
        <w:t>.</w:t>
      </w:r>
      <w:r w:rsidR="00561F72" w:rsidRPr="008467A7">
        <w:tab/>
        <w:t>Does your child need or get special</w:t>
      </w:r>
      <w:r w:rsidR="00AE3BC9">
        <w:t xml:space="preserve"> </w:t>
      </w:r>
      <w:r w:rsidR="00561F72" w:rsidRPr="008467A7">
        <w:t>therapy such as physical, occupational, or speech therapy?</w:t>
      </w:r>
    </w:p>
    <w:p w:rsidR="00561F72" w:rsidRPr="008467A7" w:rsidRDefault="00392F2F" w:rsidP="008915BF">
      <w:pPr>
        <w:pStyle w:val="StyleA1-AnswerLeft031Hanging092"/>
        <w:tabs>
          <w:tab w:val="clear" w:pos="936"/>
          <w:tab w:val="left" w:pos="900"/>
        </w:tabs>
      </w:pPr>
      <w:r w:rsidRPr="00392F2F">
        <w:rPr>
          <w:rStyle w:val="StyleA1-Answer10pt1Char"/>
          <w:sz w:val="20"/>
        </w:rPr>
        <w:t>1</w:t>
      </w:r>
      <w:r w:rsidR="00561F72" w:rsidRPr="008467A7">
        <w:rPr>
          <w:sz w:val="32"/>
        </w:rPr>
        <w:sym w:font="Wingdings" w:char="F06F"/>
      </w:r>
      <w:r w:rsidR="00561F72" w:rsidRPr="008467A7">
        <w:tab/>
        <w:t>Yes</w:t>
      </w:r>
    </w:p>
    <w:p w:rsidR="00240CB5" w:rsidRDefault="00392F2F" w:rsidP="008915BF">
      <w:pPr>
        <w:pStyle w:val="StyleA1-AnswerLeft031Hanging092"/>
        <w:tabs>
          <w:tab w:val="clear" w:pos="936"/>
          <w:tab w:val="left" w:pos="900"/>
        </w:tabs>
      </w:pPr>
      <w:r w:rsidRPr="00392F2F">
        <w:rPr>
          <w:rStyle w:val="StyleA1-Answer10pt1Char"/>
          <w:sz w:val="20"/>
        </w:rPr>
        <w:t>2</w:t>
      </w:r>
      <w:r w:rsidR="00561F72" w:rsidRPr="008467A7">
        <w:rPr>
          <w:sz w:val="32"/>
        </w:rPr>
        <w:sym w:font="Wingdings" w:char="F06F"/>
      </w:r>
      <w:r w:rsidR="00827B3F">
        <w:tab/>
        <w:t xml:space="preserve">No </w:t>
      </w:r>
      <w:r w:rsidR="00561F72" w:rsidRPr="008467A7">
        <w:sym w:font="Wingdings" w:char="F0E8"/>
      </w:r>
      <w:r w:rsidR="00561F72" w:rsidRPr="00376320">
        <w:rPr>
          <w:b/>
        </w:rPr>
        <w:t xml:space="preserve">If No, Go to Question </w:t>
      </w:r>
      <w:r w:rsidR="008E4CBC" w:rsidRPr="00376320">
        <w:rPr>
          <w:b/>
        </w:rPr>
        <w:t>7</w:t>
      </w:r>
      <w:r w:rsidR="008E4CBC">
        <w:rPr>
          <w:b/>
        </w:rPr>
        <w:t>2</w:t>
      </w:r>
    </w:p>
    <w:p w:rsidR="00561F72" w:rsidRPr="008467A7" w:rsidRDefault="008E4CBC" w:rsidP="002167EE">
      <w:pPr>
        <w:pStyle w:val="Question"/>
      </w:pPr>
      <w:r>
        <w:t>70</w:t>
      </w:r>
      <w:r w:rsidR="00561F72" w:rsidRPr="008467A7">
        <w:t>.</w:t>
      </w:r>
      <w:r w:rsidR="00561F72" w:rsidRPr="008467A7">
        <w:tab/>
        <w:t>Is this because of any medical, behavioral, or other health condition?</w:t>
      </w:r>
    </w:p>
    <w:p w:rsidR="00561F72" w:rsidRPr="008467A7" w:rsidRDefault="00392F2F" w:rsidP="008915BF">
      <w:pPr>
        <w:pStyle w:val="StyleA1-AnswerLeft031Hanging092"/>
        <w:tabs>
          <w:tab w:val="clear" w:pos="936"/>
          <w:tab w:val="left" w:pos="900"/>
        </w:tabs>
      </w:pPr>
      <w:r w:rsidRPr="00392F2F">
        <w:rPr>
          <w:rStyle w:val="StyleA1-Answer10pt1Char"/>
          <w:sz w:val="20"/>
        </w:rPr>
        <w:t>1</w:t>
      </w:r>
      <w:r w:rsidR="00561F72" w:rsidRPr="008467A7">
        <w:rPr>
          <w:sz w:val="32"/>
        </w:rPr>
        <w:sym w:font="Wingdings" w:char="F06F"/>
      </w:r>
      <w:r w:rsidR="00561F72" w:rsidRPr="008467A7">
        <w:tab/>
        <w:t>Yes</w:t>
      </w:r>
    </w:p>
    <w:p w:rsidR="00561F72" w:rsidRPr="00376320" w:rsidRDefault="00392F2F" w:rsidP="008915BF">
      <w:pPr>
        <w:pStyle w:val="StyleA1-AnswerLeft031Hanging092"/>
        <w:tabs>
          <w:tab w:val="clear" w:pos="936"/>
          <w:tab w:val="left" w:pos="900"/>
        </w:tabs>
        <w:rPr>
          <w:b/>
        </w:rPr>
      </w:pPr>
      <w:r w:rsidRPr="00392F2F">
        <w:rPr>
          <w:rStyle w:val="StyleA1-Answer10pt1Char"/>
          <w:sz w:val="20"/>
        </w:rPr>
        <w:t>2</w:t>
      </w:r>
      <w:r w:rsidR="00561F72" w:rsidRPr="008467A7">
        <w:rPr>
          <w:sz w:val="32"/>
        </w:rPr>
        <w:sym w:font="Wingdings" w:char="F06F"/>
      </w:r>
      <w:r w:rsidR="00240CB5">
        <w:tab/>
        <w:t xml:space="preserve">No </w:t>
      </w:r>
      <w:r w:rsidR="00561F72" w:rsidRPr="008467A7">
        <w:sym w:font="Wingdings" w:char="F0E8"/>
      </w:r>
      <w:r w:rsidR="00561F72" w:rsidRPr="00376320">
        <w:rPr>
          <w:b/>
        </w:rPr>
        <w:t xml:space="preserve">If No, Go to Question </w:t>
      </w:r>
      <w:r w:rsidR="008E4CBC" w:rsidRPr="00376320">
        <w:rPr>
          <w:b/>
        </w:rPr>
        <w:t>7</w:t>
      </w:r>
      <w:r w:rsidR="008E4CBC">
        <w:rPr>
          <w:b/>
        </w:rPr>
        <w:t>2</w:t>
      </w:r>
    </w:p>
    <w:p w:rsidR="00561F72" w:rsidRPr="008467A7" w:rsidRDefault="008E4CBC" w:rsidP="00827B3F">
      <w:pPr>
        <w:pStyle w:val="Question"/>
      </w:pPr>
      <w:r>
        <w:t>71</w:t>
      </w:r>
      <w:r w:rsidR="00561F72" w:rsidRPr="008467A7">
        <w:t>.</w:t>
      </w:r>
      <w:r w:rsidR="00561F72" w:rsidRPr="008467A7">
        <w:tab/>
        <w:t>Is this a condition that has lasted or is expected to last for at least 12 months?</w:t>
      </w:r>
    </w:p>
    <w:p w:rsidR="00561F72" w:rsidRPr="008467A7" w:rsidRDefault="00392F2F" w:rsidP="008915BF">
      <w:pPr>
        <w:pStyle w:val="StyleA1-AnswerLeft031Hanging092"/>
        <w:tabs>
          <w:tab w:val="clear" w:pos="936"/>
          <w:tab w:val="left" w:pos="900"/>
        </w:tabs>
      </w:pPr>
      <w:r w:rsidRPr="00392F2F">
        <w:rPr>
          <w:rStyle w:val="StyleA1-Answer10pt1Char"/>
          <w:sz w:val="20"/>
        </w:rPr>
        <w:t>1</w:t>
      </w:r>
      <w:r w:rsidR="00561F72" w:rsidRPr="008467A7">
        <w:rPr>
          <w:sz w:val="32"/>
        </w:rPr>
        <w:sym w:font="Wingdings" w:char="F06F"/>
      </w:r>
      <w:r w:rsidR="00561F72" w:rsidRPr="008467A7">
        <w:tab/>
        <w:t>Yes</w:t>
      </w:r>
    </w:p>
    <w:p w:rsidR="00561F72" w:rsidRPr="008467A7" w:rsidRDefault="00392F2F" w:rsidP="008915BF">
      <w:pPr>
        <w:pStyle w:val="StyleA1-AnswerLeft031Hanging092"/>
        <w:tabs>
          <w:tab w:val="clear" w:pos="936"/>
          <w:tab w:val="left" w:pos="900"/>
        </w:tabs>
      </w:pPr>
      <w:r w:rsidRPr="00392F2F">
        <w:rPr>
          <w:rStyle w:val="StyleA1-Answer10pt1Char"/>
          <w:sz w:val="20"/>
        </w:rPr>
        <w:t>2</w:t>
      </w:r>
      <w:r w:rsidR="00561F72" w:rsidRPr="008467A7">
        <w:rPr>
          <w:sz w:val="32"/>
        </w:rPr>
        <w:sym w:font="Wingdings" w:char="F06F"/>
      </w:r>
      <w:r w:rsidR="00561F72" w:rsidRPr="008467A7">
        <w:tab/>
        <w:t>No</w:t>
      </w:r>
    </w:p>
    <w:p w:rsidR="00561F72" w:rsidRPr="008467A7" w:rsidRDefault="008E4CBC" w:rsidP="00240CB5">
      <w:pPr>
        <w:pStyle w:val="Question"/>
      </w:pPr>
      <w:r>
        <w:t>72</w:t>
      </w:r>
      <w:r w:rsidR="00561F72" w:rsidRPr="008467A7">
        <w:t>.</w:t>
      </w:r>
      <w:r w:rsidR="00561F72" w:rsidRPr="008467A7">
        <w:tab/>
        <w:t>Does your child have any kind of emotional, developmental, or behavioral problem for which he or she needs or gets treatment or counseling?</w:t>
      </w:r>
    </w:p>
    <w:p w:rsidR="00561F72" w:rsidRPr="008467A7" w:rsidRDefault="00392F2F" w:rsidP="008915BF">
      <w:pPr>
        <w:pStyle w:val="StyleA1-AnswerLeft031Hanging092"/>
        <w:tabs>
          <w:tab w:val="clear" w:pos="936"/>
          <w:tab w:val="left" w:pos="900"/>
        </w:tabs>
      </w:pPr>
      <w:r w:rsidRPr="00392F2F">
        <w:rPr>
          <w:rStyle w:val="StyleA1-Answer10pt1Char"/>
          <w:sz w:val="20"/>
        </w:rPr>
        <w:t>1</w:t>
      </w:r>
      <w:r w:rsidR="00561F72" w:rsidRPr="008467A7">
        <w:rPr>
          <w:sz w:val="32"/>
        </w:rPr>
        <w:sym w:font="Wingdings" w:char="F06F"/>
      </w:r>
      <w:r w:rsidR="00561F72" w:rsidRPr="008467A7">
        <w:tab/>
        <w:t>Yes</w:t>
      </w:r>
    </w:p>
    <w:p w:rsidR="00561F72" w:rsidRPr="008467A7" w:rsidRDefault="00392F2F" w:rsidP="008915BF">
      <w:pPr>
        <w:pStyle w:val="StyleA1-AnswerLeft031Hanging092"/>
        <w:tabs>
          <w:tab w:val="clear" w:pos="936"/>
          <w:tab w:val="left" w:pos="900"/>
        </w:tabs>
      </w:pPr>
      <w:r w:rsidRPr="00392F2F">
        <w:rPr>
          <w:rStyle w:val="StyleA1-Answer10pt1Char"/>
          <w:sz w:val="20"/>
        </w:rPr>
        <w:t>2</w:t>
      </w:r>
      <w:r w:rsidR="00561F72" w:rsidRPr="008467A7">
        <w:rPr>
          <w:sz w:val="32"/>
        </w:rPr>
        <w:sym w:font="Wingdings" w:char="F06F"/>
      </w:r>
      <w:r w:rsidR="00240CB5">
        <w:tab/>
        <w:t>No</w:t>
      </w:r>
      <w:r w:rsidR="0060608B">
        <w:t xml:space="preserve"> </w:t>
      </w:r>
      <w:r w:rsidR="00561F72" w:rsidRPr="008467A7">
        <w:sym w:font="Wingdings" w:char="F0E8"/>
      </w:r>
      <w:r w:rsidR="00C60183">
        <w:t xml:space="preserve"> </w:t>
      </w:r>
      <w:r w:rsidR="00561F72" w:rsidRPr="00EE4E51">
        <w:rPr>
          <w:b/>
        </w:rPr>
        <w:t xml:space="preserve">If No, Go to Question </w:t>
      </w:r>
      <w:r w:rsidR="008E4CBC" w:rsidRPr="00EE4E51">
        <w:rPr>
          <w:b/>
        </w:rPr>
        <w:t>7</w:t>
      </w:r>
      <w:r w:rsidR="008E4CBC">
        <w:rPr>
          <w:b/>
        </w:rPr>
        <w:t>4</w:t>
      </w:r>
    </w:p>
    <w:p w:rsidR="00561F72" w:rsidRPr="008467A7" w:rsidRDefault="008E4CBC" w:rsidP="00827B3F">
      <w:pPr>
        <w:pStyle w:val="Question"/>
      </w:pPr>
      <w:r>
        <w:t>73</w:t>
      </w:r>
      <w:r w:rsidR="00561F72" w:rsidRPr="008467A7">
        <w:t>.</w:t>
      </w:r>
      <w:r w:rsidR="00561F72" w:rsidRPr="008467A7">
        <w:tab/>
        <w:t>Has this problem lasted or is it expected to last for at least 12 months?</w:t>
      </w:r>
    </w:p>
    <w:p w:rsidR="00561F72" w:rsidRPr="008467A7" w:rsidRDefault="00392F2F" w:rsidP="008915BF">
      <w:pPr>
        <w:pStyle w:val="StyleA1-AnswerLeft031Hanging092"/>
        <w:tabs>
          <w:tab w:val="clear" w:pos="936"/>
          <w:tab w:val="left" w:pos="900"/>
        </w:tabs>
      </w:pPr>
      <w:r w:rsidRPr="00392F2F">
        <w:rPr>
          <w:rStyle w:val="StyleA1-Answer10pt1Char"/>
          <w:sz w:val="20"/>
        </w:rPr>
        <w:t>1</w:t>
      </w:r>
      <w:r w:rsidR="00561F72" w:rsidRPr="008467A7">
        <w:rPr>
          <w:sz w:val="32"/>
        </w:rPr>
        <w:sym w:font="Wingdings" w:char="F06F"/>
      </w:r>
      <w:r w:rsidR="00561F72" w:rsidRPr="008467A7">
        <w:tab/>
        <w:t>Yes</w:t>
      </w:r>
    </w:p>
    <w:p w:rsidR="002167EE" w:rsidRDefault="00392F2F" w:rsidP="008915BF">
      <w:pPr>
        <w:pStyle w:val="StyleA1-AnswerLeft031Hanging092"/>
        <w:tabs>
          <w:tab w:val="clear" w:pos="936"/>
          <w:tab w:val="left" w:pos="900"/>
        </w:tabs>
      </w:pPr>
      <w:r w:rsidRPr="00392F2F">
        <w:rPr>
          <w:rStyle w:val="StyleA1-Answer10pt1Char"/>
          <w:sz w:val="20"/>
        </w:rPr>
        <w:t>2</w:t>
      </w:r>
      <w:r w:rsidR="00561F72" w:rsidRPr="008467A7">
        <w:rPr>
          <w:sz w:val="32"/>
        </w:rPr>
        <w:sym w:font="Wingdings" w:char="F06F"/>
      </w:r>
      <w:r w:rsidR="00376320">
        <w:tab/>
        <w:t>No</w:t>
      </w:r>
    </w:p>
    <w:p w:rsidR="00561F72" w:rsidRPr="008467A7" w:rsidRDefault="008E4CBC" w:rsidP="00376320">
      <w:pPr>
        <w:pStyle w:val="Question"/>
      </w:pPr>
      <w:r>
        <w:t>74</w:t>
      </w:r>
      <w:r w:rsidR="00561F72" w:rsidRPr="008467A7">
        <w:t>.</w:t>
      </w:r>
      <w:r w:rsidR="00561F72" w:rsidRPr="008467A7">
        <w:tab/>
        <w:t xml:space="preserve">What is </w:t>
      </w:r>
      <w:r w:rsidR="00561F72" w:rsidRPr="008467A7">
        <w:rPr>
          <w:u w:val="single"/>
        </w:rPr>
        <w:t>your child’s</w:t>
      </w:r>
      <w:r w:rsidR="00561F72" w:rsidRPr="008467A7">
        <w:t xml:space="preserve"> age?</w:t>
      </w:r>
    </w:p>
    <w:p w:rsidR="00561F72" w:rsidRPr="008467A7" w:rsidRDefault="00392F2F" w:rsidP="002167EE">
      <w:pPr>
        <w:pStyle w:val="A1-Answer"/>
        <w:tabs>
          <w:tab w:val="clear" w:pos="936"/>
          <w:tab w:val="left" w:pos="1080"/>
        </w:tabs>
        <w:ind w:left="446" w:firstLine="4"/>
      </w:pPr>
      <w:r w:rsidRPr="00392F2F">
        <w:rPr>
          <w:rStyle w:val="StyleA1-Answer10pt1Char"/>
          <w:sz w:val="20"/>
        </w:rPr>
        <w:t>00</w:t>
      </w:r>
      <w:r w:rsidR="00561F72" w:rsidRPr="008467A7">
        <w:rPr>
          <w:sz w:val="32"/>
        </w:rPr>
        <w:sym w:font="Wingdings" w:char="F06F"/>
      </w:r>
      <w:r w:rsidR="00561F72" w:rsidRPr="008467A7">
        <w:rPr>
          <w:sz w:val="32"/>
        </w:rPr>
        <w:tab/>
      </w:r>
      <w:r w:rsidR="00561F72" w:rsidRPr="008467A7">
        <w:t>Less than 1 year old</w:t>
      </w:r>
    </w:p>
    <w:p w:rsidR="00561F72" w:rsidRPr="008467A7" w:rsidRDefault="00561F72" w:rsidP="00827B3F">
      <w:pPr>
        <w:pStyle w:val="A1-Answer"/>
        <w:tabs>
          <w:tab w:val="clear" w:pos="936"/>
          <w:tab w:val="left" w:pos="1080"/>
        </w:tabs>
        <w:ind w:left="1814" w:hanging="1267"/>
      </w:pPr>
      <w:r w:rsidRPr="008467A7">
        <w:t xml:space="preserve">______ YEARS OLD </w:t>
      </w:r>
      <w:r w:rsidRPr="008467A7">
        <w:rPr>
          <w:i/>
        </w:rPr>
        <w:t>(write in)</w:t>
      </w:r>
    </w:p>
    <w:p w:rsidR="00561F72" w:rsidRPr="008467A7" w:rsidRDefault="008E4CBC" w:rsidP="00827B3F">
      <w:pPr>
        <w:pStyle w:val="Question"/>
      </w:pPr>
      <w:r>
        <w:t>75</w:t>
      </w:r>
      <w:r w:rsidR="00561F72" w:rsidRPr="008467A7">
        <w:t>.</w:t>
      </w:r>
      <w:r w:rsidR="00561F72" w:rsidRPr="008467A7">
        <w:tab/>
        <w:t>Is your child male or female?</w:t>
      </w:r>
    </w:p>
    <w:p w:rsidR="00561F72" w:rsidRPr="008467A7" w:rsidRDefault="00392F2F" w:rsidP="008915BF">
      <w:pPr>
        <w:pStyle w:val="StyleA1-AnswerLeft031Hanging092"/>
        <w:tabs>
          <w:tab w:val="clear" w:pos="936"/>
          <w:tab w:val="left" w:pos="900"/>
        </w:tabs>
      </w:pPr>
      <w:r w:rsidRPr="00392F2F">
        <w:rPr>
          <w:rStyle w:val="StyleA1-Answer10pt1Char"/>
          <w:sz w:val="20"/>
        </w:rPr>
        <w:t>1</w:t>
      </w:r>
      <w:r w:rsidR="00561F72" w:rsidRPr="00376320">
        <w:rPr>
          <w:sz w:val="32"/>
          <w:szCs w:val="32"/>
        </w:rPr>
        <w:sym w:font="Wingdings" w:char="F06F"/>
      </w:r>
      <w:r w:rsidR="00561F72" w:rsidRPr="008467A7">
        <w:tab/>
        <w:t>Male</w:t>
      </w:r>
    </w:p>
    <w:p w:rsidR="00561F72" w:rsidRDefault="00392F2F" w:rsidP="008915BF">
      <w:pPr>
        <w:pStyle w:val="StyleA1-AnswerLeft031Hanging092"/>
        <w:tabs>
          <w:tab w:val="clear" w:pos="936"/>
          <w:tab w:val="left" w:pos="900"/>
        </w:tabs>
      </w:pPr>
      <w:r w:rsidRPr="00392F2F">
        <w:rPr>
          <w:rStyle w:val="StyleA1-Answer10pt1Char"/>
          <w:sz w:val="20"/>
        </w:rPr>
        <w:t>2</w:t>
      </w:r>
      <w:r w:rsidR="00561F72" w:rsidRPr="00376320">
        <w:rPr>
          <w:sz w:val="32"/>
          <w:szCs w:val="32"/>
        </w:rPr>
        <w:sym w:font="Wingdings" w:char="F06F"/>
      </w:r>
      <w:r w:rsidR="00561F72" w:rsidRPr="008467A7">
        <w:tab/>
        <w:t>Female</w:t>
      </w:r>
    </w:p>
    <w:p w:rsidR="00BB467A" w:rsidRDefault="00BB467A" w:rsidP="00DC7F8B">
      <w:pPr>
        <w:pStyle w:val="StyleA1-AnswerLeft031Hanging092"/>
      </w:pPr>
    </w:p>
    <w:p w:rsidR="00BB467A" w:rsidRDefault="00BB467A" w:rsidP="00DC7F8B">
      <w:pPr>
        <w:pStyle w:val="StyleA1-AnswerLeft031Hanging092"/>
      </w:pPr>
    </w:p>
    <w:p w:rsidR="008915BF" w:rsidRDefault="008915BF" w:rsidP="00DC7F8B">
      <w:pPr>
        <w:pStyle w:val="StyleA1-AnswerLeft031Hanging092"/>
      </w:pPr>
    </w:p>
    <w:p w:rsidR="00BB467A" w:rsidRDefault="00BB467A" w:rsidP="00DC7F8B">
      <w:pPr>
        <w:pStyle w:val="StyleA1-AnswerLeft031Hanging092"/>
      </w:pPr>
    </w:p>
    <w:p w:rsidR="00561F72" w:rsidRPr="008467A7" w:rsidRDefault="00BB467A" w:rsidP="00BB467A">
      <w:pPr>
        <w:pStyle w:val="Q1"/>
        <w:tabs>
          <w:tab w:val="clear" w:pos="576"/>
        </w:tabs>
        <w:spacing w:after="0"/>
        <w:ind w:left="450" w:hanging="450"/>
      </w:pPr>
      <w:r>
        <w:br w:type="column"/>
      </w:r>
      <w:r w:rsidR="008E4CBC">
        <w:lastRenderedPageBreak/>
        <w:t>76</w:t>
      </w:r>
      <w:r w:rsidR="00561F72" w:rsidRPr="008467A7">
        <w:t>.</w:t>
      </w:r>
      <w:r w:rsidR="00561F72" w:rsidRPr="008467A7">
        <w:tab/>
        <w:t>Is your child of Hispanic or Latino origin or descent?</w:t>
      </w:r>
    </w:p>
    <w:p w:rsidR="00561F72" w:rsidRPr="008467A7" w:rsidRDefault="00392F2F" w:rsidP="008915BF">
      <w:pPr>
        <w:pStyle w:val="StyleA1-AnswerLeft031Hanging092"/>
        <w:tabs>
          <w:tab w:val="clear" w:pos="936"/>
          <w:tab w:val="left" w:pos="900"/>
        </w:tabs>
      </w:pPr>
      <w:r w:rsidRPr="00392F2F">
        <w:rPr>
          <w:rStyle w:val="StyleA1-Answer10pt1Char"/>
          <w:sz w:val="20"/>
        </w:rPr>
        <w:t>1</w:t>
      </w:r>
      <w:r w:rsidR="00561F72" w:rsidRPr="00376320">
        <w:rPr>
          <w:sz w:val="32"/>
          <w:szCs w:val="32"/>
        </w:rPr>
        <w:sym w:font="Wingdings" w:char="F06F"/>
      </w:r>
      <w:r w:rsidR="00561F72" w:rsidRPr="008467A7">
        <w:tab/>
        <w:t>Yes, Hispanic or Latino</w:t>
      </w:r>
    </w:p>
    <w:p w:rsidR="00240CB5" w:rsidRDefault="00392F2F" w:rsidP="008915BF">
      <w:pPr>
        <w:pStyle w:val="StyleA1-AnswerLeft031Hanging092"/>
        <w:tabs>
          <w:tab w:val="clear" w:pos="936"/>
          <w:tab w:val="left" w:pos="900"/>
        </w:tabs>
      </w:pPr>
      <w:r w:rsidRPr="00392F2F">
        <w:rPr>
          <w:rStyle w:val="StyleA1-Answer10pt1Char"/>
          <w:sz w:val="20"/>
        </w:rPr>
        <w:t>2</w:t>
      </w:r>
      <w:r w:rsidR="00561F72" w:rsidRPr="00376320">
        <w:rPr>
          <w:sz w:val="32"/>
          <w:szCs w:val="32"/>
        </w:rPr>
        <w:sym w:font="Wingdings" w:char="F06F"/>
      </w:r>
      <w:r w:rsidR="00561F72" w:rsidRPr="008467A7">
        <w:tab/>
        <w:t>No, not Hispanic or Latino</w:t>
      </w:r>
    </w:p>
    <w:p w:rsidR="00561F72" w:rsidRPr="008467A7" w:rsidRDefault="008E4CBC" w:rsidP="002167EE">
      <w:pPr>
        <w:pStyle w:val="Question"/>
        <w:tabs>
          <w:tab w:val="left" w:pos="936"/>
        </w:tabs>
      </w:pPr>
      <w:r>
        <w:t>77</w:t>
      </w:r>
      <w:r w:rsidR="00561F72" w:rsidRPr="008467A7">
        <w:t>.</w:t>
      </w:r>
      <w:r w:rsidR="00561F72" w:rsidRPr="008467A7">
        <w:tab/>
        <w:t xml:space="preserve">What is your child’s race? </w:t>
      </w:r>
      <w:r w:rsidR="009770E0">
        <w:t>Mark</w:t>
      </w:r>
      <w:r w:rsidR="00561F72" w:rsidRPr="008467A7">
        <w:t xml:space="preserve"> one or more.</w:t>
      </w:r>
    </w:p>
    <w:p w:rsidR="00561F72" w:rsidRPr="008467A7" w:rsidRDefault="00561F72" w:rsidP="008915BF">
      <w:pPr>
        <w:pStyle w:val="StyleA1-AnswerLeft031Hanging092"/>
        <w:tabs>
          <w:tab w:val="clear" w:pos="936"/>
          <w:tab w:val="left" w:pos="900"/>
        </w:tabs>
      </w:pPr>
      <w:r w:rsidRPr="00392F2F">
        <w:rPr>
          <w:rStyle w:val="StyleA1-Answer10pt1Char"/>
        </w:rPr>
        <w:t>a</w:t>
      </w:r>
      <w:r w:rsidRPr="008467A7">
        <w:rPr>
          <w:sz w:val="32"/>
          <w:szCs w:val="32"/>
        </w:rPr>
        <w:sym w:font="Wingdings" w:char="F06F"/>
      </w:r>
      <w:r w:rsidRPr="008467A7">
        <w:tab/>
        <w:t xml:space="preserve">White </w:t>
      </w:r>
    </w:p>
    <w:p w:rsidR="00561F72" w:rsidRPr="008467A7" w:rsidRDefault="00561F72" w:rsidP="008915BF">
      <w:pPr>
        <w:pStyle w:val="StyleA1-AnswerLeft031Hanging092"/>
        <w:tabs>
          <w:tab w:val="clear" w:pos="936"/>
          <w:tab w:val="left" w:pos="900"/>
        </w:tabs>
      </w:pPr>
      <w:r w:rsidRPr="00392F2F">
        <w:rPr>
          <w:rStyle w:val="StyleA1-Answer10pt1Char"/>
        </w:rPr>
        <w:t>b</w:t>
      </w:r>
      <w:r w:rsidRPr="008467A7">
        <w:rPr>
          <w:sz w:val="32"/>
          <w:szCs w:val="32"/>
        </w:rPr>
        <w:sym w:font="Wingdings" w:char="F06F"/>
      </w:r>
      <w:r w:rsidR="0046200B">
        <w:tab/>
      </w:r>
      <w:r w:rsidRPr="008467A7">
        <w:t>Black or African-American</w:t>
      </w:r>
    </w:p>
    <w:p w:rsidR="00561F72" w:rsidRPr="008467A7" w:rsidRDefault="00561F72" w:rsidP="008915BF">
      <w:pPr>
        <w:pStyle w:val="StyleA1-AnswerLeft031Hanging092"/>
        <w:tabs>
          <w:tab w:val="clear" w:pos="936"/>
          <w:tab w:val="left" w:pos="900"/>
        </w:tabs>
      </w:pPr>
      <w:r w:rsidRPr="00392F2F">
        <w:rPr>
          <w:rStyle w:val="StyleA1-Answer10pt1Char"/>
        </w:rPr>
        <w:t>c</w:t>
      </w:r>
      <w:r w:rsidRPr="008467A7">
        <w:rPr>
          <w:sz w:val="32"/>
          <w:szCs w:val="32"/>
        </w:rPr>
        <w:sym w:font="Wingdings" w:char="F06F"/>
      </w:r>
      <w:r w:rsidR="0046200B">
        <w:tab/>
      </w:r>
      <w:r w:rsidRPr="008467A7">
        <w:t xml:space="preserve">Asian </w:t>
      </w:r>
    </w:p>
    <w:p w:rsidR="00561F72" w:rsidRPr="008467A7" w:rsidRDefault="00561F72" w:rsidP="008915BF">
      <w:pPr>
        <w:pStyle w:val="A1-Answer"/>
        <w:tabs>
          <w:tab w:val="clear" w:pos="936"/>
          <w:tab w:val="clear" w:pos="1440"/>
          <w:tab w:val="clear" w:pos="1800"/>
          <w:tab w:val="clear" w:pos="2880"/>
          <w:tab w:val="left" w:pos="900"/>
        </w:tabs>
        <w:ind w:left="921" w:hanging="475"/>
      </w:pPr>
      <w:r w:rsidRPr="00392F2F">
        <w:rPr>
          <w:rStyle w:val="StyleA1-Answer10pt1Char"/>
        </w:rPr>
        <w:t>d</w:t>
      </w:r>
      <w:r w:rsidRPr="008467A7">
        <w:rPr>
          <w:sz w:val="32"/>
          <w:szCs w:val="32"/>
        </w:rPr>
        <w:sym w:font="Wingdings" w:char="F06F"/>
      </w:r>
      <w:r w:rsidR="0046200B">
        <w:tab/>
      </w:r>
      <w:r w:rsidRPr="008467A7">
        <w:t>Native Hawaiian or other Pacific Islander</w:t>
      </w:r>
    </w:p>
    <w:p w:rsidR="00561F72" w:rsidRPr="008467A7" w:rsidRDefault="00561F72" w:rsidP="008915BF">
      <w:pPr>
        <w:pStyle w:val="A1-Answer"/>
        <w:tabs>
          <w:tab w:val="clear" w:pos="936"/>
          <w:tab w:val="clear" w:pos="1440"/>
          <w:tab w:val="clear" w:pos="1800"/>
          <w:tab w:val="clear" w:pos="2880"/>
          <w:tab w:val="left" w:pos="900"/>
        </w:tabs>
        <w:ind w:left="921" w:hanging="475"/>
      </w:pPr>
      <w:r w:rsidRPr="00392F2F">
        <w:rPr>
          <w:rStyle w:val="StyleA1-Answer10pt1Char"/>
        </w:rPr>
        <w:t>e</w:t>
      </w:r>
      <w:r w:rsidRPr="008467A7">
        <w:rPr>
          <w:sz w:val="32"/>
          <w:szCs w:val="32"/>
        </w:rPr>
        <w:sym w:font="Wingdings" w:char="F06F"/>
      </w:r>
      <w:r w:rsidR="0046200B">
        <w:tab/>
      </w:r>
      <w:r w:rsidRPr="008467A7">
        <w:t xml:space="preserve">American Indian or Alaska Native </w:t>
      </w:r>
    </w:p>
    <w:p w:rsidR="00561F72" w:rsidRDefault="00561F72" w:rsidP="008915BF">
      <w:pPr>
        <w:pStyle w:val="A1-Answer"/>
        <w:tabs>
          <w:tab w:val="clear" w:pos="936"/>
          <w:tab w:val="clear" w:pos="1440"/>
          <w:tab w:val="clear" w:pos="1800"/>
          <w:tab w:val="clear" w:pos="2880"/>
          <w:tab w:val="left" w:pos="900"/>
        </w:tabs>
        <w:ind w:left="921" w:hanging="475"/>
      </w:pPr>
      <w:r w:rsidRPr="00392F2F">
        <w:rPr>
          <w:rStyle w:val="StyleA1-Answer10pt1Char"/>
        </w:rPr>
        <w:t>f</w:t>
      </w:r>
      <w:r w:rsidR="00A62A72">
        <w:rPr>
          <w:rStyle w:val="StyleA1-Answer10pt1Char"/>
        </w:rPr>
        <w:t xml:space="preserve"> </w:t>
      </w:r>
      <w:r w:rsidRPr="008467A7">
        <w:rPr>
          <w:sz w:val="32"/>
        </w:rPr>
        <w:sym w:font="Wingdings" w:char="F06F"/>
      </w:r>
      <w:r w:rsidRPr="008467A7">
        <w:tab/>
        <w:t>Other</w:t>
      </w:r>
    </w:p>
    <w:p w:rsidR="00561F72" w:rsidRPr="008467A7" w:rsidRDefault="008E4CBC" w:rsidP="00D26F91">
      <w:pPr>
        <w:pStyle w:val="Question"/>
        <w:tabs>
          <w:tab w:val="left" w:pos="936"/>
        </w:tabs>
      </w:pPr>
      <w:r>
        <w:t>78</w:t>
      </w:r>
      <w:r w:rsidR="00561F72" w:rsidRPr="008467A7">
        <w:t>.</w:t>
      </w:r>
      <w:r w:rsidR="00561F72" w:rsidRPr="008467A7">
        <w:tab/>
        <w:t xml:space="preserve">What is </w:t>
      </w:r>
      <w:r w:rsidR="00561F72" w:rsidRPr="008467A7">
        <w:rPr>
          <w:u w:val="single"/>
        </w:rPr>
        <w:t>your</w:t>
      </w:r>
      <w:r w:rsidR="00561F72" w:rsidRPr="008467A7">
        <w:t xml:space="preserve"> age?</w:t>
      </w:r>
    </w:p>
    <w:p w:rsidR="00561F72" w:rsidRPr="008467A7" w:rsidRDefault="00392F2F" w:rsidP="008915BF">
      <w:pPr>
        <w:pStyle w:val="StyleA1-AnswerLeft031Hanging092"/>
        <w:tabs>
          <w:tab w:val="clear" w:pos="936"/>
          <w:tab w:val="left" w:pos="900"/>
        </w:tabs>
      </w:pPr>
      <w:r w:rsidRPr="00392F2F">
        <w:rPr>
          <w:rStyle w:val="StyleA1-Answer10pt1Char"/>
          <w:sz w:val="20"/>
        </w:rPr>
        <w:t>0</w:t>
      </w:r>
      <w:r w:rsidR="00561F72" w:rsidRPr="00376320">
        <w:rPr>
          <w:sz w:val="32"/>
          <w:szCs w:val="32"/>
        </w:rPr>
        <w:sym w:font="Wingdings" w:char="F06F"/>
      </w:r>
      <w:r w:rsidR="00561F72" w:rsidRPr="008467A7">
        <w:tab/>
        <w:t>Under 18</w:t>
      </w:r>
    </w:p>
    <w:p w:rsidR="00561F72" w:rsidRPr="008467A7" w:rsidRDefault="00392F2F" w:rsidP="008915BF">
      <w:pPr>
        <w:pStyle w:val="StyleA1-AnswerLeft031Hanging092"/>
        <w:tabs>
          <w:tab w:val="clear" w:pos="936"/>
          <w:tab w:val="left" w:pos="900"/>
        </w:tabs>
      </w:pPr>
      <w:r w:rsidRPr="00392F2F">
        <w:rPr>
          <w:rStyle w:val="StyleA1-Answer10pt1Char"/>
          <w:sz w:val="20"/>
        </w:rPr>
        <w:t>1</w:t>
      </w:r>
      <w:r w:rsidR="00561F72" w:rsidRPr="00376320">
        <w:rPr>
          <w:sz w:val="32"/>
          <w:szCs w:val="32"/>
        </w:rPr>
        <w:sym w:font="Wingdings" w:char="F06F"/>
      </w:r>
      <w:r w:rsidR="00561F72" w:rsidRPr="008467A7">
        <w:tab/>
        <w:t>18 to 24</w:t>
      </w:r>
    </w:p>
    <w:p w:rsidR="00561F72" w:rsidRPr="008467A7" w:rsidRDefault="00392F2F" w:rsidP="008915BF">
      <w:pPr>
        <w:pStyle w:val="StyleA1-AnswerLeft031Hanging092"/>
        <w:tabs>
          <w:tab w:val="clear" w:pos="936"/>
          <w:tab w:val="left" w:pos="900"/>
        </w:tabs>
      </w:pPr>
      <w:r w:rsidRPr="00392F2F">
        <w:rPr>
          <w:rStyle w:val="StyleA1-Answer10pt1Char"/>
          <w:sz w:val="20"/>
        </w:rPr>
        <w:t>2</w:t>
      </w:r>
      <w:r w:rsidR="00561F72" w:rsidRPr="00376320">
        <w:rPr>
          <w:sz w:val="32"/>
          <w:szCs w:val="32"/>
        </w:rPr>
        <w:sym w:font="Wingdings" w:char="F06F"/>
      </w:r>
      <w:r w:rsidR="00561F72" w:rsidRPr="008467A7">
        <w:tab/>
        <w:t>25 to 34</w:t>
      </w:r>
    </w:p>
    <w:p w:rsidR="00561F72" w:rsidRPr="008467A7" w:rsidRDefault="00392F2F" w:rsidP="008915BF">
      <w:pPr>
        <w:pStyle w:val="StyleA1-AnswerLeft031Hanging092"/>
        <w:tabs>
          <w:tab w:val="clear" w:pos="936"/>
          <w:tab w:val="left" w:pos="900"/>
        </w:tabs>
      </w:pPr>
      <w:r w:rsidRPr="00392F2F">
        <w:rPr>
          <w:rStyle w:val="StyleA1-Answer10pt1Char"/>
          <w:sz w:val="20"/>
        </w:rPr>
        <w:t>3</w:t>
      </w:r>
      <w:r w:rsidR="00561F72" w:rsidRPr="00376320">
        <w:rPr>
          <w:sz w:val="32"/>
          <w:szCs w:val="32"/>
        </w:rPr>
        <w:sym w:font="Wingdings" w:char="F06F"/>
      </w:r>
      <w:r w:rsidR="00561F72" w:rsidRPr="008467A7">
        <w:tab/>
        <w:t>35 to 44</w:t>
      </w:r>
    </w:p>
    <w:p w:rsidR="00561F72" w:rsidRPr="008467A7" w:rsidRDefault="00392F2F" w:rsidP="008915BF">
      <w:pPr>
        <w:pStyle w:val="StyleA1-AnswerLeft031Hanging092"/>
        <w:tabs>
          <w:tab w:val="clear" w:pos="936"/>
          <w:tab w:val="left" w:pos="900"/>
        </w:tabs>
      </w:pPr>
      <w:r w:rsidRPr="00392F2F">
        <w:rPr>
          <w:rStyle w:val="StyleA1-Answer10pt1Char"/>
          <w:sz w:val="20"/>
        </w:rPr>
        <w:t>4</w:t>
      </w:r>
      <w:r w:rsidR="00561F72" w:rsidRPr="00DC2392">
        <w:rPr>
          <w:sz w:val="32"/>
          <w:szCs w:val="32"/>
        </w:rPr>
        <w:sym w:font="Wingdings" w:char="F06F"/>
      </w:r>
      <w:r w:rsidR="00561F72" w:rsidRPr="008467A7">
        <w:tab/>
        <w:t>45 to 54</w:t>
      </w:r>
    </w:p>
    <w:p w:rsidR="00561F72" w:rsidRPr="008467A7" w:rsidRDefault="00392F2F" w:rsidP="008915BF">
      <w:pPr>
        <w:pStyle w:val="StyleA1-AnswerLeft031Hanging092"/>
        <w:tabs>
          <w:tab w:val="clear" w:pos="936"/>
          <w:tab w:val="left" w:pos="900"/>
        </w:tabs>
      </w:pPr>
      <w:r w:rsidRPr="00392F2F">
        <w:rPr>
          <w:rStyle w:val="StyleA1-Answer10pt1Char"/>
          <w:sz w:val="20"/>
        </w:rPr>
        <w:t>5</w:t>
      </w:r>
      <w:r w:rsidR="00561F72" w:rsidRPr="00DC2392">
        <w:rPr>
          <w:sz w:val="32"/>
          <w:szCs w:val="32"/>
        </w:rPr>
        <w:sym w:font="Wingdings" w:char="F06F"/>
      </w:r>
      <w:r w:rsidR="00561F72" w:rsidRPr="008467A7">
        <w:tab/>
        <w:t>55 to 64</w:t>
      </w:r>
    </w:p>
    <w:p w:rsidR="00561F72" w:rsidRPr="008467A7" w:rsidRDefault="00392F2F" w:rsidP="008915BF">
      <w:pPr>
        <w:pStyle w:val="StyleA1-AnswerLeft031Hanging092"/>
        <w:tabs>
          <w:tab w:val="clear" w:pos="936"/>
          <w:tab w:val="left" w:pos="900"/>
        </w:tabs>
      </w:pPr>
      <w:r w:rsidRPr="00392F2F">
        <w:rPr>
          <w:rStyle w:val="StyleA1-Answer10pt1Char"/>
          <w:sz w:val="20"/>
        </w:rPr>
        <w:t>6</w:t>
      </w:r>
      <w:r w:rsidR="00561F72" w:rsidRPr="00DC2392">
        <w:rPr>
          <w:sz w:val="32"/>
          <w:szCs w:val="32"/>
        </w:rPr>
        <w:sym w:font="Wingdings" w:char="F06F"/>
      </w:r>
      <w:r w:rsidR="00561F72" w:rsidRPr="008467A7">
        <w:tab/>
        <w:t>65 to 74</w:t>
      </w:r>
    </w:p>
    <w:p w:rsidR="00561F72" w:rsidRPr="008467A7" w:rsidRDefault="00392F2F" w:rsidP="008915BF">
      <w:pPr>
        <w:pStyle w:val="StyleA1-AnswerLeft031Hanging092"/>
        <w:tabs>
          <w:tab w:val="clear" w:pos="936"/>
          <w:tab w:val="left" w:pos="900"/>
        </w:tabs>
      </w:pPr>
      <w:r w:rsidRPr="00392F2F">
        <w:rPr>
          <w:rStyle w:val="StyleA1-Answer10pt1Char"/>
          <w:sz w:val="20"/>
        </w:rPr>
        <w:t>7</w:t>
      </w:r>
      <w:r w:rsidR="00561F72" w:rsidRPr="00DC2392">
        <w:rPr>
          <w:sz w:val="32"/>
          <w:szCs w:val="32"/>
        </w:rPr>
        <w:sym w:font="Wingdings" w:char="F06F"/>
      </w:r>
      <w:r w:rsidR="00561F72" w:rsidRPr="008467A7">
        <w:tab/>
        <w:t>75 or older</w:t>
      </w:r>
    </w:p>
    <w:p w:rsidR="00240CB5" w:rsidRPr="008467A7" w:rsidRDefault="008E4CBC" w:rsidP="00A62A72">
      <w:pPr>
        <w:pStyle w:val="Question"/>
        <w:tabs>
          <w:tab w:val="left" w:pos="936"/>
        </w:tabs>
      </w:pPr>
      <w:r>
        <w:t>79</w:t>
      </w:r>
      <w:r w:rsidR="00240CB5" w:rsidRPr="008467A7">
        <w:t>.</w:t>
      </w:r>
      <w:r w:rsidR="00240CB5" w:rsidRPr="008467A7">
        <w:tab/>
        <w:t>Are you male or female?</w:t>
      </w:r>
    </w:p>
    <w:p w:rsidR="00240CB5" w:rsidRPr="008467A7" w:rsidRDefault="00392F2F" w:rsidP="008915BF">
      <w:pPr>
        <w:pStyle w:val="StyleA1-AnswerLeft031Hanging092"/>
        <w:tabs>
          <w:tab w:val="clear" w:pos="936"/>
          <w:tab w:val="left" w:pos="900"/>
        </w:tabs>
      </w:pPr>
      <w:r w:rsidRPr="00392F2F">
        <w:rPr>
          <w:rStyle w:val="StyleA1-Answer10pt1Char"/>
          <w:sz w:val="20"/>
        </w:rPr>
        <w:t>1</w:t>
      </w:r>
      <w:r w:rsidR="00240CB5" w:rsidRPr="00DC2392">
        <w:rPr>
          <w:sz w:val="32"/>
          <w:szCs w:val="32"/>
        </w:rPr>
        <w:sym w:font="Wingdings" w:char="F06F"/>
      </w:r>
      <w:r w:rsidR="00240CB5" w:rsidRPr="008467A7">
        <w:tab/>
        <w:t>Male</w:t>
      </w:r>
    </w:p>
    <w:p w:rsidR="00240CB5" w:rsidRDefault="00392F2F" w:rsidP="008915BF">
      <w:pPr>
        <w:pStyle w:val="StyleA1-AnswerLeft031Hanging092"/>
        <w:tabs>
          <w:tab w:val="clear" w:pos="936"/>
          <w:tab w:val="left" w:pos="900"/>
        </w:tabs>
      </w:pPr>
      <w:r w:rsidRPr="00392F2F">
        <w:rPr>
          <w:rStyle w:val="StyleA1-Answer10pt1Char"/>
          <w:sz w:val="20"/>
        </w:rPr>
        <w:t>2</w:t>
      </w:r>
      <w:r w:rsidR="00240CB5" w:rsidRPr="00DC2392">
        <w:rPr>
          <w:sz w:val="32"/>
          <w:szCs w:val="32"/>
        </w:rPr>
        <w:sym w:font="Wingdings" w:char="F06F"/>
      </w:r>
      <w:r w:rsidR="00240CB5" w:rsidRPr="008467A7">
        <w:tab/>
        <w:t>Female</w:t>
      </w:r>
    </w:p>
    <w:p w:rsidR="00BB467A" w:rsidRDefault="00BB467A" w:rsidP="00DC7F8B">
      <w:pPr>
        <w:pStyle w:val="StyleA1-AnswerLeft031Hanging092"/>
      </w:pPr>
    </w:p>
    <w:p w:rsidR="00BB467A" w:rsidRDefault="00BB467A" w:rsidP="00DC7F8B">
      <w:pPr>
        <w:pStyle w:val="StyleA1-AnswerLeft031Hanging092"/>
      </w:pPr>
    </w:p>
    <w:p w:rsidR="00561F72" w:rsidRPr="008467A7" w:rsidRDefault="00BB467A" w:rsidP="00BB467A">
      <w:pPr>
        <w:pStyle w:val="Q1"/>
        <w:tabs>
          <w:tab w:val="clear" w:pos="576"/>
        </w:tabs>
        <w:spacing w:after="0"/>
        <w:ind w:left="450" w:hanging="450"/>
      </w:pPr>
      <w:r>
        <w:br w:type="column"/>
      </w:r>
      <w:r w:rsidR="008E4CBC">
        <w:lastRenderedPageBreak/>
        <w:t>80</w:t>
      </w:r>
      <w:r w:rsidR="00561F72" w:rsidRPr="008467A7">
        <w:t>.</w:t>
      </w:r>
      <w:r w:rsidR="00561F72" w:rsidRPr="008467A7">
        <w:tab/>
        <w:t>What is the highest grade or level of school that you have completed?</w:t>
      </w:r>
    </w:p>
    <w:p w:rsidR="00561F72" w:rsidRPr="008467A7" w:rsidRDefault="00392F2F" w:rsidP="008915BF">
      <w:pPr>
        <w:pStyle w:val="StyleA1-AnswerLeft031Hanging092"/>
        <w:tabs>
          <w:tab w:val="clear" w:pos="936"/>
          <w:tab w:val="left" w:pos="900"/>
        </w:tabs>
      </w:pPr>
      <w:r w:rsidRPr="00392F2F">
        <w:rPr>
          <w:rStyle w:val="StyleA1-Answer10pt1Char"/>
          <w:sz w:val="20"/>
        </w:rPr>
        <w:t>1</w:t>
      </w:r>
      <w:r w:rsidR="00561F72" w:rsidRPr="008467A7">
        <w:rPr>
          <w:sz w:val="32"/>
          <w:szCs w:val="32"/>
        </w:rPr>
        <w:sym w:font="Wingdings" w:char="F06F"/>
      </w:r>
      <w:r w:rsidR="00561F72" w:rsidRPr="008467A7">
        <w:tab/>
        <w:t xml:space="preserve">8th grade or less </w:t>
      </w:r>
    </w:p>
    <w:p w:rsidR="00ED124C" w:rsidRDefault="00392F2F" w:rsidP="008915BF">
      <w:pPr>
        <w:pStyle w:val="A1-Answer"/>
        <w:tabs>
          <w:tab w:val="clear" w:pos="936"/>
          <w:tab w:val="clear" w:pos="1440"/>
          <w:tab w:val="clear" w:pos="1800"/>
          <w:tab w:val="clear" w:pos="2880"/>
          <w:tab w:val="left" w:pos="900"/>
        </w:tabs>
        <w:ind w:left="1014" w:hanging="568"/>
      </w:pPr>
      <w:r w:rsidRPr="00392F2F">
        <w:rPr>
          <w:rStyle w:val="StyleA1-Answer10pt1Char"/>
          <w:sz w:val="20"/>
        </w:rPr>
        <w:t>2</w:t>
      </w:r>
      <w:r w:rsidR="00561F72" w:rsidRPr="008467A7">
        <w:rPr>
          <w:sz w:val="32"/>
          <w:szCs w:val="32"/>
        </w:rPr>
        <w:sym w:font="Wingdings" w:char="F06F"/>
      </w:r>
      <w:r w:rsidR="00240CB5">
        <w:tab/>
      </w:r>
      <w:r w:rsidR="00561F72" w:rsidRPr="008467A7">
        <w:t xml:space="preserve">Some high school, but did not </w:t>
      </w:r>
    </w:p>
    <w:p w:rsidR="00561F72" w:rsidRPr="008467A7" w:rsidRDefault="00ED124C" w:rsidP="008915BF">
      <w:pPr>
        <w:pStyle w:val="A1-Answer"/>
        <w:tabs>
          <w:tab w:val="clear" w:pos="936"/>
          <w:tab w:val="clear" w:pos="1440"/>
          <w:tab w:val="clear" w:pos="1800"/>
          <w:tab w:val="clear" w:pos="2880"/>
          <w:tab w:val="left" w:pos="900"/>
        </w:tabs>
        <w:ind w:left="1014" w:hanging="568"/>
      </w:pPr>
      <w:r>
        <w:t xml:space="preserve">       </w:t>
      </w:r>
      <w:r w:rsidR="00561F72" w:rsidRPr="008467A7">
        <w:t>graduate</w:t>
      </w:r>
    </w:p>
    <w:p w:rsidR="00561F72" w:rsidRPr="008467A7" w:rsidRDefault="00392F2F" w:rsidP="008915BF">
      <w:pPr>
        <w:pStyle w:val="StyleA1-AnswerLeft031Hanging092"/>
        <w:tabs>
          <w:tab w:val="clear" w:pos="936"/>
          <w:tab w:val="left" w:pos="900"/>
        </w:tabs>
      </w:pPr>
      <w:r w:rsidRPr="00392F2F">
        <w:rPr>
          <w:rStyle w:val="StyleA1-Answer10pt1Char"/>
          <w:sz w:val="20"/>
        </w:rPr>
        <w:t>3</w:t>
      </w:r>
      <w:r w:rsidR="00561F72" w:rsidRPr="008467A7">
        <w:rPr>
          <w:sz w:val="32"/>
          <w:szCs w:val="32"/>
        </w:rPr>
        <w:sym w:font="Wingdings" w:char="F06F"/>
      </w:r>
      <w:r w:rsidR="00AA0ECE">
        <w:tab/>
      </w:r>
      <w:r w:rsidR="00561F72" w:rsidRPr="008467A7">
        <w:t>High school graduate or GED</w:t>
      </w:r>
    </w:p>
    <w:p w:rsidR="00561F72" w:rsidRPr="008467A7" w:rsidRDefault="00392F2F" w:rsidP="008915BF">
      <w:pPr>
        <w:pStyle w:val="StyleA1-AnswerLeft031Hanging092"/>
        <w:tabs>
          <w:tab w:val="clear" w:pos="936"/>
          <w:tab w:val="left" w:pos="900"/>
        </w:tabs>
      </w:pPr>
      <w:r w:rsidRPr="00392F2F">
        <w:rPr>
          <w:rStyle w:val="StyleA1-Answer10pt1Char"/>
          <w:sz w:val="20"/>
        </w:rPr>
        <w:t>4</w:t>
      </w:r>
      <w:r w:rsidR="00561F72" w:rsidRPr="008467A7">
        <w:rPr>
          <w:sz w:val="32"/>
          <w:szCs w:val="32"/>
        </w:rPr>
        <w:sym w:font="Wingdings" w:char="F06F"/>
      </w:r>
      <w:r w:rsidR="00240CB5">
        <w:tab/>
      </w:r>
      <w:r w:rsidR="00561F72" w:rsidRPr="008467A7">
        <w:t>Some college or 2-year degree</w:t>
      </w:r>
    </w:p>
    <w:p w:rsidR="00561F72" w:rsidRPr="008467A7" w:rsidRDefault="00392F2F" w:rsidP="008915BF">
      <w:pPr>
        <w:pStyle w:val="StyleA1-AnswerLeft031Hanging092"/>
        <w:tabs>
          <w:tab w:val="clear" w:pos="936"/>
          <w:tab w:val="left" w:pos="900"/>
        </w:tabs>
      </w:pPr>
      <w:r w:rsidRPr="00392F2F">
        <w:rPr>
          <w:rStyle w:val="StyleA1-Answer10pt1Char"/>
          <w:sz w:val="20"/>
        </w:rPr>
        <w:t>5</w:t>
      </w:r>
      <w:r w:rsidR="00561F72" w:rsidRPr="008467A7">
        <w:rPr>
          <w:sz w:val="32"/>
          <w:szCs w:val="32"/>
        </w:rPr>
        <w:sym w:font="Wingdings" w:char="F06F"/>
      </w:r>
      <w:r w:rsidR="00561F72" w:rsidRPr="008467A7">
        <w:tab/>
        <w:t>4-year college graduate</w:t>
      </w:r>
    </w:p>
    <w:p w:rsidR="00561F72" w:rsidRPr="008467A7" w:rsidRDefault="00392F2F" w:rsidP="008915BF">
      <w:pPr>
        <w:pStyle w:val="StyleA1-AnswerLeft031Hanging092"/>
        <w:tabs>
          <w:tab w:val="clear" w:pos="936"/>
          <w:tab w:val="left" w:pos="900"/>
        </w:tabs>
      </w:pPr>
      <w:r w:rsidRPr="00392F2F">
        <w:rPr>
          <w:rStyle w:val="StyleA1-Answer10pt1Char"/>
          <w:sz w:val="20"/>
        </w:rPr>
        <w:t>6</w:t>
      </w:r>
      <w:r w:rsidR="00561F72" w:rsidRPr="008467A7">
        <w:rPr>
          <w:sz w:val="32"/>
          <w:szCs w:val="32"/>
        </w:rPr>
        <w:sym w:font="Wingdings" w:char="F06F"/>
      </w:r>
      <w:r w:rsidR="00561F72" w:rsidRPr="008467A7">
        <w:tab/>
        <w:t>More than 4-year college degree</w:t>
      </w:r>
    </w:p>
    <w:p w:rsidR="00561F72" w:rsidRPr="008467A7" w:rsidRDefault="008E4CBC" w:rsidP="00BB467A">
      <w:pPr>
        <w:pStyle w:val="Question"/>
      </w:pPr>
      <w:r>
        <w:t>81</w:t>
      </w:r>
      <w:r w:rsidR="00561F72" w:rsidRPr="008467A7">
        <w:t>.</w:t>
      </w:r>
      <w:r w:rsidR="00561F72" w:rsidRPr="008467A7">
        <w:tab/>
        <w:t>How are you related to the child?</w:t>
      </w:r>
    </w:p>
    <w:p w:rsidR="00561F72" w:rsidRPr="008467A7" w:rsidRDefault="00392F2F" w:rsidP="008915BF">
      <w:pPr>
        <w:pStyle w:val="StyleA1-AnswerLeft031Hanging092"/>
        <w:tabs>
          <w:tab w:val="clear" w:pos="936"/>
          <w:tab w:val="left" w:pos="900"/>
        </w:tabs>
      </w:pPr>
      <w:r w:rsidRPr="00392F2F">
        <w:rPr>
          <w:rStyle w:val="StyleA1-Answer10pt1Char"/>
          <w:sz w:val="20"/>
        </w:rPr>
        <w:t>1</w:t>
      </w:r>
      <w:r w:rsidR="00561F72" w:rsidRPr="00DC2392">
        <w:rPr>
          <w:sz w:val="32"/>
          <w:szCs w:val="32"/>
        </w:rPr>
        <w:sym w:font="Wingdings" w:char="F06F"/>
      </w:r>
      <w:r w:rsidR="00561F72" w:rsidRPr="008467A7">
        <w:tab/>
        <w:t>Mother or father</w:t>
      </w:r>
    </w:p>
    <w:p w:rsidR="00561F72" w:rsidRPr="008467A7" w:rsidRDefault="00392F2F" w:rsidP="008915BF">
      <w:pPr>
        <w:pStyle w:val="StyleA1-AnswerLeft031Hanging092"/>
        <w:tabs>
          <w:tab w:val="clear" w:pos="936"/>
          <w:tab w:val="left" w:pos="900"/>
        </w:tabs>
      </w:pPr>
      <w:r w:rsidRPr="00392F2F">
        <w:rPr>
          <w:rStyle w:val="StyleA1-Answer10pt1Char"/>
          <w:sz w:val="20"/>
        </w:rPr>
        <w:t>2</w:t>
      </w:r>
      <w:r w:rsidR="00561F72" w:rsidRPr="00DC2392">
        <w:rPr>
          <w:sz w:val="32"/>
          <w:szCs w:val="32"/>
        </w:rPr>
        <w:sym w:font="Wingdings" w:char="F06F"/>
      </w:r>
      <w:r w:rsidR="00561F72" w:rsidRPr="008467A7">
        <w:tab/>
        <w:t>Grandparent</w:t>
      </w:r>
    </w:p>
    <w:p w:rsidR="00561F72" w:rsidRDefault="00392F2F" w:rsidP="008915BF">
      <w:pPr>
        <w:pStyle w:val="StyleA1-AnswerLeft031Hanging092"/>
        <w:tabs>
          <w:tab w:val="clear" w:pos="936"/>
          <w:tab w:val="left" w:pos="900"/>
        </w:tabs>
      </w:pPr>
      <w:r w:rsidRPr="00392F2F">
        <w:rPr>
          <w:rStyle w:val="StyleA1-Answer10pt1Char"/>
          <w:sz w:val="20"/>
        </w:rPr>
        <w:t>3</w:t>
      </w:r>
      <w:r w:rsidR="00561F72" w:rsidRPr="00DC2392">
        <w:rPr>
          <w:sz w:val="32"/>
          <w:szCs w:val="32"/>
        </w:rPr>
        <w:sym w:font="Wingdings" w:char="F06F"/>
      </w:r>
      <w:r w:rsidR="00561F72" w:rsidRPr="008467A7">
        <w:tab/>
        <w:t>Aunt or uncle</w:t>
      </w:r>
    </w:p>
    <w:p w:rsidR="008915BF" w:rsidRPr="008467A7" w:rsidRDefault="008915BF" w:rsidP="008915BF">
      <w:pPr>
        <w:pStyle w:val="StyleA1-AnswerLeft031Hanging092"/>
        <w:tabs>
          <w:tab w:val="clear" w:pos="936"/>
          <w:tab w:val="left" w:pos="900"/>
        </w:tabs>
      </w:pPr>
      <w:r>
        <w:rPr>
          <w:rStyle w:val="StyleA1-Answer10pt1Char"/>
          <w:sz w:val="20"/>
        </w:rPr>
        <w:t>4</w:t>
      </w:r>
      <w:r w:rsidRPr="00DC2392">
        <w:rPr>
          <w:sz w:val="32"/>
          <w:szCs w:val="32"/>
        </w:rPr>
        <w:sym w:font="Wingdings" w:char="F06F"/>
      </w:r>
      <w:r w:rsidRPr="008467A7">
        <w:tab/>
      </w:r>
      <w:r>
        <w:t>Older brother or sister</w:t>
      </w:r>
    </w:p>
    <w:p w:rsidR="00561F72" w:rsidRPr="008467A7" w:rsidRDefault="00392F2F" w:rsidP="008915BF">
      <w:pPr>
        <w:pStyle w:val="StyleA1-AnswerLeft031Hanging092"/>
        <w:tabs>
          <w:tab w:val="clear" w:pos="936"/>
          <w:tab w:val="left" w:pos="900"/>
        </w:tabs>
      </w:pPr>
      <w:r w:rsidRPr="00392F2F">
        <w:rPr>
          <w:rStyle w:val="StyleA1-Answer10pt1Char"/>
          <w:sz w:val="20"/>
        </w:rPr>
        <w:t>5</w:t>
      </w:r>
      <w:r w:rsidR="00561F72" w:rsidRPr="00DC2392">
        <w:rPr>
          <w:sz w:val="32"/>
          <w:szCs w:val="32"/>
        </w:rPr>
        <w:sym w:font="Wingdings" w:char="F06F"/>
      </w:r>
      <w:r w:rsidR="00561F72" w:rsidRPr="008467A7">
        <w:tab/>
        <w:t xml:space="preserve">Other relative </w:t>
      </w:r>
    </w:p>
    <w:p w:rsidR="00DC2392" w:rsidRDefault="00392F2F" w:rsidP="008915BF">
      <w:pPr>
        <w:pStyle w:val="StyleA1-AnswerLeft031Hanging092"/>
        <w:tabs>
          <w:tab w:val="clear" w:pos="936"/>
          <w:tab w:val="left" w:pos="900"/>
        </w:tabs>
      </w:pPr>
      <w:r w:rsidRPr="00392F2F">
        <w:rPr>
          <w:rStyle w:val="StyleA1-Answer10pt1Char"/>
          <w:sz w:val="20"/>
        </w:rPr>
        <w:t>6</w:t>
      </w:r>
      <w:r w:rsidR="00561F72" w:rsidRPr="00DC2392">
        <w:rPr>
          <w:sz w:val="32"/>
          <w:szCs w:val="32"/>
        </w:rPr>
        <w:sym w:font="Wingdings" w:char="F06F"/>
      </w:r>
      <w:r w:rsidR="00561F72" w:rsidRPr="008467A7">
        <w:tab/>
        <w:t>Legal guardian</w:t>
      </w:r>
    </w:p>
    <w:p w:rsidR="008E4CBC" w:rsidRDefault="008E4CBC" w:rsidP="008915BF">
      <w:pPr>
        <w:pStyle w:val="StyleA1-AnswerLeft031Hanging092"/>
        <w:tabs>
          <w:tab w:val="clear" w:pos="936"/>
          <w:tab w:val="left" w:pos="900"/>
        </w:tabs>
      </w:pPr>
      <w:r>
        <w:rPr>
          <w:rStyle w:val="StyleA1-Answer10pt1Char"/>
          <w:sz w:val="20"/>
        </w:rPr>
        <w:t>7</w:t>
      </w:r>
      <w:r w:rsidRPr="00DC2392">
        <w:rPr>
          <w:sz w:val="32"/>
          <w:szCs w:val="32"/>
        </w:rPr>
        <w:sym w:font="Wingdings" w:char="F06F"/>
      </w:r>
      <w:r w:rsidRPr="008467A7">
        <w:tab/>
      </w:r>
      <w:r>
        <w:t>Someone else</w:t>
      </w:r>
    </w:p>
    <w:p w:rsidR="00561F72" w:rsidRPr="008467A7" w:rsidRDefault="008E4CBC" w:rsidP="00240CB5">
      <w:pPr>
        <w:pStyle w:val="Question"/>
      </w:pPr>
      <w:r>
        <w:lastRenderedPageBreak/>
        <w:t>82</w:t>
      </w:r>
      <w:r w:rsidR="00561F72" w:rsidRPr="008467A7">
        <w:t>.</w:t>
      </w:r>
      <w:r w:rsidR="00561F72" w:rsidRPr="008467A7">
        <w:tab/>
        <w:t>Did someone help you complete this survey?</w:t>
      </w:r>
    </w:p>
    <w:p w:rsidR="00561F72" w:rsidRPr="008467A7" w:rsidRDefault="00392F2F" w:rsidP="00271B0F">
      <w:pPr>
        <w:pStyle w:val="A1-Answer"/>
        <w:tabs>
          <w:tab w:val="clear" w:pos="936"/>
          <w:tab w:val="clear" w:pos="1440"/>
          <w:tab w:val="clear" w:pos="1800"/>
          <w:tab w:val="clear" w:pos="2880"/>
          <w:tab w:val="left" w:pos="900"/>
        </w:tabs>
        <w:ind w:left="1530" w:hanging="1084"/>
        <w:rPr>
          <w:b/>
        </w:rPr>
      </w:pPr>
      <w:r w:rsidRPr="00392F2F">
        <w:rPr>
          <w:rStyle w:val="StyleA1-Answer10pt1Char"/>
          <w:sz w:val="20"/>
        </w:rPr>
        <w:t>1</w:t>
      </w:r>
      <w:r w:rsidR="00561F72" w:rsidRPr="008467A7">
        <w:rPr>
          <w:sz w:val="32"/>
        </w:rPr>
        <w:sym w:font="Wingdings" w:char="F06F"/>
      </w:r>
      <w:r w:rsidR="00561F72" w:rsidRPr="008467A7">
        <w:rPr>
          <w:sz w:val="32"/>
        </w:rPr>
        <w:tab/>
      </w:r>
      <w:r w:rsidR="00561F72" w:rsidRPr="008467A7">
        <w:t>Yes</w:t>
      </w:r>
      <w:r w:rsidR="000B314A">
        <w:t xml:space="preserve"> </w:t>
      </w:r>
      <w:r w:rsidR="00561F72" w:rsidRPr="008467A7">
        <w:sym w:font="Wingdings" w:char="F0E8"/>
      </w:r>
      <w:r w:rsidR="00561F72" w:rsidRPr="008467A7">
        <w:rPr>
          <w:b/>
        </w:rPr>
        <w:t xml:space="preserve">If Yes, Go to Question </w:t>
      </w:r>
      <w:r w:rsidR="008E4CBC">
        <w:rPr>
          <w:b/>
        </w:rPr>
        <w:t>83</w:t>
      </w:r>
    </w:p>
    <w:p w:rsidR="00561F72" w:rsidRPr="008467A7" w:rsidRDefault="00392F2F" w:rsidP="00271B0F">
      <w:pPr>
        <w:pStyle w:val="A1-Answer"/>
        <w:tabs>
          <w:tab w:val="clear" w:pos="936"/>
          <w:tab w:val="clear" w:pos="1440"/>
          <w:tab w:val="clear" w:pos="1800"/>
          <w:tab w:val="clear" w:pos="2880"/>
          <w:tab w:val="left" w:pos="900"/>
        </w:tabs>
        <w:ind w:left="1530" w:hanging="1084"/>
        <w:rPr>
          <w:b/>
        </w:rPr>
      </w:pPr>
      <w:r w:rsidRPr="00392F2F">
        <w:rPr>
          <w:rStyle w:val="StyleA1-Answer10pt1Char"/>
          <w:sz w:val="20"/>
        </w:rPr>
        <w:t>2</w:t>
      </w:r>
      <w:r w:rsidR="00561F72" w:rsidRPr="008467A7">
        <w:rPr>
          <w:sz w:val="32"/>
        </w:rPr>
        <w:sym w:font="Wingdings" w:char="F06F"/>
      </w:r>
      <w:r w:rsidR="00561F72" w:rsidRPr="008467A7">
        <w:rPr>
          <w:sz w:val="32"/>
        </w:rPr>
        <w:tab/>
      </w:r>
      <w:r w:rsidR="00561F72" w:rsidRPr="008467A7">
        <w:t>No</w:t>
      </w:r>
      <w:r w:rsidR="000B314A">
        <w:t xml:space="preserve"> </w:t>
      </w:r>
      <w:r w:rsidR="00561F72" w:rsidRPr="008467A7">
        <w:sym w:font="Wingdings" w:char="F0E8"/>
      </w:r>
      <w:r w:rsidR="00CA7C30">
        <w:tab/>
      </w:r>
      <w:r w:rsidR="00561F72" w:rsidRPr="000B314A">
        <w:rPr>
          <w:b/>
        </w:rPr>
        <w:t xml:space="preserve">Thank </w:t>
      </w:r>
      <w:r w:rsidR="00561F72" w:rsidRPr="008467A7">
        <w:rPr>
          <w:b/>
        </w:rPr>
        <w:t>you.</w:t>
      </w:r>
      <w:r w:rsidR="00AE3BC9">
        <w:rPr>
          <w:b/>
        </w:rPr>
        <w:t xml:space="preserve"> </w:t>
      </w:r>
      <w:r w:rsidR="00561F72" w:rsidRPr="008467A7">
        <w:rPr>
          <w:b/>
        </w:rPr>
        <w:t>Please return the completed survey in the postage-paid envelope.</w:t>
      </w:r>
    </w:p>
    <w:p w:rsidR="00561F72" w:rsidRPr="008467A7" w:rsidRDefault="00231D67" w:rsidP="00B1040F">
      <w:pPr>
        <w:pStyle w:val="Question"/>
      </w:pPr>
      <w:r>
        <w:t>83</w:t>
      </w:r>
      <w:r w:rsidR="00561F72" w:rsidRPr="008467A7">
        <w:t>.</w:t>
      </w:r>
      <w:r w:rsidR="00B1040F">
        <w:tab/>
        <w:t>How did that person help you?</w:t>
      </w:r>
      <w:r w:rsidR="00B1040F">
        <w:br/>
      </w:r>
      <w:r w:rsidR="009770E0">
        <w:t>Mark one or more.</w:t>
      </w:r>
    </w:p>
    <w:p w:rsidR="00561F72" w:rsidRPr="008467A7" w:rsidRDefault="00561F72" w:rsidP="00271B0F">
      <w:pPr>
        <w:pStyle w:val="A1-Answer"/>
        <w:tabs>
          <w:tab w:val="clear" w:pos="936"/>
          <w:tab w:val="clear" w:pos="1440"/>
          <w:tab w:val="clear" w:pos="1800"/>
          <w:tab w:val="clear" w:pos="2880"/>
          <w:tab w:val="left" w:pos="900"/>
        </w:tabs>
        <w:ind w:left="446" w:firstLine="0"/>
      </w:pPr>
      <w:r w:rsidRPr="00FA0003">
        <w:rPr>
          <w:rStyle w:val="StyleA1-Answer10pt1Char"/>
          <w:sz w:val="20"/>
          <w:szCs w:val="20"/>
        </w:rPr>
        <w:t>a</w:t>
      </w:r>
      <w:r w:rsidRPr="008467A7">
        <w:rPr>
          <w:sz w:val="32"/>
        </w:rPr>
        <w:sym w:font="Wingdings" w:char="F06F"/>
      </w:r>
      <w:r w:rsidRPr="008467A7">
        <w:rPr>
          <w:sz w:val="32"/>
        </w:rPr>
        <w:tab/>
      </w:r>
      <w:r w:rsidRPr="008467A7">
        <w:t>Read the questions to me</w:t>
      </w:r>
    </w:p>
    <w:p w:rsidR="00561F72" w:rsidRPr="008467A7" w:rsidRDefault="00561F72" w:rsidP="00271B0F">
      <w:pPr>
        <w:pStyle w:val="A1-Answer"/>
        <w:tabs>
          <w:tab w:val="clear" w:pos="936"/>
          <w:tab w:val="clear" w:pos="1440"/>
          <w:tab w:val="clear" w:pos="1800"/>
          <w:tab w:val="clear" w:pos="2880"/>
          <w:tab w:val="left" w:pos="900"/>
        </w:tabs>
        <w:ind w:left="446" w:firstLine="0"/>
      </w:pPr>
      <w:r w:rsidRPr="00FA0003">
        <w:rPr>
          <w:rStyle w:val="StyleA1-Answer10pt1Char"/>
          <w:sz w:val="20"/>
          <w:szCs w:val="20"/>
        </w:rPr>
        <w:t>b</w:t>
      </w:r>
      <w:r w:rsidRPr="008467A7">
        <w:rPr>
          <w:sz w:val="32"/>
        </w:rPr>
        <w:sym w:font="Wingdings" w:char="F06F"/>
      </w:r>
      <w:r w:rsidRPr="008467A7">
        <w:rPr>
          <w:sz w:val="32"/>
        </w:rPr>
        <w:tab/>
      </w:r>
      <w:r w:rsidRPr="008467A7">
        <w:t>Wrote down the answers I gave</w:t>
      </w:r>
    </w:p>
    <w:p w:rsidR="00561F72" w:rsidRPr="008467A7" w:rsidRDefault="00561F72" w:rsidP="00271B0F">
      <w:pPr>
        <w:pStyle w:val="A1-Answer"/>
        <w:tabs>
          <w:tab w:val="clear" w:pos="936"/>
          <w:tab w:val="clear" w:pos="1440"/>
          <w:tab w:val="clear" w:pos="1800"/>
          <w:tab w:val="clear" w:pos="2880"/>
          <w:tab w:val="left" w:pos="900"/>
        </w:tabs>
        <w:ind w:left="446" w:firstLine="0"/>
      </w:pPr>
      <w:r w:rsidRPr="00FA0003">
        <w:rPr>
          <w:rStyle w:val="StyleA1-Answer10pt1Char"/>
          <w:sz w:val="20"/>
          <w:szCs w:val="20"/>
        </w:rPr>
        <w:t>c</w:t>
      </w:r>
      <w:r w:rsidRPr="008467A7">
        <w:rPr>
          <w:sz w:val="32"/>
        </w:rPr>
        <w:sym w:font="Wingdings" w:char="F06F"/>
      </w:r>
      <w:r w:rsidRPr="008467A7">
        <w:rPr>
          <w:sz w:val="32"/>
        </w:rPr>
        <w:tab/>
      </w:r>
      <w:r w:rsidRPr="008467A7">
        <w:t>Answered the questions for me</w:t>
      </w:r>
    </w:p>
    <w:p w:rsidR="00561F72" w:rsidRPr="008467A7" w:rsidRDefault="00561F72" w:rsidP="00271B0F">
      <w:pPr>
        <w:pStyle w:val="A1-Answer"/>
        <w:tabs>
          <w:tab w:val="clear" w:pos="936"/>
          <w:tab w:val="clear" w:pos="1440"/>
          <w:tab w:val="clear" w:pos="1800"/>
          <w:tab w:val="clear" w:pos="2880"/>
          <w:tab w:val="left" w:pos="900"/>
        </w:tabs>
        <w:ind w:left="446" w:firstLine="0"/>
      </w:pPr>
      <w:r w:rsidRPr="00FA0003">
        <w:rPr>
          <w:rStyle w:val="StyleA1-Answer10pt1Char"/>
          <w:sz w:val="20"/>
          <w:szCs w:val="20"/>
        </w:rPr>
        <w:t>d</w:t>
      </w:r>
      <w:r w:rsidRPr="008467A7">
        <w:rPr>
          <w:sz w:val="32"/>
        </w:rPr>
        <w:sym w:font="Wingdings" w:char="F06F"/>
      </w:r>
      <w:r w:rsidRPr="008467A7">
        <w:rPr>
          <w:sz w:val="32"/>
        </w:rPr>
        <w:tab/>
      </w:r>
      <w:r w:rsidRPr="008467A7">
        <w:t xml:space="preserve">Translated the questions into </w:t>
      </w:r>
      <w:r w:rsidR="00206E23">
        <w:br/>
      </w:r>
      <w:r w:rsidR="00206E23">
        <w:tab/>
      </w:r>
      <w:r w:rsidRPr="008467A7">
        <w:t>my language</w:t>
      </w:r>
    </w:p>
    <w:p w:rsidR="00DC2392" w:rsidRDefault="00561F72" w:rsidP="00271B0F">
      <w:pPr>
        <w:pStyle w:val="A1-Answer"/>
        <w:tabs>
          <w:tab w:val="clear" w:pos="936"/>
          <w:tab w:val="clear" w:pos="1440"/>
          <w:tab w:val="clear" w:pos="1800"/>
          <w:tab w:val="clear" w:pos="2880"/>
          <w:tab w:val="left" w:pos="900"/>
        </w:tabs>
        <w:ind w:left="446" w:firstLine="0"/>
      </w:pPr>
      <w:r w:rsidRPr="00FA0003">
        <w:rPr>
          <w:rStyle w:val="StyleA1-Answer10pt1Char"/>
          <w:sz w:val="20"/>
          <w:szCs w:val="20"/>
        </w:rPr>
        <w:t>e</w:t>
      </w:r>
      <w:r w:rsidRPr="008467A7">
        <w:rPr>
          <w:sz w:val="32"/>
        </w:rPr>
        <w:sym w:font="Wingdings" w:char="F06F"/>
      </w:r>
      <w:r w:rsidRPr="008467A7">
        <w:rPr>
          <w:sz w:val="32"/>
        </w:rPr>
        <w:tab/>
      </w:r>
      <w:r w:rsidRPr="008467A7">
        <w:t>Helped in some other way</w:t>
      </w:r>
    </w:p>
    <w:p w:rsidR="00BB467A" w:rsidRDefault="00BB467A" w:rsidP="00271B0F">
      <w:pPr>
        <w:pStyle w:val="A1-Answer"/>
        <w:tabs>
          <w:tab w:val="clear" w:pos="936"/>
          <w:tab w:val="clear" w:pos="1440"/>
          <w:tab w:val="clear" w:pos="1800"/>
          <w:tab w:val="clear" w:pos="2880"/>
          <w:tab w:val="left" w:pos="900"/>
        </w:tabs>
        <w:ind w:left="446" w:firstLine="0"/>
      </w:pPr>
    </w:p>
    <w:p w:rsidR="00BB467A" w:rsidRDefault="00BB467A" w:rsidP="00271B0F">
      <w:pPr>
        <w:pStyle w:val="A1-Answer"/>
        <w:tabs>
          <w:tab w:val="clear" w:pos="936"/>
          <w:tab w:val="clear" w:pos="1440"/>
          <w:tab w:val="clear" w:pos="1800"/>
          <w:tab w:val="clear" w:pos="2880"/>
          <w:tab w:val="left" w:pos="900"/>
        </w:tabs>
        <w:ind w:left="446" w:firstLine="0"/>
      </w:pPr>
    </w:p>
    <w:p w:rsidR="00BB467A" w:rsidRDefault="00BB467A" w:rsidP="00271B0F">
      <w:pPr>
        <w:pStyle w:val="A1-Answer"/>
        <w:tabs>
          <w:tab w:val="clear" w:pos="936"/>
          <w:tab w:val="clear" w:pos="1440"/>
          <w:tab w:val="clear" w:pos="1800"/>
          <w:tab w:val="clear" w:pos="2880"/>
          <w:tab w:val="left" w:pos="900"/>
        </w:tabs>
        <w:ind w:left="446" w:firstLine="0"/>
      </w:pPr>
    </w:p>
    <w:p w:rsidR="004B1A4E" w:rsidRDefault="004B1A4E" w:rsidP="00271B0F">
      <w:pPr>
        <w:pStyle w:val="A1-Answer"/>
        <w:tabs>
          <w:tab w:val="clear" w:pos="936"/>
          <w:tab w:val="clear" w:pos="1440"/>
          <w:tab w:val="clear" w:pos="1800"/>
          <w:tab w:val="clear" w:pos="2880"/>
          <w:tab w:val="left" w:pos="900"/>
        </w:tabs>
        <w:ind w:left="446" w:firstLine="0"/>
        <w:sectPr w:rsidR="004B1A4E" w:rsidSect="00AB0307">
          <w:headerReference w:type="even" r:id="rId16"/>
          <w:pgSz w:w="12240" w:h="15840" w:code="1"/>
          <w:pgMar w:top="1080" w:right="1080" w:bottom="1080" w:left="1440" w:header="720" w:footer="720" w:gutter="0"/>
          <w:cols w:num="2" w:sep="1" w:space="720"/>
          <w:docGrid w:linePitch="360"/>
        </w:sectPr>
      </w:pPr>
    </w:p>
    <w:p w:rsidR="00DC2392" w:rsidRDefault="00DC2392" w:rsidP="00271B0F">
      <w:pPr>
        <w:pStyle w:val="A1-Answer"/>
        <w:tabs>
          <w:tab w:val="clear" w:pos="936"/>
          <w:tab w:val="clear" w:pos="1440"/>
          <w:tab w:val="clear" w:pos="1800"/>
          <w:tab w:val="clear" w:pos="2880"/>
          <w:tab w:val="left" w:pos="900"/>
        </w:tabs>
        <w:ind w:left="446" w:firstLine="0"/>
      </w:pPr>
    </w:p>
    <w:p w:rsidR="00DC2392" w:rsidRDefault="00DC2392" w:rsidP="00271B0F">
      <w:pPr>
        <w:pStyle w:val="A1-Answer"/>
        <w:tabs>
          <w:tab w:val="clear" w:pos="936"/>
          <w:tab w:val="clear" w:pos="1440"/>
          <w:tab w:val="clear" w:pos="1800"/>
          <w:tab w:val="clear" w:pos="2880"/>
          <w:tab w:val="left" w:pos="900"/>
        </w:tabs>
        <w:ind w:left="446" w:firstLine="0"/>
      </w:pPr>
    </w:p>
    <w:p w:rsidR="00DC2392" w:rsidRDefault="00DC2392" w:rsidP="00271B0F">
      <w:pPr>
        <w:pStyle w:val="A1-Answer"/>
        <w:tabs>
          <w:tab w:val="clear" w:pos="936"/>
          <w:tab w:val="clear" w:pos="1440"/>
          <w:tab w:val="clear" w:pos="1800"/>
          <w:tab w:val="clear" w:pos="2880"/>
          <w:tab w:val="left" w:pos="900"/>
        </w:tabs>
        <w:ind w:left="446" w:firstLine="0"/>
      </w:pPr>
    </w:p>
    <w:p w:rsidR="00561F72" w:rsidRPr="002167EE" w:rsidRDefault="00561F72" w:rsidP="00DC2392">
      <w:pPr>
        <w:pStyle w:val="A1-Answer"/>
        <w:tabs>
          <w:tab w:val="clear" w:pos="936"/>
          <w:tab w:val="clear" w:pos="1440"/>
          <w:tab w:val="clear" w:pos="1800"/>
          <w:tab w:val="clear" w:pos="2880"/>
          <w:tab w:val="left" w:pos="900"/>
        </w:tabs>
        <w:ind w:left="446" w:firstLine="0"/>
        <w:rPr>
          <w:u w:val="single"/>
        </w:rPr>
      </w:pPr>
    </w:p>
    <w:p w:rsidR="00DA561C" w:rsidRDefault="00DA561C" w:rsidP="002167EE">
      <w:pPr>
        <w:jc w:val="center"/>
        <w:rPr>
          <w:b/>
        </w:rPr>
      </w:pPr>
    </w:p>
    <w:p w:rsidR="007C2524" w:rsidRDefault="007C2524" w:rsidP="002167EE">
      <w:pPr>
        <w:jc w:val="center"/>
        <w:rPr>
          <w:b/>
        </w:rPr>
      </w:pPr>
    </w:p>
    <w:p w:rsidR="00DA561C" w:rsidRPr="00240CB5" w:rsidRDefault="00DA561C" w:rsidP="002167EE">
      <w:pPr>
        <w:jc w:val="center"/>
        <w:rPr>
          <w:b/>
          <w:sz w:val="28"/>
        </w:rPr>
      </w:pPr>
      <w:r>
        <w:rPr>
          <w:b/>
          <w:sz w:val="28"/>
        </w:rPr>
        <w:t>THANK YOU</w:t>
      </w:r>
    </w:p>
    <w:p w:rsidR="00940E9A" w:rsidRDefault="00DA561C" w:rsidP="002167EE">
      <w:pPr>
        <w:spacing w:before="120"/>
        <w:jc w:val="center"/>
        <w:rPr>
          <w:b/>
          <w:i/>
          <w:sz w:val="24"/>
        </w:rPr>
      </w:pPr>
      <w:r w:rsidRPr="00DC2392">
        <w:rPr>
          <w:b/>
          <w:i/>
          <w:sz w:val="24"/>
        </w:rPr>
        <w:t>Please return the completed survey in the postage-paid envelope.</w:t>
      </w:r>
    </w:p>
    <w:p w:rsidR="00DC2392" w:rsidRDefault="00DC2392" w:rsidP="002167EE">
      <w:pPr>
        <w:spacing w:before="120"/>
        <w:jc w:val="center"/>
        <w:rPr>
          <w:b/>
          <w:i/>
          <w:sz w:val="24"/>
        </w:rPr>
      </w:pPr>
    </w:p>
    <w:p w:rsidR="00DC2392" w:rsidRDefault="00DC2392" w:rsidP="002167EE">
      <w:pPr>
        <w:spacing w:before="120"/>
        <w:jc w:val="center"/>
        <w:rPr>
          <w:b/>
          <w:i/>
          <w:sz w:val="24"/>
        </w:rPr>
      </w:pPr>
    </w:p>
    <w:p w:rsidR="008C6BD3" w:rsidRDefault="008C6BD3" w:rsidP="002167EE">
      <w:pPr>
        <w:spacing w:before="120"/>
        <w:jc w:val="center"/>
        <w:rPr>
          <w:b/>
          <w:i/>
          <w:sz w:val="24"/>
        </w:rPr>
        <w:sectPr w:rsidR="008C6BD3" w:rsidSect="00AB0307">
          <w:type w:val="continuous"/>
          <w:pgSz w:w="12240" w:h="15840" w:code="1"/>
          <w:pgMar w:top="1080" w:right="1080" w:bottom="1080" w:left="1440" w:header="720" w:footer="720" w:gutter="0"/>
          <w:cols w:sep="1" w:space="720"/>
          <w:docGrid w:linePitch="360"/>
        </w:sectPr>
      </w:pPr>
    </w:p>
    <w:p w:rsidR="00DC2392" w:rsidRDefault="00DC2392" w:rsidP="00AB65F1"/>
    <w:p w:rsidR="00E33344" w:rsidRDefault="00E33344" w:rsidP="00AB65F1"/>
    <w:sectPr w:rsidR="00E33344" w:rsidSect="00AB0307">
      <w:headerReference w:type="even" r:id="rId17"/>
      <w:pgSz w:w="12240" w:h="15840" w:code="1"/>
      <w:pgMar w:top="1080" w:right="1080" w:bottom="1080" w:left="1440" w:header="720" w:footer="720" w:gutter="0"/>
      <w:cols w:sep="1"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5C4F" w:rsidRDefault="004F5C4F">
      <w:r>
        <w:separator/>
      </w:r>
    </w:p>
  </w:endnote>
  <w:endnote w:type="continuationSeparator" w:id="0">
    <w:p w:rsidR="004F5C4F" w:rsidRDefault="004F5C4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font188">
    <w:altName w:val="Times New Roman"/>
    <w:panose1 w:val="00000000000000000000"/>
    <w:charset w:val="00"/>
    <w:family w:val="auto"/>
    <w:notTrueType/>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Bold">
    <w:panose1 w:val="00000000000000000000"/>
    <w:charset w:val="00"/>
    <w:family w:val="roman"/>
    <w:notTrueType/>
    <w:pitch w:val="default"/>
    <w:sig w:usb0="00000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C4F" w:rsidRDefault="004F5C4F">
    <w:pPr>
      <w:pStyle w:val="Footer"/>
    </w:pPr>
    <w:r>
      <w:t>HEDIS 2013, Volume 3</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C4F" w:rsidRDefault="004F5C4F">
    <w:pPr>
      <w:pStyle w:val="Footer"/>
    </w:pPr>
    <w:r>
      <w:t>HEDIS 2013, Volume 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C4F" w:rsidRPr="004B1A4E" w:rsidRDefault="004F5C4F" w:rsidP="004B1A4E">
    <w:pPr>
      <w:pStyle w:val="Footer"/>
      <w:jc w:val="right"/>
      <w:rPr>
        <w:rStyle w:val="PageNumber"/>
      </w:rPr>
    </w:pPr>
    <w:r>
      <w:rPr>
        <w:rStyle w:val="PageNumber"/>
      </w:rPr>
      <w:t>HEDIS 2013, Volume 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5C4F" w:rsidRDefault="004F5C4F">
      <w:r>
        <w:separator/>
      </w:r>
    </w:p>
  </w:footnote>
  <w:footnote w:type="continuationSeparator" w:id="0">
    <w:p w:rsidR="004F5C4F" w:rsidRDefault="004F5C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C4F" w:rsidRDefault="004F5C4F" w:rsidP="00DA561C">
    <w:pPr>
      <w:pStyle w:val="Header"/>
      <w:tabs>
        <w:tab w:val="left" w:pos="720"/>
      </w:tabs>
    </w:pPr>
    <w:r>
      <w:t>3-</w:t>
    </w:r>
    <w:fldSimple w:instr=" PAGE ">
      <w:r>
        <w:rPr>
          <w:noProof/>
        </w:rPr>
        <w:t>2</w:t>
      </w:r>
    </w:fldSimple>
    <w:r>
      <w:tab/>
    </w:r>
    <w:r w:rsidRPr="003A1AAF">
      <w:t xml:space="preserve">Appendix </w:t>
    </w:r>
    <w:r>
      <w:t>3</w:t>
    </w:r>
    <w:r w:rsidRPr="003A1AAF">
      <w:t>—</w:t>
    </w:r>
    <w:r w:rsidRPr="00561F72">
      <w:t xml:space="preserve">CAHPS </w:t>
    </w:r>
    <w:r>
      <w:t>5</w:t>
    </w:r>
    <w:r w:rsidRPr="00561F72">
      <w:t>.0H Child Questionnaire (With CCC Measure)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C4F" w:rsidRDefault="004F5C4F" w:rsidP="00DA561C">
    <w:pPr>
      <w:pStyle w:val="Header"/>
      <w:tabs>
        <w:tab w:val="left" w:pos="720"/>
      </w:tabs>
    </w:pPr>
    <w:r>
      <w:t>3-</w:t>
    </w:r>
    <w:fldSimple w:instr=" PAGE ">
      <w:r>
        <w:rPr>
          <w:noProof/>
        </w:rPr>
        <w:t>2</w:t>
      </w:r>
    </w:fldSimple>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2611769"/>
      <w:docPartObj>
        <w:docPartGallery w:val="Page Numbers (Top of Page)"/>
        <w:docPartUnique/>
      </w:docPartObj>
    </w:sdtPr>
    <w:sdtContent>
      <w:p w:rsidR="004F5C4F" w:rsidRPr="004B1A4E" w:rsidRDefault="004F5C4F" w:rsidP="004B1A4E">
        <w:pPr>
          <w:pStyle w:val="Header"/>
          <w:jc w:val="right"/>
        </w:pPr>
        <w:r>
          <w:tab/>
          <w:t>Appendix 3—CAHPS 5.0H Child Questionnaire (With CCC Measure)</w:t>
        </w:r>
        <w:r>
          <w:tab/>
          <w:t>3-</w:t>
        </w:r>
        <w:fldSimple w:instr=" PAGE   \* MERGEFORMAT ">
          <w:r w:rsidR="007F5FD4">
            <w:rPr>
              <w:noProof/>
            </w:rPr>
            <w:t>5</w:t>
          </w:r>
        </w:fldSimple>
      </w:p>
    </w:sdtContent>
  </w:sdt>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C4F" w:rsidRDefault="004F5C4F" w:rsidP="00DA561C">
    <w:pPr>
      <w:pStyle w:val="Header"/>
      <w:tabs>
        <w:tab w:val="left" w:pos="720"/>
      </w:tabs>
    </w:pPr>
    <w:r>
      <w:t>3-</w:t>
    </w:r>
    <w:fldSimple w:instr=" PAGE ">
      <w:r>
        <w:rPr>
          <w:noProof/>
        </w:rPr>
        <w:t>6</w:t>
      </w:r>
    </w:fldSimple>
    <w:r>
      <w:tab/>
    </w:r>
    <w:r w:rsidRPr="004B1A4E">
      <w:t>Appendix 3—CAHPS 5.0H Child Questionnaire (With CCC Measure)</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C4F" w:rsidRDefault="004F5C4F" w:rsidP="00DA561C">
    <w:pPr>
      <w:pStyle w:val="Header"/>
      <w:tabs>
        <w:tab w:val="left" w:pos="720"/>
      </w:tabs>
    </w:pPr>
    <w:r>
      <w:t>3-</w:t>
    </w:r>
    <w:fldSimple w:instr=" PAGE ">
      <w:r>
        <w:rPr>
          <w:noProof/>
        </w:rPr>
        <w:t>16</w:t>
      </w:r>
    </w:fldSimple>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08EB8AA"/>
    <w:lvl w:ilvl="0">
      <w:start w:val="1"/>
      <w:numFmt w:val="decimal"/>
      <w:lvlText w:val="%1."/>
      <w:lvlJc w:val="left"/>
      <w:pPr>
        <w:tabs>
          <w:tab w:val="num" w:pos="1800"/>
        </w:tabs>
        <w:ind w:left="1800" w:hanging="360"/>
      </w:pPr>
    </w:lvl>
  </w:abstractNum>
  <w:abstractNum w:abstractNumId="1">
    <w:nsid w:val="FFFFFF7D"/>
    <w:multiLevelType w:val="singleLevel"/>
    <w:tmpl w:val="ACFA886C"/>
    <w:lvl w:ilvl="0">
      <w:start w:val="1"/>
      <w:numFmt w:val="decimal"/>
      <w:lvlText w:val="%1."/>
      <w:lvlJc w:val="left"/>
      <w:pPr>
        <w:tabs>
          <w:tab w:val="num" w:pos="1440"/>
        </w:tabs>
        <w:ind w:left="1440" w:hanging="360"/>
      </w:pPr>
    </w:lvl>
  </w:abstractNum>
  <w:abstractNum w:abstractNumId="2">
    <w:nsid w:val="FFFFFF7E"/>
    <w:multiLevelType w:val="singleLevel"/>
    <w:tmpl w:val="7D406798"/>
    <w:lvl w:ilvl="0">
      <w:start w:val="1"/>
      <w:numFmt w:val="decimal"/>
      <w:lvlText w:val="%1."/>
      <w:lvlJc w:val="left"/>
      <w:pPr>
        <w:tabs>
          <w:tab w:val="num" w:pos="1080"/>
        </w:tabs>
        <w:ind w:left="1080" w:hanging="360"/>
      </w:pPr>
    </w:lvl>
  </w:abstractNum>
  <w:abstractNum w:abstractNumId="3">
    <w:nsid w:val="FFFFFF7F"/>
    <w:multiLevelType w:val="singleLevel"/>
    <w:tmpl w:val="8BF4A54A"/>
    <w:lvl w:ilvl="0">
      <w:start w:val="1"/>
      <w:numFmt w:val="decimal"/>
      <w:lvlText w:val="%1."/>
      <w:lvlJc w:val="left"/>
      <w:pPr>
        <w:tabs>
          <w:tab w:val="num" w:pos="720"/>
        </w:tabs>
        <w:ind w:left="720" w:hanging="360"/>
      </w:pPr>
    </w:lvl>
  </w:abstractNum>
  <w:abstractNum w:abstractNumId="4">
    <w:nsid w:val="FFFFFF80"/>
    <w:multiLevelType w:val="singleLevel"/>
    <w:tmpl w:val="5546DC9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136E28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C1CAA7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27EA61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37E3D06"/>
    <w:lvl w:ilvl="0">
      <w:start w:val="1"/>
      <w:numFmt w:val="decimal"/>
      <w:lvlText w:val="%1."/>
      <w:lvlJc w:val="left"/>
      <w:pPr>
        <w:tabs>
          <w:tab w:val="num" w:pos="360"/>
        </w:tabs>
        <w:ind w:left="360" w:hanging="360"/>
      </w:pPr>
    </w:lvl>
  </w:abstractNum>
  <w:abstractNum w:abstractNumId="9">
    <w:nsid w:val="FFFFFF89"/>
    <w:multiLevelType w:val="singleLevel"/>
    <w:tmpl w:val="6B9A7F20"/>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7DF1FE0"/>
    <w:multiLevelType w:val="hybridMultilevel"/>
    <w:tmpl w:val="04C8C23C"/>
    <w:lvl w:ilvl="0" w:tplc="FFFFFFFF">
      <w:start w:val="1"/>
      <w:numFmt w:val="bullet"/>
      <w:lvlText w:val=""/>
      <w:lvlJc w:val="left"/>
      <w:pPr>
        <w:tabs>
          <w:tab w:val="num" w:pos="360"/>
        </w:tabs>
        <w:ind w:left="288" w:hanging="288"/>
      </w:pPr>
      <w:rPr>
        <w:rFonts w:ascii="Symbol" w:hAnsi="Symbol" w:hint="default"/>
      </w:rPr>
    </w:lvl>
    <w:lvl w:ilvl="1" w:tplc="FFFFFFFF" w:tentative="1">
      <w:start w:val="1"/>
      <w:numFmt w:val="bullet"/>
      <w:lvlText w:val="o"/>
      <w:lvlJc w:val="left"/>
      <w:pPr>
        <w:tabs>
          <w:tab w:val="num" w:pos="1368"/>
        </w:tabs>
        <w:ind w:left="1368" w:hanging="360"/>
      </w:pPr>
      <w:rPr>
        <w:rFonts w:ascii="Courier New" w:hAnsi="Courier New" w:cs="font188" w:hint="default"/>
      </w:rPr>
    </w:lvl>
    <w:lvl w:ilvl="2" w:tplc="FFFFFFFF" w:tentative="1">
      <w:start w:val="1"/>
      <w:numFmt w:val="bullet"/>
      <w:lvlText w:val=""/>
      <w:lvlJc w:val="left"/>
      <w:pPr>
        <w:tabs>
          <w:tab w:val="num" w:pos="2088"/>
        </w:tabs>
        <w:ind w:left="2088" w:hanging="360"/>
      </w:pPr>
      <w:rPr>
        <w:rFonts w:ascii="Wingdings" w:hAnsi="Wingdings" w:hint="default"/>
      </w:rPr>
    </w:lvl>
    <w:lvl w:ilvl="3" w:tplc="FFFFFFFF" w:tentative="1">
      <w:start w:val="1"/>
      <w:numFmt w:val="bullet"/>
      <w:lvlText w:val=""/>
      <w:lvlJc w:val="left"/>
      <w:pPr>
        <w:tabs>
          <w:tab w:val="num" w:pos="2808"/>
        </w:tabs>
        <w:ind w:left="2808" w:hanging="360"/>
      </w:pPr>
      <w:rPr>
        <w:rFonts w:ascii="Symbol" w:hAnsi="Symbol" w:hint="default"/>
      </w:rPr>
    </w:lvl>
    <w:lvl w:ilvl="4" w:tplc="FFFFFFFF" w:tentative="1">
      <w:start w:val="1"/>
      <w:numFmt w:val="bullet"/>
      <w:lvlText w:val="o"/>
      <w:lvlJc w:val="left"/>
      <w:pPr>
        <w:tabs>
          <w:tab w:val="num" w:pos="3528"/>
        </w:tabs>
        <w:ind w:left="3528" w:hanging="360"/>
      </w:pPr>
      <w:rPr>
        <w:rFonts w:ascii="Courier New" w:hAnsi="Courier New" w:cs="font188" w:hint="default"/>
      </w:rPr>
    </w:lvl>
    <w:lvl w:ilvl="5" w:tplc="FFFFFFFF" w:tentative="1">
      <w:start w:val="1"/>
      <w:numFmt w:val="bullet"/>
      <w:lvlText w:val=""/>
      <w:lvlJc w:val="left"/>
      <w:pPr>
        <w:tabs>
          <w:tab w:val="num" w:pos="4248"/>
        </w:tabs>
        <w:ind w:left="4248" w:hanging="360"/>
      </w:pPr>
      <w:rPr>
        <w:rFonts w:ascii="Wingdings" w:hAnsi="Wingdings" w:hint="default"/>
      </w:rPr>
    </w:lvl>
    <w:lvl w:ilvl="6" w:tplc="FFFFFFFF" w:tentative="1">
      <w:start w:val="1"/>
      <w:numFmt w:val="bullet"/>
      <w:lvlText w:val=""/>
      <w:lvlJc w:val="left"/>
      <w:pPr>
        <w:tabs>
          <w:tab w:val="num" w:pos="4968"/>
        </w:tabs>
        <w:ind w:left="4968" w:hanging="360"/>
      </w:pPr>
      <w:rPr>
        <w:rFonts w:ascii="Symbol" w:hAnsi="Symbol" w:hint="default"/>
      </w:rPr>
    </w:lvl>
    <w:lvl w:ilvl="7" w:tplc="FFFFFFFF" w:tentative="1">
      <w:start w:val="1"/>
      <w:numFmt w:val="bullet"/>
      <w:lvlText w:val="o"/>
      <w:lvlJc w:val="left"/>
      <w:pPr>
        <w:tabs>
          <w:tab w:val="num" w:pos="5688"/>
        </w:tabs>
        <w:ind w:left="5688" w:hanging="360"/>
      </w:pPr>
      <w:rPr>
        <w:rFonts w:ascii="Courier New" w:hAnsi="Courier New" w:cs="font188" w:hint="default"/>
      </w:rPr>
    </w:lvl>
    <w:lvl w:ilvl="8" w:tplc="FFFFFFFF" w:tentative="1">
      <w:start w:val="1"/>
      <w:numFmt w:val="bullet"/>
      <w:lvlText w:val=""/>
      <w:lvlJc w:val="left"/>
      <w:pPr>
        <w:tabs>
          <w:tab w:val="num" w:pos="6408"/>
        </w:tabs>
        <w:ind w:left="6408" w:hanging="360"/>
      </w:pPr>
      <w:rPr>
        <w:rFonts w:ascii="Wingdings" w:hAnsi="Wingdings" w:hint="default"/>
      </w:rPr>
    </w:lvl>
  </w:abstractNum>
  <w:abstractNum w:abstractNumId="12">
    <w:nsid w:val="0BC41019"/>
    <w:multiLevelType w:val="singleLevel"/>
    <w:tmpl w:val="8B68AAE8"/>
    <w:lvl w:ilvl="0">
      <w:start w:val="96"/>
      <w:numFmt w:val="decimal"/>
      <w:lvlText w:val="%1."/>
      <w:lvlJc w:val="left"/>
      <w:pPr>
        <w:tabs>
          <w:tab w:val="num" w:pos="570"/>
        </w:tabs>
        <w:ind w:left="570" w:hanging="570"/>
      </w:pPr>
      <w:rPr>
        <w:rFonts w:hint="default"/>
      </w:rPr>
    </w:lvl>
  </w:abstractNum>
  <w:abstractNum w:abstractNumId="13">
    <w:nsid w:val="141634E1"/>
    <w:multiLevelType w:val="hybridMultilevel"/>
    <w:tmpl w:val="A2D68078"/>
    <w:lvl w:ilvl="0" w:tplc="707CB0F4">
      <w:start w:val="1"/>
      <w:numFmt w:val="bullet"/>
      <w:pStyle w:val="TableDash"/>
      <w:lvlText w:val="–"/>
      <w:lvlJc w:val="left"/>
      <w:pPr>
        <w:tabs>
          <w:tab w:val="num" w:pos="432"/>
        </w:tabs>
        <w:ind w:left="43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8163AC4"/>
    <w:multiLevelType w:val="hybridMultilevel"/>
    <w:tmpl w:val="415A83FA"/>
    <w:lvl w:ilvl="0" w:tplc="BFB07F1E">
      <w:start w:val="1"/>
      <w:numFmt w:val="bullet"/>
      <w:pStyle w:val="Dash"/>
      <w:lvlText w:val="–"/>
      <w:lvlJc w:val="left"/>
      <w:pPr>
        <w:tabs>
          <w:tab w:val="num" w:pos="792"/>
        </w:tabs>
        <w:ind w:left="79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B914FBF"/>
    <w:multiLevelType w:val="hybridMultilevel"/>
    <w:tmpl w:val="25628A82"/>
    <w:lvl w:ilvl="0" w:tplc="46CECBE2">
      <w:start w:val="1"/>
      <w:numFmt w:val="bullet"/>
      <w:pStyle w:val="ProcessDash"/>
      <w:lvlText w:val="–"/>
      <w:lvlJc w:val="left"/>
      <w:pPr>
        <w:tabs>
          <w:tab w:val="num" w:pos="432"/>
        </w:tabs>
        <w:ind w:left="43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B346E40"/>
    <w:multiLevelType w:val="hybridMultilevel"/>
    <w:tmpl w:val="588681AE"/>
    <w:lvl w:ilvl="0" w:tplc="2A3C8A1A">
      <w:start w:val="1"/>
      <w:numFmt w:val="bullet"/>
      <w:pStyle w:val="Table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66C709B"/>
    <w:multiLevelType w:val="hybridMultilevel"/>
    <w:tmpl w:val="51164F52"/>
    <w:lvl w:ilvl="0" w:tplc="D6E259D4">
      <w:start w:val="1"/>
      <w:numFmt w:val="bullet"/>
      <w:pStyle w:val="Process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A32050A"/>
    <w:multiLevelType w:val="hybridMultilevel"/>
    <w:tmpl w:val="136EBDBA"/>
    <w:lvl w:ilvl="0" w:tplc="84C4D046">
      <w:start w:val="1"/>
      <w:numFmt w:val="bullet"/>
      <w:pStyle w:val="Bullet"/>
      <w:lvlText w:val=""/>
      <w:lvlJc w:val="left"/>
      <w:pPr>
        <w:tabs>
          <w:tab w:val="num" w:pos="576"/>
        </w:tabs>
        <w:ind w:left="936" w:hanging="216"/>
      </w:pPr>
      <w:rPr>
        <w:rFonts w:ascii="Symbol" w:hAnsi="Symbol"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5B5F1800"/>
    <w:multiLevelType w:val="hybridMultilevel"/>
    <w:tmpl w:val="D2FA4FA6"/>
    <w:lvl w:ilvl="0" w:tplc="3F54E856">
      <w:start w:val="1"/>
      <w:numFmt w:val="bullet"/>
      <w:lvlText w:val=""/>
      <w:lvlJc w:val="left"/>
      <w:pPr>
        <w:tabs>
          <w:tab w:val="num" w:pos="360"/>
        </w:tabs>
        <w:ind w:left="360" w:hanging="360"/>
      </w:pPr>
      <w:rPr>
        <w:rFonts w:ascii="Symbol" w:hAnsi="Symbol" w:hint="default"/>
        <w:color w:val="333399"/>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lvlOverride w:ilvl="0">
      <w:lvl w:ilvl="0">
        <w:start w:val="1"/>
        <w:numFmt w:val="bullet"/>
        <w:lvlText w:val=""/>
        <w:legacy w:legacy="1" w:legacySpace="0" w:legacyIndent="360"/>
        <w:lvlJc w:val="left"/>
        <w:pPr>
          <w:ind w:left="360" w:hanging="360"/>
        </w:pPr>
        <w:rPr>
          <w:rFonts w:ascii="Symbol" w:hAnsi="Symbol" w:hint="default"/>
          <w:sz w:val="32"/>
        </w:rPr>
      </w:lvl>
    </w:lvlOverride>
  </w:num>
  <w:num w:numId="2">
    <w:abstractNumId w:val="18"/>
  </w:num>
  <w:num w:numId="3">
    <w:abstractNumId w:val="14"/>
  </w:num>
  <w:num w:numId="4">
    <w:abstractNumId w:val="16"/>
  </w:num>
  <w:num w:numId="5">
    <w:abstractNumId w:val="13"/>
  </w:num>
  <w:num w:numId="6">
    <w:abstractNumId w:val="17"/>
  </w:num>
  <w:num w:numId="7">
    <w:abstractNumId w:val="15"/>
  </w:num>
  <w:num w:numId="8">
    <w:abstractNumId w:val="12"/>
  </w:num>
  <w:num w:numId="9">
    <w:abstractNumId w:val="19"/>
  </w:num>
  <w:num w:numId="10">
    <w:abstractNumId w:val="11"/>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mirrorMargins/>
  <w:hideSpellingErrors/>
  <w:hideGrammaticalErrors/>
  <w:proofState w:spelling="clean"/>
  <w:attachedTemplate r:id="rId1"/>
  <w:stylePaneFormatFilter w:val="3F01"/>
  <w:doNotTrackFormatting/>
  <w:defaultTabStop w:val="720"/>
  <w:evenAndOddHeaders/>
  <w:drawingGridHorizontalSpacing w:val="78"/>
  <w:displayHorizontalDrawingGridEvery w:val="2"/>
  <w:displayVerticalDrawingGridEvery w:val="2"/>
  <w:characterSpacingControl w:val="doNotCompress"/>
  <w:hdrShapeDefaults>
    <o:shapedefaults v:ext="edit" spidmax="74753"/>
  </w:hdrShapeDefaults>
  <w:footnotePr>
    <w:footnote w:id="-1"/>
    <w:footnote w:id="0"/>
  </w:footnotePr>
  <w:endnotePr>
    <w:endnote w:id="-1"/>
    <w:endnote w:id="0"/>
  </w:endnotePr>
  <w:compat/>
  <w:rsids>
    <w:rsidRoot w:val="00DA561C"/>
    <w:rsid w:val="0000244A"/>
    <w:rsid w:val="00004D23"/>
    <w:rsid w:val="00006C9E"/>
    <w:rsid w:val="00046B6B"/>
    <w:rsid w:val="00054C6E"/>
    <w:rsid w:val="00061762"/>
    <w:rsid w:val="00071DEC"/>
    <w:rsid w:val="000804E1"/>
    <w:rsid w:val="00082E8D"/>
    <w:rsid w:val="00092715"/>
    <w:rsid w:val="000B034E"/>
    <w:rsid w:val="000B314A"/>
    <w:rsid w:val="000B67E3"/>
    <w:rsid w:val="000C2BE1"/>
    <w:rsid w:val="000C7744"/>
    <w:rsid w:val="000E7052"/>
    <w:rsid w:val="00140853"/>
    <w:rsid w:val="001414E5"/>
    <w:rsid w:val="001442CD"/>
    <w:rsid w:val="00170481"/>
    <w:rsid w:val="001771DF"/>
    <w:rsid w:val="001A1454"/>
    <w:rsid w:val="001A6501"/>
    <w:rsid w:val="001A68B3"/>
    <w:rsid w:val="001C154D"/>
    <w:rsid w:val="001D298E"/>
    <w:rsid w:val="001D68FC"/>
    <w:rsid w:val="001E03DF"/>
    <w:rsid w:val="001F3D0C"/>
    <w:rsid w:val="001F4F79"/>
    <w:rsid w:val="00206E23"/>
    <w:rsid w:val="00210714"/>
    <w:rsid w:val="002167EE"/>
    <w:rsid w:val="00231D67"/>
    <w:rsid w:val="00232708"/>
    <w:rsid w:val="00235F0F"/>
    <w:rsid w:val="00240CB5"/>
    <w:rsid w:val="00260DC4"/>
    <w:rsid w:val="0026375B"/>
    <w:rsid w:val="002663FD"/>
    <w:rsid w:val="00267E86"/>
    <w:rsid w:val="00271B0F"/>
    <w:rsid w:val="00290CB8"/>
    <w:rsid w:val="00297D7B"/>
    <w:rsid w:val="002D54AE"/>
    <w:rsid w:val="002D74B1"/>
    <w:rsid w:val="002E453E"/>
    <w:rsid w:val="002F42BC"/>
    <w:rsid w:val="0031026F"/>
    <w:rsid w:val="00315B5A"/>
    <w:rsid w:val="00330FCC"/>
    <w:rsid w:val="00335F55"/>
    <w:rsid w:val="003609AD"/>
    <w:rsid w:val="00364D57"/>
    <w:rsid w:val="00373E1D"/>
    <w:rsid w:val="00376320"/>
    <w:rsid w:val="00380BC7"/>
    <w:rsid w:val="00382460"/>
    <w:rsid w:val="003867B0"/>
    <w:rsid w:val="00392F2F"/>
    <w:rsid w:val="003A3BE6"/>
    <w:rsid w:val="003D12B0"/>
    <w:rsid w:val="003E3CB8"/>
    <w:rsid w:val="003F48A5"/>
    <w:rsid w:val="004241BA"/>
    <w:rsid w:val="00450386"/>
    <w:rsid w:val="00452B46"/>
    <w:rsid w:val="00461323"/>
    <w:rsid w:val="0046200B"/>
    <w:rsid w:val="00464361"/>
    <w:rsid w:val="00465CD1"/>
    <w:rsid w:val="004804ED"/>
    <w:rsid w:val="004940F8"/>
    <w:rsid w:val="004955CD"/>
    <w:rsid w:val="004A36F5"/>
    <w:rsid w:val="004B1A4E"/>
    <w:rsid w:val="004C44B0"/>
    <w:rsid w:val="004C6AF3"/>
    <w:rsid w:val="004D434B"/>
    <w:rsid w:val="004D60C6"/>
    <w:rsid w:val="004D74FA"/>
    <w:rsid w:val="004E0C60"/>
    <w:rsid w:val="004E0CC7"/>
    <w:rsid w:val="004E7870"/>
    <w:rsid w:val="004F5C4F"/>
    <w:rsid w:val="004F7380"/>
    <w:rsid w:val="00511739"/>
    <w:rsid w:val="005128E0"/>
    <w:rsid w:val="00514A98"/>
    <w:rsid w:val="00537767"/>
    <w:rsid w:val="005400A2"/>
    <w:rsid w:val="00544B1C"/>
    <w:rsid w:val="00550D5C"/>
    <w:rsid w:val="00560382"/>
    <w:rsid w:val="00561F72"/>
    <w:rsid w:val="00593100"/>
    <w:rsid w:val="00594365"/>
    <w:rsid w:val="005C4417"/>
    <w:rsid w:val="005E40D1"/>
    <w:rsid w:val="005F2455"/>
    <w:rsid w:val="005F3173"/>
    <w:rsid w:val="005F3852"/>
    <w:rsid w:val="0060608B"/>
    <w:rsid w:val="00623F59"/>
    <w:rsid w:val="00626155"/>
    <w:rsid w:val="0064398E"/>
    <w:rsid w:val="0065068F"/>
    <w:rsid w:val="00656D86"/>
    <w:rsid w:val="006672AD"/>
    <w:rsid w:val="006716D8"/>
    <w:rsid w:val="00672F82"/>
    <w:rsid w:val="00674B79"/>
    <w:rsid w:val="00677DB2"/>
    <w:rsid w:val="0068280E"/>
    <w:rsid w:val="006863EC"/>
    <w:rsid w:val="00695806"/>
    <w:rsid w:val="006A6BC9"/>
    <w:rsid w:val="006A78FB"/>
    <w:rsid w:val="006A7D7C"/>
    <w:rsid w:val="006B792D"/>
    <w:rsid w:val="006E10E2"/>
    <w:rsid w:val="006E3406"/>
    <w:rsid w:val="00713FC1"/>
    <w:rsid w:val="00723E90"/>
    <w:rsid w:val="0072664A"/>
    <w:rsid w:val="00747550"/>
    <w:rsid w:val="00747DFA"/>
    <w:rsid w:val="00761A66"/>
    <w:rsid w:val="00780B76"/>
    <w:rsid w:val="00782B0A"/>
    <w:rsid w:val="007830B0"/>
    <w:rsid w:val="007925F3"/>
    <w:rsid w:val="007945B1"/>
    <w:rsid w:val="007A46FB"/>
    <w:rsid w:val="007A7687"/>
    <w:rsid w:val="007A77AA"/>
    <w:rsid w:val="007B4185"/>
    <w:rsid w:val="007C2524"/>
    <w:rsid w:val="007C3AEB"/>
    <w:rsid w:val="007C3BBD"/>
    <w:rsid w:val="007F5FD4"/>
    <w:rsid w:val="0080133B"/>
    <w:rsid w:val="0080475F"/>
    <w:rsid w:val="00811A00"/>
    <w:rsid w:val="00815BBE"/>
    <w:rsid w:val="00815CD0"/>
    <w:rsid w:val="00827B3F"/>
    <w:rsid w:val="00832F5A"/>
    <w:rsid w:val="00873326"/>
    <w:rsid w:val="0088263B"/>
    <w:rsid w:val="00883EA4"/>
    <w:rsid w:val="008915BF"/>
    <w:rsid w:val="00893104"/>
    <w:rsid w:val="008932F2"/>
    <w:rsid w:val="008A0AA8"/>
    <w:rsid w:val="008A5A21"/>
    <w:rsid w:val="008B5D97"/>
    <w:rsid w:val="008C1C93"/>
    <w:rsid w:val="008C6598"/>
    <w:rsid w:val="008C6BD3"/>
    <w:rsid w:val="008E0B30"/>
    <w:rsid w:val="008E2E59"/>
    <w:rsid w:val="008E4CBC"/>
    <w:rsid w:val="008E59A0"/>
    <w:rsid w:val="008F0A10"/>
    <w:rsid w:val="00900D1C"/>
    <w:rsid w:val="00907A89"/>
    <w:rsid w:val="00911D41"/>
    <w:rsid w:val="0093247D"/>
    <w:rsid w:val="00935D59"/>
    <w:rsid w:val="00936CC9"/>
    <w:rsid w:val="00940537"/>
    <w:rsid w:val="00940E9A"/>
    <w:rsid w:val="00951829"/>
    <w:rsid w:val="00952A7E"/>
    <w:rsid w:val="00960F79"/>
    <w:rsid w:val="009770E0"/>
    <w:rsid w:val="0098127F"/>
    <w:rsid w:val="00990B99"/>
    <w:rsid w:val="009B1966"/>
    <w:rsid w:val="009B549F"/>
    <w:rsid w:val="009B6602"/>
    <w:rsid w:val="009C5FC5"/>
    <w:rsid w:val="009D72B5"/>
    <w:rsid w:val="00A05222"/>
    <w:rsid w:val="00A57262"/>
    <w:rsid w:val="00A62A72"/>
    <w:rsid w:val="00A65005"/>
    <w:rsid w:val="00A77129"/>
    <w:rsid w:val="00A83C86"/>
    <w:rsid w:val="00A955EE"/>
    <w:rsid w:val="00AA0ECE"/>
    <w:rsid w:val="00AA49FF"/>
    <w:rsid w:val="00AB0307"/>
    <w:rsid w:val="00AB0CB3"/>
    <w:rsid w:val="00AB5EE1"/>
    <w:rsid w:val="00AB65F1"/>
    <w:rsid w:val="00AC2E57"/>
    <w:rsid w:val="00AC4AE9"/>
    <w:rsid w:val="00AC68FD"/>
    <w:rsid w:val="00AD5326"/>
    <w:rsid w:val="00AD71AB"/>
    <w:rsid w:val="00AD77A3"/>
    <w:rsid w:val="00AE3BC9"/>
    <w:rsid w:val="00AF2897"/>
    <w:rsid w:val="00AF3151"/>
    <w:rsid w:val="00AF6355"/>
    <w:rsid w:val="00AF7011"/>
    <w:rsid w:val="00B1040F"/>
    <w:rsid w:val="00B14A05"/>
    <w:rsid w:val="00B20B5B"/>
    <w:rsid w:val="00B37F4D"/>
    <w:rsid w:val="00B43475"/>
    <w:rsid w:val="00B519EC"/>
    <w:rsid w:val="00B61FAC"/>
    <w:rsid w:val="00B62C75"/>
    <w:rsid w:val="00B74D87"/>
    <w:rsid w:val="00B83145"/>
    <w:rsid w:val="00B87938"/>
    <w:rsid w:val="00B9471F"/>
    <w:rsid w:val="00B97D90"/>
    <w:rsid w:val="00BA50AC"/>
    <w:rsid w:val="00BB467A"/>
    <w:rsid w:val="00BE250E"/>
    <w:rsid w:val="00C05213"/>
    <w:rsid w:val="00C2149F"/>
    <w:rsid w:val="00C472FE"/>
    <w:rsid w:val="00C60183"/>
    <w:rsid w:val="00C637AA"/>
    <w:rsid w:val="00C67EE1"/>
    <w:rsid w:val="00C705D9"/>
    <w:rsid w:val="00C877FA"/>
    <w:rsid w:val="00C92AB3"/>
    <w:rsid w:val="00CA15DE"/>
    <w:rsid w:val="00CA2CF3"/>
    <w:rsid w:val="00CA566B"/>
    <w:rsid w:val="00CA7C30"/>
    <w:rsid w:val="00CB71BF"/>
    <w:rsid w:val="00D00C62"/>
    <w:rsid w:val="00D26F91"/>
    <w:rsid w:val="00D27AC1"/>
    <w:rsid w:val="00D338B5"/>
    <w:rsid w:val="00D37271"/>
    <w:rsid w:val="00D41555"/>
    <w:rsid w:val="00D44A42"/>
    <w:rsid w:val="00D61066"/>
    <w:rsid w:val="00D73011"/>
    <w:rsid w:val="00DA1E7B"/>
    <w:rsid w:val="00DA3FFF"/>
    <w:rsid w:val="00DA561C"/>
    <w:rsid w:val="00DA5D51"/>
    <w:rsid w:val="00DA5E11"/>
    <w:rsid w:val="00DC18A3"/>
    <w:rsid w:val="00DC1A43"/>
    <w:rsid w:val="00DC2392"/>
    <w:rsid w:val="00DC7F8B"/>
    <w:rsid w:val="00DD1B80"/>
    <w:rsid w:val="00DE1796"/>
    <w:rsid w:val="00DE4C16"/>
    <w:rsid w:val="00DE597A"/>
    <w:rsid w:val="00DE6004"/>
    <w:rsid w:val="00DF6152"/>
    <w:rsid w:val="00E03A61"/>
    <w:rsid w:val="00E1279A"/>
    <w:rsid w:val="00E33344"/>
    <w:rsid w:val="00E40763"/>
    <w:rsid w:val="00E41E68"/>
    <w:rsid w:val="00E52AE3"/>
    <w:rsid w:val="00E53BC8"/>
    <w:rsid w:val="00E55CBE"/>
    <w:rsid w:val="00E60B9D"/>
    <w:rsid w:val="00E638E5"/>
    <w:rsid w:val="00E6730E"/>
    <w:rsid w:val="00E77557"/>
    <w:rsid w:val="00E96348"/>
    <w:rsid w:val="00E965C6"/>
    <w:rsid w:val="00EB029E"/>
    <w:rsid w:val="00EB3B02"/>
    <w:rsid w:val="00EB52C8"/>
    <w:rsid w:val="00ED124C"/>
    <w:rsid w:val="00ED56E6"/>
    <w:rsid w:val="00EE4E51"/>
    <w:rsid w:val="00EF2F23"/>
    <w:rsid w:val="00EF5FD8"/>
    <w:rsid w:val="00F00A80"/>
    <w:rsid w:val="00F01D8E"/>
    <w:rsid w:val="00F23D8E"/>
    <w:rsid w:val="00F30BAF"/>
    <w:rsid w:val="00F34A1C"/>
    <w:rsid w:val="00F373E1"/>
    <w:rsid w:val="00F425D1"/>
    <w:rsid w:val="00F43236"/>
    <w:rsid w:val="00F5127E"/>
    <w:rsid w:val="00F600BF"/>
    <w:rsid w:val="00F75426"/>
    <w:rsid w:val="00F75938"/>
    <w:rsid w:val="00F80C81"/>
    <w:rsid w:val="00FA0003"/>
    <w:rsid w:val="00FC7A9F"/>
    <w:rsid w:val="00FD7D2F"/>
    <w:rsid w:val="00FF24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B0307"/>
    <w:rPr>
      <w:rFonts w:ascii="Arial" w:hAnsi="Arial"/>
      <w:szCs w:val="24"/>
    </w:rPr>
  </w:style>
  <w:style w:type="paragraph" w:styleId="Heading1">
    <w:name w:val="heading 1"/>
    <w:aliases w:val="H1-Sec.Head,A Head"/>
    <w:basedOn w:val="Normal"/>
    <w:next w:val="Normal"/>
    <w:link w:val="Heading1Char"/>
    <w:qFormat/>
    <w:rsid w:val="00AB0307"/>
    <w:pPr>
      <w:keepNext/>
      <w:keepLines/>
      <w:spacing w:after="360"/>
      <w:jc w:val="center"/>
      <w:outlineLvl w:val="0"/>
    </w:pPr>
    <w:rPr>
      <w:rFonts w:ascii="Arial Bold" w:hAnsi="Arial Bold"/>
      <w:b/>
      <w:bCs/>
      <w:sz w:val="32"/>
      <w:szCs w:val="28"/>
    </w:rPr>
  </w:style>
  <w:style w:type="paragraph" w:styleId="Heading2">
    <w:name w:val="heading 2"/>
    <w:aliases w:val="H2-Sec. Head"/>
    <w:basedOn w:val="Normal"/>
    <w:next w:val="Normal"/>
    <w:link w:val="Heading2Char"/>
    <w:unhideWhenUsed/>
    <w:qFormat/>
    <w:rsid w:val="00AB0307"/>
    <w:pPr>
      <w:keepNext/>
      <w:keepLines/>
      <w:spacing w:after="360"/>
      <w:jc w:val="center"/>
      <w:outlineLvl w:val="1"/>
    </w:pPr>
    <w:rPr>
      <w:rFonts w:ascii="Times New Roman" w:hAnsi="Times New Roman"/>
      <w:b/>
      <w:bCs/>
      <w:i/>
      <w:sz w:val="28"/>
      <w:szCs w:val="26"/>
    </w:rPr>
  </w:style>
  <w:style w:type="paragraph" w:styleId="Heading3">
    <w:name w:val="heading 3"/>
    <w:aliases w:val="H3-Sec. Head"/>
    <w:basedOn w:val="Normal"/>
    <w:next w:val="Normal"/>
    <w:qFormat/>
    <w:rsid w:val="00AB0307"/>
    <w:pPr>
      <w:keepNext/>
      <w:spacing w:before="240" w:after="60"/>
      <w:outlineLvl w:val="2"/>
    </w:pPr>
    <w:rPr>
      <w:rFonts w:cs="Arial"/>
      <w:b/>
      <w:bCs/>
      <w:sz w:val="22"/>
      <w:szCs w:val="26"/>
    </w:rPr>
  </w:style>
  <w:style w:type="paragraph" w:styleId="Heading4">
    <w:name w:val="heading 4"/>
    <w:aliases w:val="H4 Sec.Heading"/>
    <w:basedOn w:val="Normal"/>
    <w:next w:val="Normal"/>
    <w:qFormat/>
    <w:rsid w:val="00561F72"/>
    <w:pPr>
      <w:keepNext/>
      <w:tabs>
        <w:tab w:val="left" w:pos="1152"/>
      </w:tabs>
      <w:spacing w:after="360" w:line="360" w:lineRule="atLeast"/>
      <w:ind w:left="1152" w:hanging="1152"/>
      <w:jc w:val="both"/>
      <w:outlineLvl w:val="3"/>
    </w:pPr>
    <w:rPr>
      <w:b/>
      <w:sz w:val="22"/>
      <w:szCs w:val="20"/>
    </w:rPr>
  </w:style>
  <w:style w:type="paragraph" w:styleId="Heading5">
    <w:name w:val="heading 5"/>
    <w:basedOn w:val="Normal"/>
    <w:next w:val="Normal"/>
    <w:qFormat/>
    <w:rsid w:val="00561F72"/>
    <w:pPr>
      <w:keepLines/>
      <w:spacing w:before="360" w:line="360" w:lineRule="atLeast"/>
      <w:jc w:val="center"/>
      <w:outlineLvl w:val="4"/>
    </w:pPr>
    <w:rPr>
      <w:sz w:val="22"/>
      <w:szCs w:val="20"/>
    </w:rPr>
  </w:style>
  <w:style w:type="paragraph" w:styleId="Heading6">
    <w:name w:val="heading 6"/>
    <w:basedOn w:val="Normal"/>
    <w:next w:val="Normal"/>
    <w:qFormat/>
    <w:rsid w:val="00561F72"/>
    <w:pPr>
      <w:keepNext/>
      <w:spacing w:before="240" w:line="240" w:lineRule="atLeast"/>
      <w:jc w:val="center"/>
      <w:outlineLvl w:val="5"/>
    </w:pPr>
    <w:rPr>
      <w:b/>
      <w:caps/>
      <w:sz w:val="22"/>
      <w:szCs w:val="20"/>
    </w:rPr>
  </w:style>
  <w:style w:type="paragraph" w:styleId="Heading7">
    <w:name w:val="heading 7"/>
    <w:basedOn w:val="Normal"/>
    <w:next w:val="Normal"/>
    <w:qFormat/>
    <w:rsid w:val="00561F72"/>
    <w:pPr>
      <w:spacing w:before="240" w:after="60" w:line="240" w:lineRule="atLeast"/>
      <w:jc w:val="both"/>
      <w:outlineLvl w:val="6"/>
    </w:pPr>
    <w:rPr>
      <w:sz w:val="22"/>
      <w:szCs w:val="20"/>
    </w:rPr>
  </w:style>
  <w:style w:type="paragraph" w:styleId="Heading8">
    <w:name w:val="heading 8"/>
    <w:basedOn w:val="Normal"/>
    <w:next w:val="Normal"/>
    <w:qFormat/>
    <w:rsid w:val="00DA561C"/>
    <w:pPr>
      <w:keepNext/>
      <w:outlineLvl w:val="7"/>
    </w:pPr>
    <w:rPr>
      <w:b/>
      <w:sz w:val="22"/>
    </w:rPr>
  </w:style>
  <w:style w:type="paragraph" w:styleId="Heading9">
    <w:name w:val="heading 9"/>
    <w:basedOn w:val="Normal"/>
    <w:next w:val="Normal"/>
    <w:qFormat/>
    <w:rsid w:val="00561F72"/>
    <w:pPr>
      <w:keepNext/>
      <w:spacing w:line="240" w:lineRule="atLeast"/>
      <w:jc w:val="both"/>
      <w:outlineLvl w:val="8"/>
    </w:pPr>
    <w:rPr>
      <w:b/>
      <w:snapToGrid w:val="0"/>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Text">
    <w:name w:val="Question Text"/>
    <w:basedOn w:val="Question"/>
    <w:rsid w:val="00DA561C"/>
    <w:pPr>
      <w:spacing w:before="120"/>
      <w:ind w:left="0" w:firstLine="0"/>
    </w:pPr>
  </w:style>
  <w:style w:type="paragraph" w:customStyle="1" w:styleId="Question">
    <w:name w:val="Question"/>
    <w:basedOn w:val="Normal"/>
    <w:rsid w:val="00AF3151"/>
    <w:pPr>
      <w:widowControl w:val="0"/>
      <w:tabs>
        <w:tab w:val="left" w:pos="446"/>
      </w:tabs>
      <w:spacing w:before="240"/>
      <w:ind w:left="446" w:hanging="446"/>
    </w:pPr>
    <w:rPr>
      <w:b/>
      <w:sz w:val="24"/>
    </w:rPr>
  </w:style>
  <w:style w:type="paragraph" w:styleId="Header">
    <w:name w:val="header"/>
    <w:link w:val="HeaderChar"/>
    <w:rsid w:val="00AB0307"/>
    <w:pPr>
      <w:pBdr>
        <w:bottom w:val="single" w:sz="6" w:space="1" w:color="auto"/>
      </w:pBdr>
      <w:tabs>
        <w:tab w:val="right" w:pos="9000"/>
        <w:tab w:val="right" w:pos="9720"/>
      </w:tabs>
      <w:spacing w:before="120" w:after="360"/>
    </w:pPr>
    <w:rPr>
      <w:rFonts w:ascii="Arial" w:hAnsi="Arial"/>
      <w:b/>
      <w:i/>
      <w:szCs w:val="24"/>
    </w:rPr>
  </w:style>
  <w:style w:type="paragraph" w:styleId="Footer">
    <w:name w:val="footer"/>
    <w:basedOn w:val="Normal"/>
    <w:rsid w:val="00AB0307"/>
    <w:pPr>
      <w:pBdr>
        <w:top w:val="single" w:sz="8" w:space="1" w:color="auto"/>
      </w:pBdr>
      <w:tabs>
        <w:tab w:val="right" w:pos="9720"/>
      </w:tabs>
      <w:spacing w:before="240" w:after="120" w:line="260" w:lineRule="exact"/>
    </w:pPr>
    <w:rPr>
      <w:b/>
      <w:szCs w:val="20"/>
    </w:rPr>
  </w:style>
  <w:style w:type="paragraph" w:customStyle="1" w:styleId="SectionHead">
    <w:name w:val="Section Head"/>
    <w:basedOn w:val="Heading1"/>
    <w:rsid w:val="00DA561C"/>
    <w:pPr>
      <w:spacing w:after="240"/>
    </w:pPr>
    <w:rPr>
      <w:bCs w:val="0"/>
      <w:kern w:val="28"/>
      <w:szCs w:val="24"/>
    </w:rPr>
  </w:style>
  <w:style w:type="paragraph" w:customStyle="1" w:styleId="AnswerText">
    <w:name w:val="Answer Text"/>
    <w:basedOn w:val="Normal"/>
    <w:link w:val="AnswerTextChar"/>
    <w:rsid w:val="00DA561C"/>
    <w:pPr>
      <w:widowControl w:val="0"/>
      <w:tabs>
        <w:tab w:val="left" w:pos="994"/>
        <w:tab w:val="left" w:pos="1627"/>
        <w:tab w:val="left" w:pos="2074"/>
      </w:tabs>
      <w:ind w:left="547"/>
    </w:pPr>
  </w:style>
  <w:style w:type="character" w:customStyle="1" w:styleId="AnswerTextChar">
    <w:name w:val="Answer Text Char"/>
    <w:basedOn w:val="DefaultParagraphFont"/>
    <w:link w:val="AnswerText"/>
    <w:rsid w:val="00DA561C"/>
    <w:rPr>
      <w:rFonts w:ascii="Arial" w:hAnsi="Arial"/>
      <w:sz w:val="24"/>
      <w:szCs w:val="24"/>
      <w:lang w:val="en-US" w:eastAsia="en-US" w:bidi="ar-SA"/>
    </w:rPr>
  </w:style>
  <w:style w:type="paragraph" w:customStyle="1" w:styleId="ColumnHead">
    <w:name w:val="Column Head"/>
    <w:basedOn w:val="Normal"/>
    <w:rsid w:val="00DA561C"/>
    <w:pPr>
      <w:pBdr>
        <w:bottom w:val="single" w:sz="12" w:space="1" w:color="auto"/>
      </w:pBdr>
      <w:jc w:val="center"/>
    </w:pPr>
    <w:rPr>
      <w:b/>
      <w:sz w:val="26"/>
    </w:rPr>
  </w:style>
  <w:style w:type="character" w:styleId="PageNumber">
    <w:name w:val="page number"/>
    <w:basedOn w:val="DefaultParagraphFont"/>
    <w:rsid w:val="00DA561C"/>
  </w:style>
  <w:style w:type="paragraph" w:customStyle="1" w:styleId="Answer">
    <w:name w:val="Answer"/>
    <w:basedOn w:val="Normal"/>
    <w:rsid w:val="00DA561C"/>
    <w:pPr>
      <w:widowControl w:val="0"/>
      <w:numPr>
        <w:ilvl w:val="12"/>
      </w:numPr>
      <w:tabs>
        <w:tab w:val="left" w:pos="990"/>
        <w:tab w:val="left" w:pos="1620"/>
        <w:tab w:val="left" w:pos="2070"/>
      </w:tabs>
      <w:ind w:left="540"/>
    </w:pPr>
  </w:style>
  <w:style w:type="paragraph" w:customStyle="1" w:styleId="NormalArial">
    <w:name w:val="Normal + Arial"/>
    <w:aliases w:val="24 pt,Bold,Right,Before:  12 pt,After:  12 pt"/>
    <w:basedOn w:val="Normal"/>
    <w:rsid w:val="00DA561C"/>
    <w:pPr>
      <w:spacing w:before="240" w:after="240"/>
      <w:jc w:val="right"/>
    </w:pPr>
    <w:rPr>
      <w:b/>
      <w:sz w:val="48"/>
    </w:rPr>
  </w:style>
  <w:style w:type="paragraph" w:customStyle="1" w:styleId="SL-FlLftSg">
    <w:name w:val="SL-Fl Lft Sg"/>
    <w:rsid w:val="00DA561C"/>
    <w:pPr>
      <w:suppressAutoHyphens/>
    </w:pPr>
    <w:rPr>
      <w:rFonts w:ascii="Arial" w:hAnsi="Arial"/>
      <w:spacing w:val="-2"/>
      <w:sz w:val="24"/>
    </w:rPr>
  </w:style>
  <w:style w:type="paragraph" w:customStyle="1" w:styleId="C2-CtrSglS">
    <w:name w:val="C2-Ctr Sgl S"/>
    <w:rsid w:val="00DA561C"/>
    <w:pPr>
      <w:keepNext/>
      <w:keepLines/>
      <w:suppressAutoHyphens/>
      <w:jc w:val="center"/>
    </w:pPr>
    <w:rPr>
      <w:rFonts w:ascii="Arial" w:hAnsi="Arial"/>
      <w:sz w:val="24"/>
    </w:rPr>
  </w:style>
  <w:style w:type="paragraph" w:customStyle="1" w:styleId="SL-FlLftSgl">
    <w:name w:val="SL-Fl Lft Sgl"/>
    <w:rsid w:val="00DA561C"/>
    <w:pPr>
      <w:spacing w:line="240" w:lineRule="atLeast"/>
    </w:pPr>
    <w:rPr>
      <w:rFonts w:ascii="Arial" w:hAnsi="Arial"/>
      <w:b/>
      <w:sz w:val="24"/>
    </w:rPr>
  </w:style>
  <w:style w:type="paragraph" w:customStyle="1" w:styleId="A1-Answer">
    <w:name w:val="A1-Answer"/>
    <w:basedOn w:val="Normal"/>
    <w:link w:val="A1-AnswerChar"/>
    <w:rsid w:val="00780B76"/>
    <w:pPr>
      <w:widowControl w:val="0"/>
      <w:tabs>
        <w:tab w:val="left" w:pos="936"/>
        <w:tab w:val="left" w:pos="1440"/>
        <w:tab w:val="left" w:pos="1800"/>
        <w:tab w:val="left" w:pos="2880"/>
      </w:tabs>
      <w:spacing w:line="240" w:lineRule="atLeast"/>
      <w:ind w:left="1800" w:hanging="1224"/>
    </w:pPr>
    <w:rPr>
      <w:sz w:val="24"/>
    </w:rPr>
  </w:style>
  <w:style w:type="paragraph" w:customStyle="1" w:styleId="A3-HangingwBox">
    <w:name w:val="A3-Hanging w/Box"/>
    <w:basedOn w:val="A1-Answer"/>
    <w:rsid w:val="00DA561C"/>
    <w:pPr>
      <w:ind w:left="936" w:hanging="360"/>
    </w:pPr>
  </w:style>
  <w:style w:type="paragraph" w:customStyle="1" w:styleId="Q1">
    <w:name w:val="Q1"/>
    <w:rsid w:val="00DA561C"/>
    <w:pPr>
      <w:tabs>
        <w:tab w:val="left" w:pos="576"/>
      </w:tabs>
      <w:spacing w:after="120" w:line="240" w:lineRule="atLeast"/>
      <w:ind w:left="576" w:hanging="576"/>
    </w:pPr>
    <w:rPr>
      <w:rFonts w:ascii="Arial" w:hAnsi="Arial"/>
      <w:b/>
      <w:sz w:val="24"/>
    </w:rPr>
  </w:style>
  <w:style w:type="character" w:styleId="Strong">
    <w:name w:val="Strong"/>
    <w:basedOn w:val="DefaultParagraphFont"/>
    <w:qFormat/>
    <w:rsid w:val="00DA561C"/>
    <w:rPr>
      <w:b/>
      <w:bCs/>
    </w:rPr>
  </w:style>
  <w:style w:type="paragraph" w:customStyle="1" w:styleId="StyleAnswerTextBold">
    <w:name w:val="Style Answer Text + Bold"/>
    <w:basedOn w:val="AnswerText"/>
    <w:link w:val="StyleAnswerTextBoldChar"/>
    <w:rsid w:val="00DA561C"/>
    <w:rPr>
      <w:b/>
      <w:bCs/>
    </w:rPr>
  </w:style>
  <w:style w:type="character" w:customStyle="1" w:styleId="StyleAnswerTextBoldChar">
    <w:name w:val="Style Answer Text + Bold Char"/>
    <w:basedOn w:val="AnswerTextChar"/>
    <w:link w:val="StyleAnswerTextBold"/>
    <w:rsid w:val="00DA561C"/>
    <w:rPr>
      <w:b/>
      <w:bCs/>
    </w:rPr>
  </w:style>
  <w:style w:type="paragraph" w:customStyle="1" w:styleId="Body">
    <w:name w:val="Body"/>
    <w:rsid w:val="00AB0307"/>
    <w:pPr>
      <w:spacing w:before="180"/>
    </w:pPr>
    <w:rPr>
      <w:rFonts w:ascii="Arial" w:hAnsi="Arial"/>
      <w:szCs w:val="24"/>
    </w:rPr>
  </w:style>
  <w:style w:type="paragraph" w:customStyle="1" w:styleId="Bullet">
    <w:name w:val="Bullet"/>
    <w:rsid w:val="00AB0307"/>
    <w:pPr>
      <w:numPr>
        <w:numId w:val="2"/>
      </w:numPr>
      <w:tabs>
        <w:tab w:val="left" w:pos="576"/>
      </w:tabs>
      <w:spacing w:before="120"/>
      <w:ind w:left="576"/>
    </w:pPr>
    <w:rPr>
      <w:rFonts w:ascii="Arial" w:hAnsi="Arial"/>
      <w:szCs w:val="24"/>
    </w:rPr>
  </w:style>
  <w:style w:type="paragraph" w:customStyle="1" w:styleId="Dash">
    <w:name w:val="Dash"/>
    <w:rsid w:val="00AB0307"/>
    <w:pPr>
      <w:numPr>
        <w:numId w:val="3"/>
      </w:numPr>
      <w:spacing w:before="60"/>
    </w:pPr>
    <w:rPr>
      <w:rFonts w:ascii="Arial" w:hAnsi="Arial"/>
      <w:szCs w:val="24"/>
    </w:rPr>
  </w:style>
  <w:style w:type="paragraph" w:customStyle="1" w:styleId="StdHead">
    <w:name w:val="Std Head"/>
    <w:rsid w:val="00AB0307"/>
    <w:pPr>
      <w:pBdr>
        <w:top w:val="single" w:sz="6" w:space="2" w:color="auto"/>
        <w:left w:val="single" w:sz="6" w:space="2" w:color="auto"/>
        <w:bottom w:val="single" w:sz="6" w:space="2" w:color="auto"/>
        <w:right w:val="single" w:sz="6" w:space="2" w:color="auto"/>
      </w:pBdr>
      <w:shd w:val="clear" w:color="auto" w:fill="000000"/>
      <w:spacing w:before="360"/>
    </w:pPr>
    <w:rPr>
      <w:rFonts w:ascii="Arial" w:hAnsi="Arial"/>
      <w:b/>
      <w:color w:val="FFFFFF"/>
      <w:sz w:val="22"/>
      <w:szCs w:val="28"/>
    </w:rPr>
  </w:style>
  <w:style w:type="paragraph" w:customStyle="1" w:styleId="TableText">
    <w:name w:val="Table Text"/>
    <w:rsid w:val="00AB0307"/>
    <w:pPr>
      <w:spacing w:before="40" w:after="40" w:line="200" w:lineRule="exact"/>
    </w:pPr>
    <w:rPr>
      <w:rFonts w:ascii="Arial Narrow" w:hAnsi="Arial Narrow"/>
      <w:sz w:val="19"/>
      <w:szCs w:val="19"/>
    </w:rPr>
  </w:style>
  <w:style w:type="paragraph" w:customStyle="1" w:styleId="TableHead">
    <w:name w:val="Table Head"/>
    <w:rsid w:val="00AB0307"/>
    <w:pPr>
      <w:spacing w:before="40" w:after="40" w:line="200" w:lineRule="exact"/>
      <w:jc w:val="center"/>
    </w:pPr>
    <w:rPr>
      <w:rFonts w:ascii="Arial Narrow" w:hAnsi="Arial Narrow"/>
      <w:b/>
      <w:color w:val="FFFFFF"/>
    </w:rPr>
  </w:style>
  <w:style w:type="paragraph" w:customStyle="1" w:styleId="TableBullet">
    <w:name w:val="Table Bullet"/>
    <w:rsid w:val="00AB0307"/>
    <w:pPr>
      <w:numPr>
        <w:numId w:val="4"/>
      </w:numPr>
      <w:tabs>
        <w:tab w:val="clear" w:pos="216"/>
      </w:tabs>
      <w:spacing w:before="40" w:after="40" w:line="200" w:lineRule="exact"/>
      <w:ind w:left="158" w:hanging="158"/>
    </w:pPr>
    <w:rPr>
      <w:rFonts w:ascii="Arial Narrow" w:hAnsi="Arial Narrow"/>
      <w:sz w:val="19"/>
      <w:szCs w:val="24"/>
    </w:rPr>
  </w:style>
  <w:style w:type="paragraph" w:customStyle="1" w:styleId="TableDash">
    <w:name w:val="Table Dash"/>
    <w:rsid w:val="00AB0307"/>
    <w:pPr>
      <w:numPr>
        <w:numId w:val="5"/>
      </w:numPr>
      <w:tabs>
        <w:tab w:val="clear" w:pos="432"/>
        <w:tab w:val="left" w:pos="374"/>
      </w:tabs>
      <w:ind w:left="374" w:hanging="158"/>
    </w:pPr>
    <w:rPr>
      <w:rFonts w:ascii="Arial Narrow" w:hAnsi="Arial Narrow"/>
      <w:sz w:val="19"/>
      <w:szCs w:val="24"/>
    </w:rPr>
  </w:style>
  <w:style w:type="paragraph" w:customStyle="1" w:styleId="MarginHead">
    <w:name w:val="Margin Head"/>
    <w:rsid w:val="00AB0307"/>
    <w:pPr>
      <w:spacing w:before="180"/>
    </w:pPr>
    <w:rPr>
      <w:rFonts w:ascii="Arial" w:hAnsi="Arial"/>
      <w:b/>
      <w:sz w:val="22"/>
      <w:szCs w:val="24"/>
    </w:rPr>
  </w:style>
  <w:style w:type="paragraph" w:customStyle="1" w:styleId="MarginSubhead">
    <w:name w:val="Margin Subhead"/>
    <w:rsid w:val="00AB0307"/>
    <w:pPr>
      <w:spacing w:before="180"/>
      <w:ind w:left="216"/>
    </w:pPr>
    <w:rPr>
      <w:rFonts w:ascii="Arial" w:hAnsi="Arial"/>
      <w:b/>
      <w:szCs w:val="24"/>
    </w:rPr>
  </w:style>
  <w:style w:type="paragraph" w:customStyle="1" w:styleId="SubHead">
    <w:name w:val="Sub Head"/>
    <w:rsid w:val="00AB0307"/>
    <w:pPr>
      <w:pBdr>
        <w:bottom w:val="single" w:sz="6" w:space="2" w:color="auto"/>
      </w:pBdr>
      <w:spacing w:before="360"/>
    </w:pPr>
    <w:rPr>
      <w:rFonts w:ascii="Arial" w:hAnsi="Arial"/>
      <w:b/>
      <w:sz w:val="22"/>
      <w:szCs w:val="24"/>
    </w:rPr>
  </w:style>
  <w:style w:type="paragraph" w:customStyle="1" w:styleId="ProcessBullet">
    <w:name w:val="Process Bullet"/>
    <w:rsid w:val="00AB0307"/>
    <w:pPr>
      <w:numPr>
        <w:numId w:val="6"/>
      </w:numPr>
      <w:spacing w:before="120"/>
    </w:pPr>
    <w:rPr>
      <w:rFonts w:ascii="Arial" w:hAnsi="Arial"/>
      <w:szCs w:val="24"/>
    </w:rPr>
  </w:style>
  <w:style w:type="paragraph" w:customStyle="1" w:styleId="ProcessDash">
    <w:name w:val="Process Dash"/>
    <w:rsid w:val="00AB0307"/>
    <w:pPr>
      <w:numPr>
        <w:numId w:val="7"/>
      </w:numPr>
      <w:tabs>
        <w:tab w:val="clear" w:pos="432"/>
        <w:tab w:val="left" w:pos="216"/>
      </w:tabs>
      <w:spacing w:before="60"/>
    </w:pPr>
    <w:rPr>
      <w:rFonts w:ascii="Arial" w:hAnsi="Arial"/>
      <w:szCs w:val="24"/>
    </w:rPr>
  </w:style>
  <w:style w:type="paragraph" w:customStyle="1" w:styleId="Note">
    <w:name w:val="Note"/>
    <w:rsid w:val="00AB0307"/>
    <w:pPr>
      <w:spacing w:before="120"/>
    </w:pPr>
    <w:rPr>
      <w:rFonts w:ascii="Arial" w:hAnsi="Arial"/>
      <w:i/>
      <w:szCs w:val="24"/>
    </w:rPr>
  </w:style>
  <w:style w:type="paragraph" w:styleId="BodyText">
    <w:name w:val="Body Text"/>
    <w:basedOn w:val="Normal"/>
    <w:link w:val="BodyTextChar"/>
    <w:rsid w:val="00561F72"/>
    <w:pPr>
      <w:spacing w:after="120" w:line="240" w:lineRule="atLeast"/>
      <w:jc w:val="both"/>
    </w:pPr>
    <w:rPr>
      <w:sz w:val="22"/>
      <w:szCs w:val="20"/>
    </w:rPr>
  </w:style>
  <w:style w:type="paragraph" w:customStyle="1" w:styleId="IndentNormal">
    <w:name w:val="Indent Normal"/>
    <w:basedOn w:val="Normal"/>
    <w:next w:val="Normal"/>
    <w:rsid w:val="00561F72"/>
    <w:pPr>
      <w:spacing w:before="60" w:after="60" w:line="240" w:lineRule="atLeast"/>
      <w:ind w:left="720"/>
      <w:jc w:val="both"/>
    </w:pPr>
    <w:rPr>
      <w:sz w:val="22"/>
      <w:szCs w:val="20"/>
    </w:rPr>
  </w:style>
  <w:style w:type="paragraph" w:styleId="FootnoteText">
    <w:name w:val="footnote text"/>
    <w:aliases w:val="F1"/>
    <w:basedOn w:val="Normal"/>
    <w:semiHidden/>
    <w:rsid w:val="00561F72"/>
    <w:pPr>
      <w:tabs>
        <w:tab w:val="left" w:pos="120"/>
      </w:tabs>
      <w:spacing w:before="120" w:line="200" w:lineRule="atLeast"/>
      <w:ind w:left="115" w:hanging="115"/>
      <w:jc w:val="both"/>
    </w:pPr>
    <w:rPr>
      <w:sz w:val="16"/>
      <w:szCs w:val="20"/>
    </w:rPr>
  </w:style>
  <w:style w:type="paragraph" w:styleId="BodyTextIndent3">
    <w:name w:val="Body Text Indent 3"/>
    <w:basedOn w:val="Normal"/>
    <w:rsid w:val="00561F72"/>
    <w:pPr>
      <w:widowControl w:val="0"/>
      <w:tabs>
        <w:tab w:val="left" w:pos="540"/>
      </w:tabs>
      <w:spacing w:after="120" w:line="240" w:lineRule="atLeast"/>
      <w:ind w:left="547" w:hanging="547"/>
      <w:jc w:val="both"/>
    </w:pPr>
    <w:rPr>
      <w:b/>
      <w:sz w:val="22"/>
      <w:szCs w:val="20"/>
    </w:rPr>
  </w:style>
  <w:style w:type="paragraph" w:customStyle="1" w:styleId="A1-Box">
    <w:name w:val="A1-Box"/>
    <w:basedOn w:val="Normal"/>
    <w:rsid w:val="00561F72"/>
    <w:pPr>
      <w:tabs>
        <w:tab w:val="left" w:pos="1296"/>
        <w:tab w:val="right" w:pos="2160"/>
        <w:tab w:val="left" w:pos="2304"/>
      </w:tabs>
      <w:spacing w:line="240" w:lineRule="atLeast"/>
      <w:ind w:left="2304" w:hanging="1584"/>
      <w:jc w:val="both"/>
    </w:pPr>
    <w:rPr>
      <w:sz w:val="22"/>
      <w:szCs w:val="20"/>
    </w:rPr>
  </w:style>
  <w:style w:type="paragraph" w:customStyle="1" w:styleId="SH-SglSpHe">
    <w:name w:val="SH-Sgl Sp He"/>
    <w:rsid w:val="00561F72"/>
    <w:pPr>
      <w:keepNext/>
      <w:keepLines/>
      <w:pBdr>
        <w:bottom w:val="single" w:sz="12" w:space="1" w:color="auto"/>
      </w:pBdr>
      <w:suppressAutoHyphens/>
      <w:jc w:val="center"/>
    </w:pPr>
    <w:rPr>
      <w:rFonts w:ascii="Arial" w:hAnsi="Arial"/>
      <w:b/>
      <w:sz w:val="26"/>
    </w:rPr>
  </w:style>
  <w:style w:type="paragraph" w:customStyle="1" w:styleId="A2-Box-No">
    <w:name w:val="A2-Box-No #"/>
    <w:rsid w:val="00561F72"/>
    <w:pPr>
      <w:tabs>
        <w:tab w:val="left" w:pos="1296"/>
        <w:tab w:val="right" w:pos="2160"/>
        <w:tab w:val="left" w:pos="2304"/>
      </w:tabs>
      <w:ind w:left="1296" w:hanging="475"/>
    </w:pPr>
    <w:rPr>
      <w:rFonts w:ascii="Arial" w:hAnsi="Arial"/>
      <w:sz w:val="24"/>
    </w:rPr>
  </w:style>
  <w:style w:type="paragraph" w:customStyle="1" w:styleId="Item">
    <w:name w:val="Item"/>
    <w:basedOn w:val="Normal"/>
    <w:rsid w:val="00561F72"/>
    <w:pPr>
      <w:tabs>
        <w:tab w:val="left" w:pos="0"/>
        <w:tab w:val="left" w:pos="720"/>
        <w:tab w:val="left" w:pos="1584"/>
        <w:tab w:val="left" w:pos="2160"/>
      </w:tabs>
      <w:spacing w:after="240" w:line="240" w:lineRule="atLeast"/>
      <w:ind w:left="720" w:hanging="720"/>
      <w:jc w:val="both"/>
    </w:pPr>
    <w:rPr>
      <w:rFonts w:ascii="New York" w:hAnsi="New York"/>
      <w:sz w:val="22"/>
      <w:szCs w:val="20"/>
    </w:rPr>
  </w:style>
  <w:style w:type="paragraph" w:customStyle="1" w:styleId="blank">
    <w:name w:val="blank"/>
    <w:basedOn w:val="Normal"/>
    <w:rsid w:val="00561F72"/>
    <w:pPr>
      <w:tabs>
        <w:tab w:val="left" w:pos="1440"/>
      </w:tabs>
      <w:spacing w:line="240" w:lineRule="atLeast"/>
      <w:ind w:left="1541"/>
      <w:jc w:val="both"/>
    </w:pPr>
    <w:rPr>
      <w:sz w:val="22"/>
      <w:szCs w:val="20"/>
    </w:rPr>
  </w:style>
  <w:style w:type="paragraph" w:styleId="BodyTextIndent2">
    <w:name w:val="Body Text Indent 2"/>
    <w:basedOn w:val="Normal"/>
    <w:rsid w:val="00561F72"/>
    <w:pPr>
      <w:spacing w:after="120" w:line="480" w:lineRule="auto"/>
      <w:ind w:left="360"/>
      <w:jc w:val="both"/>
    </w:pPr>
    <w:rPr>
      <w:sz w:val="22"/>
      <w:szCs w:val="20"/>
    </w:rPr>
  </w:style>
  <w:style w:type="paragraph" w:styleId="BodyText2">
    <w:name w:val="Body Text 2"/>
    <w:basedOn w:val="Normal"/>
    <w:rsid w:val="00561F72"/>
    <w:pPr>
      <w:widowControl w:val="0"/>
      <w:tabs>
        <w:tab w:val="left" w:pos="540"/>
      </w:tabs>
      <w:spacing w:after="120" w:line="240" w:lineRule="atLeast"/>
      <w:ind w:left="547" w:hanging="547"/>
      <w:jc w:val="both"/>
    </w:pPr>
    <w:rPr>
      <w:b/>
      <w:sz w:val="22"/>
      <w:szCs w:val="20"/>
    </w:rPr>
  </w:style>
  <w:style w:type="paragraph" w:styleId="BodyTextIndent">
    <w:name w:val="Body Text Indent"/>
    <w:basedOn w:val="Normal"/>
    <w:link w:val="BodyTextIndentChar"/>
    <w:rsid w:val="00561F72"/>
    <w:pPr>
      <w:tabs>
        <w:tab w:val="left" w:pos="990"/>
        <w:tab w:val="left" w:pos="3060"/>
        <w:tab w:val="left" w:pos="3420"/>
      </w:tabs>
      <w:spacing w:line="240" w:lineRule="atLeast"/>
      <w:ind w:left="450" w:firstLine="90"/>
      <w:jc w:val="both"/>
    </w:pPr>
    <w:rPr>
      <w:b/>
      <w:sz w:val="22"/>
      <w:szCs w:val="20"/>
    </w:rPr>
  </w:style>
  <w:style w:type="paragraph" w:styleId="BodyText3">
    <w:name w:val="Body Text 3"/>
    <w:basedOn w:val="Normal"/>
    <w:rsid w:val="00561F72"/>
    <w:pPr>
      <w:spacing w:line="240" w:lineRule="atLeast"/>
      <w:jc w:val="both"/>
    </w:pPr>
    <w:rPr>
      <w:b/>
      <w:sz w:val="22"/>
      <w:szCs w:val="20"/>
    </w:rPr>
  </w:style>
  <w:style w:type="paragraph" w:styleId="Index1">
    <w:name w:val="index 1"/>
    <w:basedOn w:val="Normal"/>
    <w:next w:val="Normal"/>
    <w:autoRedefine/>
    <w:semiHidden/>
    <w:rsid w:val="00561F72"/>
    <w:pPr>
      <w:tabs>
        <w:tab w:val="right" w:leader="dot" w:pos="9360"/>
      </w:tabs>
      <w:spacing w:line="240" w:lineRule="atLeast"/>
      <w:ind w:left="1440" w:right="720" w:hanging="1440"/>
      <w:jc w:val="both"/>
    </w:pPr>
    <w:rPr>
      <w:sz w:val="22"/>
      <w:szCs w:val="20"/>
    </w:rPr>
  </w:style>
  <w:style w:type="paragraph" w:customStyle="1" w:styleId="A2-Underscore">
    <w:name w:val="A2-Underscore"/>
    <w:rsid w:val="00561F72"/>
    <w:pPr>
      <w:tabs>
        <w:tab w:val="right" w:leader="underscore" w:pos="4608"/>
      </w:tabs>
      <w:ind w:left="576"/>
    </w:pPr>
    <w:rPr>
      <w:rFonts w:ascii="Arial" w:hAnsi="Arial"/>
      <w:noProof/>
      <w:sz w:val="24"/>
    </w:rPr>
  </w:style>
  <w:style w:type="paragraph" w:customStyle="1" w:styleId="A3-Box-Left">
    <w:name w:val="A3-Box-Left"/>
    <w:rsid w:val="00561F72"/>
    <w:pPr>
      <w:tabs>
        <w:tab w:val="left" w:pos="1296"/>
        <w:tab w:val="left" w:pos="1728"/>
      </w:tabs>
      <w:ind w:left="1728" w:hanging="1008"/>
    </w:pPr>
    <w:rPr>
      <w:rFonts w:ascii="Arial" w:hAnsi="Arial"/>
      <w:sz w:val="24"/>
    </w:rPr>
  </w:style>
  <w:style w:type="paragraph" w:customStyle="1" w:styleId="A4-Left-No">
    <w:name w:val="A4-Left-No #"/>
    <w:rsid w:val="00561F72"/>
    <w:pPr>
      <w:tabs>
        <w:tab w:val="left" w:pos="1296"/>
      </w:tabs>
      <w:ind w:left="1296" w:hanging="576"/>
    </w:pPr>
    <w:rPr>
      <w:rFonts w:ascii="Arial" w:hAnsi="Arial"/>
      <w:sz w:val="24"/>
    </w:rPr>
  </w:style>
  <w:style w:type="character" w:customStyle="1" w:styleId="arrow">
    <w:name w:val="arrow"/>
    <w:basedOn w:val="DefaultParagraphFont"/>
    <w:rsid w:val="00561F72"/>
    <w:rPr>
      <w:rFonts w:ascii="Wingdings" w:hAnsi="Wingdings"/>
    </w:rPr>
  </w:style>
  <w:style w:type="paragraph" w:styleId="BlockText">
    <w:name w:val="Block Text"/>
    <w:basedOn w:val="Normal"/>
    <w:rsid w:val="00561F72"/>
    <w:pPr>
      <w:pBdr>
        <w:top w:val="single" w:sz="12" w:space="4" w:color="auto"/>
        <w:left w:val="single" w:sz="12" w:space="7" w:color="auto"/>
        <w:bottom w:val="single" w:sz="12" w:space="4" w:color="auto"/>
        <w:right w:val="single" w:sz="12" w:space="7" w:color="auto"/>
      </w:pBdr>
      <w:tabs>
        <w:tab w:val="left" w:pos="360"/>
        <w:tab w:val="left" w:pos="1800"/>
      </w:tabs>
      <w:spacing w:line="360" w:lineRule="atLeast"/>
      <w:ind w:left="288" w:right="288"/>
      <w:jc w:val="both"/>
    </w:pPr>
    <w:rPr>
      <w:b/>
      <w:i/>
      <w:sz w:val="22"/>
      <w:szCs w:val="20"/>
    </w:rPr>
  </w:style>
  <w:style w:type="character" w:customStyle="1" w:styleId="Box">
    <w:name w:val="Box"/>
    <w:basedOn w:val="DefaultParagraphFont"/>
    <w:rsid w:val="00561F72"/>
    <w:rPr>
      <w:rFonts w:ascii="Wingdings" w:hAnsi="Wingdings"/>
      <w:sz w:val="36"/>
    </w:rPr>
  </w:style>
  <w:style w:type="paragraph" w:customStyle="1" w:styleId="C1-CtrBoldHd">
    <w:name w:val="C1-Ctr BoldHd"/>
    <w:next w:val="PlainText"/>
    <w:rsid w:val="00561F72"/>
    <w:pPr>
      <w:keepNext/>
      <w:pBdr>
        <w:bottom w:val="single" w:sz="12" w:space="1" w:color="auto"/>
      </w:pBdr>
      <w:spacing w:after="240" w:line="240" w:lineRule="atLeast"/>
      <w:jc w:val="center"/>
    </w:pPr>
    <w:rPr>
      <w:rFonts w:ascii="Arial" w:hAnsi="Arial"/>
      <w:b/>
      <w:caps/>
      <w:sz w:val="26"/>
    </w:rPr>
  </w:style>
  <w:style w:type="paragraph" w:styleId="PlainText">
    <w:name w:val="Plain Text"/>
    <w:basedOn w:val="Normal"/>
    <w:rsid w:val="00561F72"/>
    <w:pPr>
      <w:spacing w:line="240" w:lineRule="atLeast"/>
      <w:jc w:val="both"/>
    </w:pPr>
    <w:rPr>
      <w:rFonts w:ascii="Courier New" w:hAnsi="Courier New"/>
      <w:szCs w:val="20"/>
    </w:rPr>
  </w:style>
  <w:style w:type="paragraph" w:customStyle="1" w:styleId="C2-CtrSglSp">
    <w:name w:val="C2-Ctr Sgl Sp"/>
    <w:rsid w:val="00561F72"/>
    <w:pPr>
      <w:keepLines/>
      <w:spacing w:line="240" w:lineRule="atLeast"/>
      <w:jc w:val="center"/>
    </w:pPr>
    <w:rPr>
      <w:sz w:val="22"/>
    </w:rPr>
  </w:style>
  <w:style w:type="paragraph" w:customStyle="1" w:styleId="C3-CtrSp12">
    <w:name w:val="C3-Ctr Sp&amp;1/2"/>
    <w:rsid w:val="00561F72"/>
    <w:pPr>
      <w:keepLines/>
      <w:spacing w:line="360" w:lineRule="atLeast"/>
      <w:jc w:val="center"/>
    </w:pPr>
    <w:rPr>
      <w:sz w:val="22"/>
    </w:rPr>
  </w:style>
  <w:style w:type="paragraph" w:customStyle="1" w:styleId="E1-Equation">
    <w:name w:val="E1-Equation"/>
    <w:rsid w:val="00561F72"/>
    <w:pPr>
      <w:tabs>
        <w:tab w:val="center" w:pos="4680"/>
        <w:tab w:val="right" w:pos="9360"/>
      </w:tabs>
      <w:spacing w:line="240" w:lineRule="atLeast"/>
      <w:jc w:val="both"/>
    </w:pPr>
    <w:rPr>
      <w:sz w:val="22"/>
    </w:rPr>
  </w:style>
  <w:style w:type="paragraph" w:customStyle="1" w:styleId="E2-Equation">
    <w:name w:val="E2-Equation"/>
    <w:basedOn w:val="E1-Equation"/>
    <w:rsid w:val="00561F72"/>
    <w:pPr>
      <w:tabs>
        <w:tab w:val="clear" w:pos="4680"/>
        <w:tab w:val="clear" w:pos="9360"/>
        <w:tab w:val="right" w:pos="1152"/>
        <w:tab w:val="center" w:pos="1440"/>
        <w:tab w:val="left" w:pos="1728"/>
      </w:tabs>
      <w:ind w:left="1728" w:hanging="1728"/>
    </w:pPr>
  </w:style>
  <w:style w:type="paragraph" w:customStyle="1" w:styleId="H1">
    <w:name w:val="H1"/>
    <w:basedOn w:val="Heading1"/>
    <w:next w:val="BodyText"/>
    <w:rsid w:val="00561F72"/>
    <w:pPr>
      <w:tabs>
        <w:tab w:val="left" w:pos="1152"/>
      </w:tabs>
      <w:spacing w:line="360" w:lineRule="atLeast"/>
      <w:ind w:left="1152" w:hanging="1152"/>
      <w:jc w:val="both"/>
      <w:outlineLvl w:val="9"/>
    </w:pPr>
    <w:rPr>
      <w:rFonts w:ascii="Times New Roman" w:hAnsi="Times New Roman"/>
      <w:bCs w:val="0"/>
      <w:i/>
      <w:smallCaps/>
      <w:sz w:val="22"/>
      <w:szCs w:val="20"/>
    </w:rPr>
  </w:style>
  <w:style w:type="paragraph" w:customStyle="1" w:styleId="L1-FlLSp12">
    <w:name w:val="L1-FlL Sp&amp;1/2"/>
    <w:rsid w:val="00561F72"/>
    <w:pPr>
      <w:tabs>
        <w:tab w:val="left" w:pos="1200"/>
      </w:tabs>
      <w:spacing w:line="360" w:lineRule="atLeast"/>
      <w:jc w:val="both"/>
    </w:pPr>
    <w:rPr>
      <w:sz w:val="22"/>
    </w:rPr>
  </w:style>
  <w:style w:type="paragraph" w:customStyle="1" w:styleId="N0-FlLftBullet">
    <w:name w:val="N0-Fl Lft Bullet"/>
    <w:basedOn w:val="Normal"/>
    <w:rsid w:val="00561F72"/>
    <w:pPr>
      <w:tabs>
        <w:tab w:val="left" w:pos="576"/>
      </w:tabs>
      <w:spacing w:after="240" w:line="240" w:lineRule="atLeast"/>
      <w:ind w:left="576" w:hanging="576"/>
      <w:jc w:val="both"/>
    </w:pPr>
    <w:rPr>
      <w:sz w:val="22"/>
      <w:szCs w:val="20"/>
    </w:rPr>
  </w:style>
  <w:style w:type="paragraph" w:customStyle="1" w:styleId="N1-1stBullet">
    <w:name w:val="N1-1st Bullet"/>
    <w:basedOn w:val="Normal"/>
    <w:rsid w:val="00561F72"/>
    <w:pPr>
      <w:tabs>
        <w:tab w:val="left" w:pos="1152"/>
      </w:tabs>
      <w:spacing w:after="120" w:line="240" w:lineRule="atLeast"/>
      <w:ind w:left="1152" w:hanging="576"/>
      <w:jc w:val="both"/>
    </w:pPr>
    <w:rPr>
      <w:sz w:val="22"/>
      <w:szCs w:val="20"/>
    </w:rPr>
  </w:style>
  <w:style w:type="paragraph" w:customStyle="1" w:styleId="N2-2ndBullet">
    <w:name w:val="N2-2nd Bullet"/>
    <w:basedOn w:val="Normal"/>
    <w:rsid w:val="00561F72"/>
    <w:pPr>
      <w:tabs>
        <w:tab w:val="left" w:pos="1512"/>
        <w:tab w:val="left" w:pos="1728"/>
      </w:tabs>
      <w:spacing w:after="120" w:line="240" w:lineRule="atLeast"/>
      <w:ind w:left="1512" w:hanging="360"/>
      <w:jc w:val="both"/>
    </w:pPr>
    <w:rPr>
      <w:sz w:val="22"/>
      <w:szCs w:val="20"/>
    </w:rPr>
  </w:style>
  <w:style w:type="paragraph" w:customStyle="1" w:styleId="N3-3rdBullet">
    <w:name w:val="N3-3rd Bullet"/>
    <w:basedOn w:val="Normal"/>
    <w:rsid w:val="00561F72"/>
    <w:pPr>
      <w:tabs>
        <w:tab w:val="left" w:pos="2304"/>
      </w:tabs>
      <w:spacing w:after="240" w:line="240" w:lineRule="atLeast"/>
      <w:ind w:left="2304" w:hanging="576"/>
      <w:jc w:val="both"/>
    </w:pPr>
    <w:rPr>
      <w:sz w:val="22"/>
      <w:szCs w:val="20"/>
    </w:rPr>
  </w:style>
  <w:style w:type="paragraph" w:customStyle="1" w:styleId="N4-4thBullet">
    <w:name w:val="N4-4th Bullet"/>
    <w:basedOn w:val="Normal"/>
    <w:rsid w:val="00561F72"/>
    <w:pPr>
      <w:tabs>
        <w:tab w:val="left" w:pos="2880"/>
      </w:tabs>
      <w:spacing w:after="240" w:line="240" w:lineRule="atLeast"/>
      <w:ind w:left="2880" w:hanging="576"/>
      <w:jc w:val="both"/>
    </w:pPr>
    <w:rPr>
      <w:sz w:val="22"/>
      <w:szCs w:val="20"/>
    </w:rPr>
  </w:style>
  <w:style w:type="paragraph" w:customStyle="1" w:styleId="N5-5thBullet">
    <w:name w:val="N5-5th Bullet"/>
    <w:basedOn w:val="Normal"/>
    <w:rsid w:val="00561F72"/>
    <w:pPr>
      <w:tabs>
        <w:tab w:val="left" w:pos="3456"/>
      </w:tabs>
      <w:spacing w:after="240" w:line="240" w:lineRule="atLeast"/>
      <w:ind w:left="3456" w:hanging="576"/>
      <w:jc w:val="both"/>
    </w:pPr>
    <w:rPr>
      <w:sz w:val="22"/>
      <w:szCs w:val="20"/>
    </w:rPr>
  </w:style>
  <w:style w:type="paragraph" w:customStyle="1" w:styleId="N6-DateInd">
    <w:name w:val="N6-Date Ind."/>
    <w:basedOn w:val="Normal"/>
    <w:rsid w:val="00561F72"/>
    <w:pPr>
      <w:tabs>
        <w:tab w:val="left" w:pos="5400"/>
      </w:tabs>
      <w:spacing w:line="240" w:lineRule="atLeast"/>
      <w:ind w:left="5400"/>
      <w:jc w:val="both"/>
    </w:pPr>
    <w:rPr>
      <w:sz w:val="22"/>
      <w:szCs w:val="20"/>
    </w:rPr>
  </w:style>
  <w:style w:type="paragraph" w:customStyle="1" w:styleId="N7-3Block">
    <w:name w:val="N7-3&quot; Block"/>
    <w:basedOn w:val="Normal"/>
    <w:rsid w:val="00561F72"/>
    <w:pPr>
      <w:tabs>
        <w:tab w:val="left" w:pos="1152"/>
      </w:tabs>
      <w:spacing w:line="240" w:lineRule="atLeast"/>
      <w:ind w:left="1152" w:right="1152"/>
      <w:jc w:val="both"/>
    </w:pPr>
    <w:rPr>
      <w:sz w:val="22"/>
      <w:szCs w:val="20"/>
    </w:rPr>
  </w:style>
  <w:style w:type="paragraph" w:customStyle="1" w:styleId="N8-QxQBlock">
    <w:name w:val="N8-QxQ Block"/>
    <w:rsid w:val="00561F72"/>
    <w:pPr>
      <w:tabs>
        <w:tab w:val="left" w:pos="1152"/>
      </w:tabs>
      <w:spacing w:after="360" w:line="360" w:lineRule="atLeast"/>
      <w:ind w:left="1152" w:hanging="1152"/>
      <w:jc w:val="both"/>
    </w:pPr>
    <w:rPr>
      <w:sz w:val="22"/>
    </w:rPr>
  </w:style>
  <w:style w:type="paragraph" w:customStyle="1" w:styleId="P1-StandPara">
    <w:name w:val="P1-Stand Para"/>
    <w:rsid w:val="00561F72"/>
    <w:pPr>
      <w:spacing w:after="240" w:line="360" w:lineRule="atLeast"/>
      <w:ind w:firstLine="1152"/>
      <w:jc w:val="both"/>
    </w:pPr>
    <w:rPr>
      <w:sz w:val="22"/>
    </w:rPr>
  </w:style>
  <w:style w:type="paragraph" w:customStyle="1" w:styleId="SH-SglSpHead">
    <w:name w:val="SH-Sgl Sp Head"/>
    <w:rsid w:val="00561F72"/>
    <w:pPr>
      <w:keepNext/>
      <w:tabs>
        <w:tab w:val="left" w:pos="576"/>
      </w:tabs>
      <w:spacing w:line="240" w:lineRule="atLeast"/>
      <w:ind w:left="576" w:hanging="576"/>
    </w:pPr>
    <w:rPr>
      <w:b/>
      <w:sz w:val="22"/>
    </w:rPr>
  </w:style>
  <w:style w:type="character" w:customStyle="1" w:styleId="smallcap">
    <w:name w:val="smallcap"/>
    <w:basedOn w:val="DefaultParagraphFont"/>
    <w:rsid w:val="00561F72"/>
    <w:rPr>
      <w:rFonts w:ascii="Arial" w:hAnsi="Arial"/>
      <w:smallCaps/>
      <w:sz w:val="20"/>
    </w:rPr>
  </w:style>
  <w:style w:type="paragraph" w:customStyle="1" w:styleId="SP-SglSpPara">
    <w:name w:val="SP-Sgl Sp Para"/>
    <w:rsid w:val="00561F72"/>
    <w:pPr>
      <w:tabs>
        <w:tab w:val="left" w:pos="576"/>
      </w:tabs>
      <w:spacing w:line="240" w:lineRule="atLeast"/>
      <w:ind w:firstLine="576"/>
      <w:jc w:val="both"/>
    </w:pPr>
    <w:rPr>
      <w:sz w:val="22"/>
    </w:rPr>
  </w:style>
  <w:style w:type="paragraph" w:customStyle="1" w:styleId="Style1">
    <w:name w:val="Style1"/>
    <w:basedOn w:val="Heading1"/>
    <w:rsid w:val="00561F72"/>
    <w:pPr>
      <w:tabs>
        <w:tab w:val="left" w:pos="1152"/>
      </w:tabs>
      <w:spacing w:line="360" w:lineRule="atLeast"/>
      <w:ind w:left="1152" w:hanging="1152"/>
      <w:jc w:val="both"/>
      <w:outlineLvl w:val="9"/>
    </w:pPr>
    <w:rPr>
      <w:rFonts w:ascii="Times New Roman" w:hAnsi="Times New Roman"/>
      <w:bCs w:val="0"/>
      <w:sz w:val="22"/>
      <w:szCs w:val="20"/>
    </w:rPr>
  </w:style>
  <w:style w:type="paragraph" w:customStyle="1" w:styleId="T0-ChapPgHd">
    <w:name w:val="T0-Chap/Pg Hd"/>
    <w:rsid w:val="00561F72"/>
    <w:pPr>
      <w:tabs>
        <w:tab w:val="left" w:pos="8640"/>
      </w:tabs>
      <w:spacing w:line="240" w:lineRule="atLeast"/>
      <w:jc w:val="both"/>
    </w:pPr>
    <w:rPr>
      <w:sz w:val="22"/>
      <w:u w:val="words"/>
    </w:rPr>
  </w:style>
  <w:style w:type="paragraph" w:styleId="TOC1">
    <w:name w:val="toc 1"/>
    <w:basedOn w:val="Normal"/>
    <w:autoRedefine/>
    <w:semiHidden/>
    <w:rsid w:val="00561F72"/>
    <w:pPr>
      <w:tabs>
        <w:tab w:val="left" w:pos="1440"/>
        <w:tab w:val="right" w:leader="dot" w:pos="8208"/>
        <w:tab w:val="left" w:pos="8640"/>
      </w:tabs>
      <w:spacing w:line="240" w:lineRule="atLeast"/>
      <w:ind w:left="288"/>
    </w:pPr>
    <w:rPr>
      <w:caps/>
      <w:sz w:val="22"/>
      <w:szCs w:val="20"/>
    </w:rPr>
  </w:style>
  <w:style w:type="paragraph" w:customStyle="1" w:styleId="TT-TableTitle">
    <w:name w:val="TT-Table Title"/>
    <w:rsid w:val="00561F72"/>
    <w:pPr>
      <w:tabs>
        <w:tab w:val="left" w:pos="1152"/>
      </w:tabs>
      <w:spacing w:line="240" w:lineRule="atLeast"/>
      <w:ind w:left="1152" w:hanging="1152"/>
    </w:pPr>
    <w:rPr>
      <w:sz w:val="22"/>
    </w:rPr>
  </w:style>
  <w:style w:type="paragraph" w:customStyle="1" w:styleId="StyleA1-AnswerLeft038Hanging075">
    <w:name w:val="Style A1-Answer + Left:  0.38&quot; Hanging:  0.75&quot;"/>
    <w:basedOn w:val="A1-Answer"/>
    <w:rsid w:val="004940F8"/>
    <w:pPr>
      <w:ind w:left="1627" w:hanging="1080"/>
    </w:pPr>
    <w:rPr>
      <w:szCs w:val="20"/>
    </w:rPr>
  </w:style>
  <w:style w:type="paragraph" w:customStyle="1" w:styleId="StyleA1-Answer10pt">
    <w:name w:val="Style A1-Answer + 10 pt"/>
    <w:basedOn w:val="A1-Answer"/>
    <w:rsid w:val="00392F2F"/>
    <w:pPr>
      <w:ind w:left="1670"/>
    </w:pPr>
    <w:rPr>
      <w:sz w:val="20"/>
    </w:rPr>
  </w:style>
  <w:style w:type="character" w:styleId="CommentReference">
    <w:name w:val="annotation reference"/>
    <w:basedOn w:val="DefaultParagraphFont"/>
    <w:semiHidden/>
    <w:rsid w:val="00815CD0"/>
    <w:rPr>
      <w:sz w:val="16"/>
      <w:szCs w:val="16"/>
    </w:rPr>
  </w:style>
  <w:style w:type="paragraph" w:styleId="CommentText">
    <w:name w:val="annotation text"/>
    <w:basedOn w:val="Normal"/>
    <w:semiHidden/>
    <w:rsid w:val="00815CD0"/>
    <w:rPr>
      <w:szCs w:val="20"/>
    </w:rPr>
  </w:style>
  <w:style w:type="paragraph" w:styleId="CommentSubject">
    <w:name w:val="annotation subject"/>
    <w:basedOn w:val="CommentText"/>
    <w:next w:val="CommentText"/>
    <w:semiHidden/>
    <w:rsid w:val="00815CD0"/>
    <w:rPr>
      <w:b/>
      <w:bCs/>
    </w:rPr>
  </w:style>
  <w:style w:type="paragraph" w:styleId="BalloonText">
    <w:name w:val="Balloon Text"/>
    <w:basedOn w:val="Normal"/>
    <w:semiHidden/>
    <w:rsid w:val="00815CD0"/>
    <w:rPr>
      <w:rFonts w:ascii="Tahoma" w:hAnsi="Tahoma" w:cs="Tahoma"/>
      <w:sz w:val="16"/>
      <w:szCs w:val="16"/>
    </w:rPr>
  </w:style>
  <w:style w:type="paragraph" w:customStyle="1" w:styleId="StyleA1-Answer10pt1">
    <w:name w:val="Style A1-Answer + 10 pt1"/>
    <w:basedOn w:val="A1-Answer"/>
    <w:link w:val="StyleA1-Answer10pt1Char"/>
    <w:rsid w:val="00392F2F"/>
    <w:pPr>
      <w:tabs>
        <w:tab w:val="clear" w:pos="936"/>
        <w:tab w:val="clear" w:pos="1440"/>
        <w:tab w:val="clear" w:pos="1800"/>
        <w:tab w:val="clear" w:pos="2880"/>
      </w:tabs>
      <w:ind w:left="1670"/>
    </w:pPr>
    <w:rPr>
      <w:sz w:val="20"/>
      <w:vertAlign w:val="superscript"/>
    </w:rPr>
  </w:style>
  <w:style w:type="character" w:customStyle="1" w:styleId="A1-AnswerChar">
    <w:name w:val="A1-Answer Char"/>
    <w:basedOn w:val="DefaultParagraphFont"/>
    <w:link w:val="A1-Answer"/>
    <w:rsid w:val="00780B76"/>
    <w:rPr>
      <w:rFonts w:ascii="Arial" w:hAnsi="Arial"/>
      <w:sz w:val="24"/>
      <w:szCs w:val="24"/>
    </w:rPr>
  </w:style>
  <w:style w:type="character" w:customStyle="1" w:styleId="StyleA1-Answer10pt1Char">
    <w:name w:val="Style A1-Answer + 10 pt1 Char"/>
    <w:basedOn w:val="A1-AnswerChar"/>
    <w:link w:val="StyleA1-Answer10pt1"/>
    <w:rsid w:val="00392F2F"/>
    <w:rPr>
      <w:vertAlign w:val="superscript"/>
    </w:rPr>
  </w:style>
  <w:style w:type="paragraph" w:customStyle="1" w:styleId="StyleStyleA1-Answer10pt1">
    <w:name w:val="Style Style A1-Answer + 10 pt1 +"/>
    <w:basedOn w:val="StyleA1-Answer10pt1"/>
    <w:rsid w:val="00392F2F"/>
  </w:style>
  <w:style w:type="paragraph" w:customStyle="1" w:styleId="StyleStyleA1-Answer10pt11">
    <w:name w:val="Style Style A1-Answer + 10 pt1 +1"/>
    <w:basedOn w:val="StyleA1-Answer10pt1"/>
    <w:link w:val="StyleStyleA1-Answer10pt11Char"/>
    <w:rsid w:val="00392F2F"/>
  </w:style>
  <w:style w:type="character" w:customStyle="1" w:styleId="StyleStyleA1-Answer10pt11Char">
    <w:name w:val="Style Style A1-Answer + 10 pt1 +1 Char"/>
    <w:basedOn w:val="StyleA1-Answer10pt1Char"/>
    <w:link w:val="StyleStyleA1-Answer10pt11"/>
    <w:rsid w:val="00392F2F"/>
  </w:style>
  <w:style w:type="paragraph" w:customStyle="1" w:styleId="StyleAnswerLeft031Hanging092LinespacingAtlea">
    <w:name w:val="Style Answer + Left:  0.31&quot; Hanging:  0.92&quot; Line spacing:  At lea..."/>
    <w:basedOn w:val="Answer"/>
    <w:rsid w:val="00AF3151"/>
    <w:pPr>
      <w:spacing w:line="240" w:lineRule="atLeast"/>
      <w:ind w:left="1771" w:hanging="1325"/>
    </w:pPr>
    <w:rPr>
      <w:sz w:val="24"/>
      <w:szCs w:val="20"/>
    </w:rPr>
  </w:style>
  <w:style w:type="character" w:customStyle="1" w:styleId="BodyTextChar">
    <w:name w:val="Body Text Char"/>
    <w:basedOn w:val="DefaultParagraphFont"/>
    <w:link w:val="BodyText"/>
    <w:rsid w:val="00940E9A"/>
    <w:rPr>
      <w:rFonts w:ascii="Arial" w:hAnsi="Arial"/>
      <w:sz w:val="22"/>
    </w:rPr>
  </w:style>
  <w:style w:type="character" w:customStyle="1" w:styleId="BodyTextIndentChar">
    <w:name w:val="Body Text Indent Char"/>
    <w:basedOn w:val="DefaultParagraphFont"/>
    <w:link w:val="BodyTextIndent"/>
    <w:rsid w:val="00940E9A"/>
    <w:rPr>
      <w:rFonts w:ascii="Arial" w:hAnsi="Arial"/>
      <w:b/>
      <w:sz w:val="22"/>
    </w:rPr>
  </w:style>
  <w:style w:type="paragraph" w:customStyle="1" w:styleId="StyleA1-AnswerLeft031Hanging092">
    <w:name w:val="Style A1-Answer + Left:  0.31&quot; Hanging:  0.92&quot;"/>
    <w:basedOn w:val="A1-Answer"/>
    <w:rsid w:val="00DC7F8B"/>
    <w:pPr>
      <w:ind w:left="1771" w:hanging="1325"/>
    </w:pPr>
    <w:rPr>
      <w:szCs w:val="20"/>
    </w:rPr>
  </w:style>
  <w:style w:type="paragraph" w:customStyle="1" w:styleId="StyleStyleA1-AnswerLeft038Hanging075Left031">
    <w:name w:val="Style Style A1-Answer + Left:  0.38&quot; Hanging:  0.75&quot; + Left:  0.31&quot;..."/>
    <w:basedOn w:val="StyleA1-AnswerLeft038Hanging075"/>
    <w:rsid w:val="006A7D7C"/>
    <w:pPr>
      <w:ind w:left="1771" w:hanging="1325"/>
    </w:pPr>
  </w:style>
  <w:style w:type="paragraph" w:customStyle="1" w:styleId="Breakpage">
    <w:name w:val="Break page"/>
    <w:basedOn w:val="Normal"/>
    <w:next w:val="StyleStyleA1-Answer10pt11"/>
    <w:qFormat/>
    <w:rsid w:val="00AB0307"/>
    <w:pPr>
      <w:jc w:val="right"/>
    </w:pPr>
    <w:rPr>
      <w:rFonts w:cs="Arial"/>
      <w:b/>
      <w:sz w:val="48"/>
      <w:szCs w:val="48"/>
    </w:rPr>
  </w:style>
  <w:style w:type="paragraph" w:styleId="EndnoteText">
    <w:name w:val="endnote text"/>
    <w:basedOn w:val="Normal"/>
    <w:link w:val="EndnoteTextChar"/>
    <w:rsid w:val="00AB0307"/>
    <w:rPr>
      <w:szCs w:val="20"/>
    </w:rPr>
  </w:style>
  <w:style w:type="character" w:customStyle="1" w:styleId="EndnoteTextChar">
    <w:name w:val="Endnote Text Char"/>
    <w:basedOn w:val="DefaultParagraphFont"/>
    <w:link w:val="EndnoteText"/>
    <w:rsid w:val="00AB0307"/>
    <w:rPr>
      <w:rFonts w:ascii="Arial" w:hAnsi="Arial"/>
    </w:rPr>
  </w:style>
  <w:style w:type="character" w:customStyle="1" w:styleId="Heading1Char">
    <w:name w:val="Heading 1 Char"/>
    <w:aliases w:val="H1-Sec.Head Char,A Head Char"/>
    <w:basedOn w:val="DefaultParagraphFont"/>
    <w:link w:val="Heading1"/>
    <w:rsid w:val="00AB0307"/>
    <w:rPr>
      <w:rFonts w:ascii="Arial Bold" w:hAnsi="Arial Bold"/>
      <w:b/>
      <w:bCs/>
      <w:sz w:val="32"/>
      <w:szCs w:val="28"/>
    </w:rPr>
  </w:style>
  <w:style w:type="character" w:customStyle="1" w:styleId="Heading2Char">
    <w:name w:val="Heading 2 Char"/>
    <w:aliases w:val="H2-Sec. Head Char"/>
    <w:basedOn w:val="DefaultParagraphFont"/>
    <w:link w:val="Heading2"/>
    <w:rsid w:val="00AB0307"/>
    <w:rPr>
      <w:b/>
      <w:bCs/>
      <w:i/>
      <w:sz w:val="28"/>
      <w:szCs w:val="26"/>
    </w:rPr>
  </w:style>
  <w:style w:type="character" w:customStyle="1" w:styleId="HeaderChar">
    <w:name w:val="Header Char"/>
    <w:basedOn w:val="DefaultParagraphFont"/>
    <w:link w:val="Header"/>
    <w:rsid w:val="004B1A4E"/>
    <w:rPr>
      <w:rFonts w:ascii="Arial" w:hAnsi="Arial"/>
      <w:b/>
      <w:i/>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H:\Product%20Delivery\Policy\Policies%20&amp;%20Procedures\Word%20Publication%20Templates\HEDIS_created%20in%20Citri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D0A119D48BEBA4B876F1F3E60DDB2CE" ma:contentTypeVersion="0" ma:contentTypeDescription="Create a new document." ma:contentTypeScope="" ma:versionID="0926038181960765ccb5e66f97802c0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A91D7C-38D0-4291-B9F1-7817759EF52B}">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076790E5-6890-4DC5-9163-EEF1F74254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C765FDA-6A4F-45E4-999A-D8770CE89B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HEDIS_created in Citrix</Template>
  <TotalTime>4</TotalTime>
  <Pages>16</Pages>
  <Words>3077</Words>
  <Characters>12957</Characters>
  <Application>Microsoft Office Word</Application>
  <DocSecurity>2</DocSecurity>
  <Lines>107</Lines>
  <Paragraphs>32</Paragraphs>
  <ScaleCrop>false</ScaleCrop>
  <HeadingPairs>
    <vt:vector size="2" baseType="variant">
      <vt:variant>
        <vt:lpstr>Title</vt:lpstr>
      </vt:variant>
      <vt:variant>
        <vt:i4>1</vt:i4>
      </vt:variant>
    </vt:vector>
  </HeadingPairs>
  <TitlesOfParts>
    <vt:vector size="1" baseType="lpstr">
      <vt:lpstr>CAHPS Health Plan Survey 4</vt:lpstr>
    </vt:vector>
  </TitlesOfParts>
  <Company>NCQA</Company>
  <LinksUpToDate>false</LinksUpToDate>
  <CharactersWithSpaces>16002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CAHPS Health Plan Survey 4</dc:title>
  <dc:creator>Judy Lacourciere</dc:creator>
  <cp:lastModifiedBy>JudyLa</cp:lastModifiedBy>
  <cp:revision>7</cp:revision>
  <cp:lastPrinted>2008-07-01T15:40:00Z</cp:lastPrinted>
  <dcterms:created xsi:type="dcterms:W3CDTF">2012-08-13T13:18:00Z</dcterms:created>
  <dcterms:modified xsi:type="dcterms:W3CDTF">2012-08-30T16:56:00Z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0x010100CD0A119D48BEBA4B876F1F3E60DDB2CE</vt:lpwstr>
  </property>
</Properties>
</file>